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3F159A" w14:textId="77777777" w:rsidR="00122170" w:rsidRDefault="00122170" w:rsidP="00122170">
      <w:pPr>
        <w:spacing w:after="0"/>
        <w:rPr>
          <w:rFonts w:ascii="Arial" w:hAnsi="Arial" w:cs="Arial"/>
          <w:sz w:val="20"/>
          <w:szCs w:val="20"/>
        </w:rPr>
      </w:pPr>
      <w:r>
        <w:rPr>
          <w:noProof/>
          <w:lang w:eastAsia="en-GB"/>
        </w:rPr>
        <w:drawing>
          <wp:anchor distT="0" distB="0" distL="114300" distR="114300" simplePos="0" relativeHeight="251658240" behindDoc="1" locked="0" layoutInCell="1" allowOverlap="1" wp14:anchorId="1C0DF36E" wp14:editId="5E408F29">
            <wp:simplePos x="0" y="0"/>
            <wp:positionH relativeFrom="margin">
              <wp:posOffset>2711</wp:posOffset>
            </wp:positionH>
            <wp:positionV relativeFrom="paragraph">
              <wp:posOffset>-44450</wp:posOffset>
            </wp:positionV>
            <wp:extent cx="1789043" cy="429513"/>
            <wp:effectExtent l="0" t="0" r="0" b="8890"/>
            <wp:wrapNone/>
            <wp:docPr id="1" name="Picture 1" descr="http://www.unhcr.org/assets/img/unh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nhcr.org/assets/img/unhcr-logo.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89043" cy="429513"/>
                    </a:xfrm>
                    <a:prstGeom prst="rect">
                      <a:avLst/>
                    </a:prstGeom>
                    <a:noFill/>
                    <a:ln>
                      <a:noFill/>
                    </a:ln>
                  </pic:spPr>
                </pic:pic>
              </a:graphicData>
            </a:graphic>
            <wp14:sizeRelH relativeFrom="page">
              <wp14:pctWidth>0</wp14:pctWidth>
            </wp14:sizeRelH>
            <wp14:sizeRelV relativeFrom="page">
              <wp14:pctHeight>0</wp14:pctHeight>
            </wp14:sizeRelV>
          </wp:anchor>
        </w:drawing>
      </w:r>
      <w:r w:rsidR="00271EA9">
        <w:rPr>
          <w:rFonts w:ascii="Arial" w:hAnsi="Arial" w:cs="Arial"/>
          <w:sz w:val="20"/>
          <w:szCs w:val="20"/>
        </w:rPr>
        <w:t xml:space="preserve"> </w:t>
      </w:r>
    </w:p>
    <w:p w14:paraId="492C6559" w14:textId="77777777" w:rsidR="00E64A61" w:rsidRDefault="002802AF" w:rsidP="00E64A61">
      <w:pPr>
        <w:spacing w:after="0"/>
        <w:jc w:val="center"/>
        <w:rPr>
          <w:rFonts w:ascii="Arial" w:hAnsi="Arial" w:cs="Arial"/>
          <w:b/>
          <w:sz w:val="36"/>
          <w:szCs w:val="36"/>
        </w:rPr>
      </w:pPr>
      <w:r w:rsidRPr="002E2375">
        <w:rPr>
          <w:rFonts w:ascii="Arial" w:hAnsi="Arial" w:cs="Arial"/>
          <w:b/>
          <w:sz w:val="36"/>
          <w:szCs w:val="36"/>
        </w:rPr>
        <w:t>Job Description</w:t>
      </w:r>
      <w:r w:rsidR="00740618" w:rsidRPr="002E2375">
        <w:rPr>
          <w:rFonts w:ascii="Arial" w:hAnsi="Arial" w:cs="Arial"/>
          <w:b/>
          <w:sz w:val="36"/>
          <w:szCs w:val="36"/>
        </w:rPr>
        <w:t xml:space="preserve"> Form</w:t>
      </w:r>
    </w:p>
    <w:p w14:paraId="4738EE36" w14:textId="77777777" w:rsidR="002E2375" w:rsidRDefault="002E2375" w:rsidP="00015F40">
      <w:pPr>
        <w:spacing w:after="0"/>
        <w:jc w:val="center"/>
        <w:rPr>
          <w:rFonts w:ascii="Arial" w:hAnsi="Arial" w:cs="Arial"/>
          <w:sz w:val="16"/>
          <w:szCs w:val="20"/>
        </w:rPr>
      </w:pPr>
      <w:r w:rsidRPr="002E2375">
        <w:rPr>
          <w:rFonts w:ascii="Arial" w:hAnsi="Arial" w:cs="Arial"/>
          <w:noProof/>
          <w:sz w:val="36"/>
          <w:szCs w:val="36"/>
          <w:lang w:eastAsia="en-GB"/>
        </w:rPr>
        <mc:AlternateContent>
          <mc:Choice Requires="wps">
            <w:drawing>
              <wp:anchor distT="0" distB="0" distL="114300" distR="114300" simplePos="0" relativeHeight="251659264" behindDoc="0" locked="0" layoutInCell="1" allowOverlap="1" wp14:anchorId="6DC10DAE" wp14:editId="2236BABB">
                <wp:simplePos x="0" y="0"/>
                <wp:positionH relativeFrom="margin">
                  <wp:posOffset>24130</wp:posOffset>
                </wp:positionH>
                <wp:positionV relativeFrom="paragraph">
                  <wp:posOffset>36195</wp:posOffset>
                </wp:positionV>
                <wp:extent cx="6631305" cy="0"/>
                <wp:effectExtent l="0" t="0" r="36195" b="19050"/>
                <wp:wrapNone/>
                <wp:docPr id="2" name="Straight Connector 2"/>
                <wp:cNvGraphicFramePr/>
                <a:graphic xmlns:a="http://schemas.openxmlformats.org/drawingml/2006/main">
                  <a:graphicData uri="http://schemas.microsoft.com/office/word/2010/wordprocessingShape">
                    <wps:wsp>
                      <wps:cNvCnPr/>
                      <wps:spPr>
                        <a:xfrm>
                          <a:off x="0" y="0"/>
                          <a:ext cx="6631305" cy="0"/>
                        </a:xfrm>
                        <a:prstGeom prst="line">
                          <a:avLst/>
                        </a:prstGeom>
                        <a:ln w="12700">
                          <a:solidFill>
                            <a:srgbClr val="0072B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C7A8C2A"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9pt,2.85pt" to="524.0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" strokecolor="#0072bc" strokeweight="1pt">
                <v:stroke joinstyle="miter"/>
                <w10:wrap anchorx="margin"/>
              </v:line>
            </w:pict>
          </mc:Fallback>
        </mc:AlternateContent>
      </w:r>
    </w:p>
    <w:p w14:paraId="6E176727" w14:textId="457E7F91" w:rsidR="005B1B7D" w:rsidRPr="00621CB7" w:rsidRDefault="005B1B7D" w:rsidP="005B1B7D">
      <w:pPr>
        <w:spacing w:after="0"/>
        <w:jc w:val="right"/>
        <w:rPr>
          <w:rFonts w:ascii="Arial" w:hAnsi="Arial" w:cs="Arial"/>
          <w:sz w:val="18"/>
          <w:szCs w:val="18"/>
        </w:rPr>
      </w:pPr>
      <w:r w:rsidRPr="00621CB7">
        <w:rPr>
          <w:rFonts w:ascii="Arial" w:hAnsi="Arial" w:cs="Arial"/>
          <w:sz w:val="18"/>
          <w:szCs w:val="18"/>
        </w:rPr>
        <w:t xml:space="preserve">Classification Date: </w:t>
      </w:r>
      <w:r w:rsidR="00CB4932">
        <w:rPr>
          <w:rFonts w:ascii="Arial" w:hAnsi="Arial" w:cs="Arial"/>
          <w:sz w:val="18"/>
          <w:szCs w:val="18"/>
        </w:rPr>
        <w:t>July 20</w:t>
      </w:r>
      <w:r w:rsidR="00C467DD">
        <w:rPr>
          <w:rFonts w:ascii="Arial" w:hAnsi="Arial" w:cs="Arial"/>
          <w:sz w:val="18"/>
          <w:szCs w:val="18"/>
        </w:rPr>
        <w:t>2</w:t>
      </w:r>
      <w:r w:rsidR="00CB4932">
        <w:rPr>
          <w:rFonts w:ascii="Arial" w:hAnsi="Arial" w:cs="Arial"/>
          <w:sz w:val="18"/>
          <w:szCs w:val="18"/>
        </w:rPr>
        <w:t>1</w:t>
      </w:r>
    </w:p>
    <w:p w14:paraId="12DD45B2" w14:textId="77777777" w:rsidR="00DF5CA9" w:rsidRPr="008C55ED" w:rsidRDefault="00DF5CA9" w:rsidP="00122170">
      <w:pPr>
        <w:spacing w:after="0"/>
        <w:rPr>
          <w:rFonts w:ascii="Arial" w:hAnsi="Arial" w:cs="Arial"/>
          <w:color w:val="A6A6A6" w:themeColor="background1" w:themeShade="A6"/>
          <w:sz w:val="18"/>
          <w:szCs w:val="18"/>
        </w:rPr>
      </w:pPr>
      <w:r w:rsidRPr="008C55ED">
        <w:rPr>
          <w:rFonts w:ascii="Arial" w:hAnsi="Arial" w:cs="Arial"/>
          <w:noProof/>
          <w:color w:val="A6A6A6" w:themeColor="background1" w:themeShade="A6"/>
          <w:sz w:val="18"/>
          <w:szCs w:val="18"/>
          <w:lang w:eastAsia="en-GB"/>
        </w:rPr>
        <mc:AlternateContent>
          <mc:Choice Requires="wps">
            <w:drawing>
              <wp:anchor distT="0" distB="0" distL="114300" distR="114300" simplePos="0" relativeHeight="251718656" behindDoc="1" locked="0" layoutInCell="1" allowOverlap="1" wp14:anchorId="28A66EC7" wp14:editId="13F48FC7">
                <wp:simplePos x="0" y="0"/>
                <wp:positionH relativeFrom="column">
                  <wp:posOffset>1357218</wp:posOffset>
                </wp:positionH>
                <wp:positionV relativeFrom="paragraph">
                  <wp:posOffset>128716</wp:posOffset>
                </wp:positionV>
                <wp:extent cx="1116000" cy="166370"/>
                <wp:effectExtent l="0" t="0" r="27305" b="24130"/>
                <wp:wrapNone/>
                <wp:docPr id="4" name="Rounded Rectangle 4"/>
                <wp:cNvGraphicFramePr/>
                <a:graphic xmlns:a="http://schemas.openxmlformats.org/drawingml/2006/main">
                  <a:graphicData uri="http://schemas.microsoft.com/office/word/2010/wordprocessingShape">
                    <wps:wsp>
                      <wps:cNvSpPr/>
                      <wps:spPr>
                        <a:xfrm>
                          <a:off x="0" y="0"/>
                          <a:ext cx="1116000" cy="16637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9DE15C2" id="Rounded Rectangle 4" o:spid="_x0000_s1026" style="position:absolute;margin-left:106.85pt;margin-top:10.15pt;width:87.85pt;height:13.1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" fillcolor="white [3212]" strokecolor="#bdd6ee [1300]" strokeweight="1pt">
                <v:stroke joinstyle="miter"/>
              </v:roundrect>
            </w:pict>
          </mc:Fallback>
        </mc:AlternateContent>
      </w:r>
    </w:p>
    <w:p w14:paraId="4DC78153" w14:textId="77777777" w:rsidR="00DF5CA9" w:rsidRPr="00BF64F3" w:rsidRDefault="00DF5CA9" w:rsidP="00BF64F3">
      <w:pPr>
        <w:pStyle w:val="ListParagraph"/>
        <w:numPr>
          <w:ilvl w:val="0"/>
          <w:numId w:val="21"/>
        </w:numPr>
        <w:spacing w:after="0"/>
        <w:rPr>
          <w:rFonts w:ascii="Arial" w:hAnsi="Arial" w:cs="Arial"/>
          <w:color w:val="0072BC"/>
          <w:sz w:val="20"/>
          <w:szCs w:val="20"/>
        </w:rPr>
      </w:pPr>
      <w:r w:rsidRPr="0078694B">
        <w:rPr>
          <w:rFonts w:ascii="Arial" w:hAnsi="Arial" w:cs="Arial"/>
          <w:b/>
          <w:color w:val="0072BC"/>
          <w:szCs w:val="20"/>
        </w:rPr>
        <w:t>Job Type</w:t>
      </w:r>
      <w:r w:rsidR="00596E76" w:rsidRPr="00BF64F3">
        <w:rPr>
          <w:rFonts w:ascii="Arial" w:hAnsi="Arial" w:cs="Arial"/>
          <w:b/>
          <w:color w:val="0072BC"/>
          <w:sz w:val="20"/>
          <w:szCs w:val="20"/>
        </w:rPr>
        <w:t xml:space="preserve"> </w:t>
      </w:r>
      <w:r w:rsidRPr="00BF64F3">
        <w:rPr>
          <w:rFonts w:ascii="Arial" w:hAnsi="Arial" w:cs="Arial"/>
          <w:color w:val="0072BC"/>
          <w:sz w:val="20"/>
          <w:szCs w:val="20"/>
        </w:rPr>
        <w:t xml:space="preserve">  </w:t>
      </w:r>
      <w:sdt>
        <w:sdtPr>
          <w:rPr>
            <w:rFonts w:ascii="Arial" w:hAnsi="Arial" w:cs="Arial"/>
            <w:sz w:val="18"/>
            <w:szCs w:val="18"/>
          </w:rPr>
          <w:id w:val="-712048946"/>
          <w:lock w:val="sdtLocked"/>
          <w:placeholder>
            <w:docPart w:val="FDE1D9E676364BAD909ACECA5C256B8D"/>
          </w:placeholder>
          <w15:color w:val="0072BC"/>
          <w:dropDownList>
            <w:listItem w:displayText="choose an item" w:value="choose an item"/>
            <w:listItem w:displayText="Standard" w:value="Standard"/>
            <w:listItem w:displayText="Expert" w:value="Expert"/>
          </w:dropDownList>
        </w:sdtPr>
        <w:sdtEndPr/>
        <w:sdtContent>
          <w:r w:rsidR="00CB4932">
            <w:rPr>
              <w:rFonts w:ascii="Arial" w:hAnsi="Arial" w:cs="Arial"/>
              <w:sz w:val="18"/>
              <w:szCs w:val="18"/>
            </w:rPr>
            <w:t>Standard</w:t>
          </w:r>
        </w:sdtContent>
      </w:sdt>
    </w:p>
    <w:p w14:paraId="79B927D0" w14:textId="77777777" w:rsidR="00DF5CA9" w:rsidRPr="008C55ED" w:rsidRDefault="00AB0498" w:rsidP="0031240D">
      <w:pPr>
        <w:spacing w:after="0"/>
        <w:jc w:val="both"/>
        <w:rPr>
          <w:rFonts w:ascii="Arial" w:hAnsi="Arial" w:cs="Arial"/>
          <w:color w:val="A6A6A6" w:themeColor="background1" w:themeShade="A6"/>
          <w:sz w:val="18"/>
          <w:szCs w:val="20"/>
        </w:rPr>
      </w:pPr>
      <w:r w:rsidRPr="008C55ED">
        <w:rPr>
          <w:rFonts w:ascii="Arial" w:hAnsi="Arial" w:cs="Arial"/>
          <w:noProof/>
          <w:color w:val="A6A6A6" w:themeColor="background1" w:themeShade="A6"/>
          <w:sz w:val="20"/>
          <w:szCs w:val="20"/>
          <w:lang w:eastAsia="en-GB"/>
        </w:rPr>
        <mc:AlternateContent>
          <mc:Choice Requires="wps">
            <w:drawing>
              <wp:anchor distT="0" distB="0" distL="114300" distR="114300" simplePos="0" relativeHeight="251742208" behindDoc="0" locked="0" layoutInCell="1" allowOverlap="1" wp14:anchorId="283C83B6" wp14:editId="34959C5C">
                <wp:simplePos x="0" y="0"/>
                <wp:positionH relativeFrom="margin">
                  <wp:posOffset>-169545</wp:posOffset>
                </wp:positionH>
                <wp:positionV relativeFrom="paragraph">
                  <wp:posOffset>133350</wp:posOffset>
                </wp:positionV>
                <wp:extent cx="6941130" cy="0"/>
                <wp:effectExtent l="0" t="19050" r="31750" b="19050"/>
                <wp:wrapNone/>
                <wp:docPr id="3" name="Straight Connector 3"/>
                <wp:cNvGraphicFramePr/>
                <a:graphic xmlns:a="http://schemas.openxmlformats.org/drawingml/2006/main">
                  <a:graphicData uri="http://schemas.microsoft.com/office/word/2010/wordprocessingShape">
                    <wps:wsp>
                      <wps:cNvCnPr/>
                      <wps:spPr>
                        <a:xfrm>
                          <a:off x="0" y="0"/>
                          <a:ext cx="6941130" cy="0"/>
                        </a:xfrm>
                        <a:prstGeom prst="line">
                          <a:avLst/>
                        </a:prstGeom>
                        <a:ln w="28575">
                          <a:solidFill>
                            <a:schemeClr val="accent1">
                              <a:lumMod val="60000"/>
                              <a:lumOff val="40000"/>
                            </a:schemeClr>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4E2662" id="Straight Connector 3" o:spid="_x0000_s1026" style="position:absolute;z-index:2517422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3.35pt,10.5pt" to="533.2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" strokecolor="#9cc2e5 [1940]" strokeweight="2.25pt">
                <v:stroke joinstyle="miter"/>
                <w10:wrap anchorx="margin"/>
              </v:line>
            </w:pict>
          </mc:Fallback>
        </mc:AlternateContent>
      </w:r>
    </w:p>
    <w:p w14:paraId="4F394E86" w14:textId="77777777" w:rsidR="006E3E15" w:rsidRPr="008C55ED" w:rsidRDefault="006E3E15" w:rsidP="00C401CB">
      <w:pPr>
        <w:spacing w:after="0"/>
        <w:rPr>
          <w:rFonts w:ascii="Arial" w:hAnsi="Arial" w:cs="Arial"/>
          <w:color w:val="A6A6A6" w:themeColor="background1" w:themeShade="A6"/>
          <w:sz w:val="18"/>
          <w:szCs w:val="18"/>
        </w:rPr>
      </w:pPr>
    </w:p>
    <w:p w14:paraId="64863D2D" w14:textId="77777777" w:rsidR="007350FC" w:rsidRPr="00897AA0" w:rsidRDefault="007350FC" w:rsidP="00927EC5">
      <w:pPr>
        <w:spacing w:after="0"/>
        <w:jc w:val="both"/>
        <w:rPr>
          <w:rFonts w:ascii="Arial" w:hAnsi="Arial" w:cs="Arial"/>
          <w:color w:val="808080" w:themeColor="background1" w:themeShade="80"/>
          <w:sz w:val="18"/>
          <w:szCs w:val="20"/>
        </w:rPr>
      </w:pPr>
    </w:p>
    <w:p w14:paraId="0CE5C0AA" w14:textId="77777777" w:rsidR="007350FC" w:rsidRPr="007350FC" w:rsidRDefault="007350FC" w:rsidP="007350FC">
      <w:pPr>
        <w:pStyle w:val="ListParagraph"/>
        <w:numPr>
          <w:ilvl w:val="0"/>
          <w:numId w:val="21"/>
        </w:numPr>
        <w:spacing w:after="0"/>
        <w:rPr>
          <w:rFonts w:ascii="Arial" w:hAnsi="Arial" w:cs="Arial"/>
          <w:b/>
          <w:color w:val="0072BC"/>
          <w:szCs w:val="20"/>
        </w:rPr>
      </w:pPr>
      <w:r w:rsidRPr="0078694B">
        <w:rPr>
          <w:rFonts w:ascii="Arial" w:hAnsi="Arial" w:cs="Arial"/>
          <w:b/>
          <w:color w:val="0072BC"/>
          <w:szCs w:val="20"/>
        </w:rPr>
        <w:t>Job Information</w:t>
      </w:r>
    </w:p>
    <w:p w14:paraId="651D0103" w14:textId="77777777" w:rsidR="007350FC" w:rsidRPr="00897AA0" w:rsidRDefault="00C401CB" w:rsidP="00927EC5">
      <w:pPr>
        <w:spacing w:after="0"/>
        <w:jc w:val="both"/>
        <w:rPr>
          <w:rFonts w:ascii="Arial" w:hAnsi="Arial" w:cs="Arial"/>
          <w:color w:val="808080" w:themeColor="background1" w:themeShade="80"/>
          <w:sz w:val="18"/>
          <w:szCs w:val="20"/>
        </w:rPr>
      </w:pPr>
      <w:r w:rsidRPr="00897AA0">
        <w:rPr>
          <w:noProof/>
          <w:color w:val="A6A6A6" w:themeColor="background1" w:themeShade="A6"/>
          <w:sz w:val="18"/>
          <w:szCs w:val="18"/>
          <w:lang w:eastAsia="en-GB"/>
        </w:rPr>
        <mc:AlternateContent>
          <mc:Choice Requires="wps">
            <w:drawing>
              <wp:anchor distT="0" distB="0" distL="114300" distR="114300" simplePos="0" relativeHeight="251657215" behindDoc="1" locked="0" layoutInCell="1" allowOverlap="1" wp14:anchorId="6A9C3496" wp14:editId="059A3D0E">
                <wp:simplePos x="0" y="0"/>
                <wp:positionH relativeFrom="margin">
                  <wp:posOffset>-132715</wp:posOffset>
                </wp:positionH>
                <wp:positionV relativeFrom="paragraph">
                  <wp:posOffset>125095</wp:posOffset>
                </wp:positionV>
                <wp:extent cx="6972935" cy="2178658"/>
                <wp:effectExtent l="0" t="0" r="18415" b="12700"/>
                <wp:wrapNone/>
                <wp:docPr id="5" name="Rounded Rectangle 5"/>
                <wp:cNvGraphicFramePr/>
                <a:graphic xmlns:a="http://schemas.openxmlformats.org/drawingml/2006/main">
                  <a:graphicData uri="http://schemas.microsoft.com/office/word/2010/wordprocessingShape">
                    <wps:wsp>
                      <wps:cNvSpPr/>
                      <wps:spPr>
                        <a:xfrm>
                          <a:off x="0" y="0"/>
                          <a:ext cx="6972935" cy="2178658"/>
                        </a:xfrm>
                        <a:prstGeom prst="roundRect">
                          <a:avLst/>
                        </a:prstGeom>
                        <a:solidFill>
                          <a:schemeClr val="bg2"/>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697FE2" w14:textId="77777777" w:rsidR="00CC7C28" w:rsidRPr="00CC7C28" w:rsidRDefault="00CC7C28" w:rsidP="00C401CB">
                            <w:pPr>
                              <w:tabs>
                                <w:tab w:val="left" w:pos="1335"/>
                              </w:tabs>
                              <w:spacing w:after="0" w:line="240" w:lineRule="auto"/>
                              <w:rPr>
                                <w:lang w:val="hu-HU"/>
                              </w:rPr>
                            </w:pPr>
                            <w:r>
                              <w:rPr>
                                <w:lang w:val="hu-HU"/>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A9C3496" id="Rounded Rectangle 5" o:spid="_x0000_s1026" style="position:absolute;left:0;text-align:left;margin-left:-10.45pt;margin-top:9.85pt;width:549.05pt;height:171.55pt;z-index:-25165926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" fillcolor="#e7e6e6 [3214]" strokecolor="#bdd6ee [1300]" strokeweight="1pt">
                <v:stroke joinstyle="miter"/>
                <v:textbox>
                  <w:txbxContent>
                    <w:p w14:paraId="00697FE2" w14:textId="77777777" w:rsidR="00CC7C28" w:rsidRPr="00CC7C28" w:rsidRDefault="00CC7C28" w:rsidP="00C401CB">
                      <w:pPr>
                        <w:tabs>
                          <w:tab w:val="left" w:pos="1335"/>
                        </w:tabs>
                        <w:spacing w:after="0" w:line="240" w:lineRule="auto"/>
                        <w:rPr>
                          <w:lang w:val="hu-HU"/>
                        </w:rPr>
                      </w:pPr>
                      <w:r>
                        <w:rPr>
                          <w:lang w:val="hu-HU"/>
                        </w:rPr>
                        <w:t xml:space="preserve"> </w:t>
                      </w:r>
                    </w:p>
                  </w:txbxContent>
                </v:textbox>
                <w10:wrap anchorx="margin"/>
              </v:roundrect>
            </w:pict>
          </mc:Fallback>
        </mc:AlternateContent>
      </w:r>
    </w:p>
    <w:p w14:paraId="24BCC654" w14:textId="77777777" w:rsidR="00701315" w:rsidRPr="008C55ED" w:rsidRDefault="00701315" w:rsidP="00D709F8">
      <w:pPr>
        <w:spacing w:after="0"/>
        <w:rPr>
          <w:rFonts w:ascii="Arial" w:hAnsi="Arial" w:cs="Arial"/>
          <w:color w:val="A6A6A6" w:themeColor="background1" w:themeShade="A6"/>
          <w:sz w:val="16"/>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71"/>
        <w:gridCol w:w="704"/>
        <w:gridCol w:w="2381"/>
      </w:tblGrid>
      <w:tr w:rsidR="00794CC2" w:rsidRPr="005B1F39" w14:paraId="283B734E" w14:textId="77777777" w:rsidTr="009C0B6D">
        <w:trPr>
          <w:trHeight w:val="340"/>
        </w:trPr>
        <w:tc>
          <w:tcPr>
            <w:tcW w:w="10456" w:type="dxa"/>
            <w:gridSpan w:val="3"/>
          </w:tcPr>
          <w:p w14:paraId="7911501D" w14:textId="77777777" w:rsidR="00794CC2" w:rsidRPr="005B1F39" w:rsidRDefault="00794CC2" w:rsidP="00A965A8">
            <w:pPr>
              <w:tabs>
                <w:tab w:val="center" w:pos="1791"/>
              </w:tabs>
              <w:rPr>
                <w:rFonts w:ascii="Arial" w:hAnsi="Arial" w:cs="Arial"/>
                <w:b/>
                <w:sz w:val="18"/>
                <w:szCs w:val="18"/>
              </w:rPr>
            </w:pPr>
            <w:r w:rsidRPr="00023219">
              <w:rPr>
                <w:rFonts w:ascii="Arial" w:hAnsi="Arial" w:cs="Arial"/>
                <w:b/>
                <w:noProof/>
                <w:color w:val="FF0000"/>
                <w:sz w:val="18"/>
                <w:szCs w:val="18"/>
                <w:lang w:eastAsia="en-GB"/>
              </w:rPr>
              <mc:AlternateContent>
                <mc:Choice Requires="wps">
                  <w:drawing>
                    <wp:anchor distT="0" distB="0" distL="114300" distR="114300" simplePos="0" relativeHeight="251740160" behindDoc="1" locked="0" layoutInCell="1" allowOverlap="1" wp14:anchorId="0924FE68" wp14:editId="6B4097B9">
                      <wp:simplePos x="0" y="0"/>
                      <wp:positionH relativeFrom="column">
                        <wp:posOffset>317184</wp:posOffset>
                      </wp:positionH>
                      <wp:positionV relativeFrom="paragraph">
                        <wp:posOffset>-20637</wp:posOffset>
                      </wp:positionV>
                      <wp:extent cx="6190932" cy="166370"/>
                      <wp:effectExtent l="0" t="0" r="19685" b="24130"/>
                      <wp:wrapNone/>
                      <wp:docPr id="7" name="Rounded Rectangle 7"/>
                      <wp:cNvGraphicFramePr/>
                      <a:graphic xmlns:a="http://schemas.openxmlformats.org/drawingml/2006/main">
                        <a:graphicData uri="http://schemas.microsoft.com/office/word/2010/wordprocessingShape">
                          <wps:wsp>
                            <wps:cNvSpPr/>
                            <wps:spPr>
                              <a:xfrm>
                                <a:off x="0" y="0"/>
                                <a:ext cx="6190932" cy="16637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1F402AC" id="Rounded Rectangle 7" o:spid="_x0000_s1026" style="position:absolute;margin-left:25pt;margin-top:-1.6pt;width:487.45pt;height:13.1pt;z-index:-25157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" fillcolor="white [3212]" strokecolor="#bdd6ee [1300]" strokeweight="1pt">
                      <v:stroke joinstyle="miter"/>
                    </v:roundrect>
                  </w:pict>
                </mc:Fallback>
              </mc:AlternateContent>
            </w:r>
            <w:r w:rsidRPr="005D0D4A">
              <w:rPr>
                <w:rFonts w:ascii="Arial" w:hAnsi="Arial" w:cs="Arial"/>
                <w:b/>
                <w:sz w:val="18"/>
                <w:szCs w:val="18"/>
              </w:rPr>
              <w:t>Title</w:t>
            </w:r>
            <w:r>
              <w:rPr>
                <w:rFonts w:ascii="Arial" w:hAnsi="Arial" w:cs="Arial"/>
                <w:b/>
                <w:sz w:val="18"/>
                <w:szCs w:val="18"/>
              </w:rPr>
              <w:t xml:space="preserve"> </w:t>
            </w:r>
            <w:r w:rsidR="00CA116D">
              <w:rPr>
                <w:rFonts w:ascii="Arial" w:hAnsi="Arial" w:cs="Arial"/>
                <w:b/>
                <w:sz w:val="18"/>
                <w:szCs w:val="18"/>
              </w:rPr>
              <w:t xml:space="preserve">  </w:t>
            </w:r>
            <w:r>
              <w:rPr>
                <w:rFonts w:ascii="Arial" w:hAnsi="Arial" w:cs="Arial"/>
                <w:b/>
                <w:sz w:val="18"/>
                <w:szCs w:val="18"/>
              </w:rPr>
              <w:t xml:space="preserve"> </w:t>
            </w:r>
            <w:r w:rsidR="00CB4932">
              <w:rPr>
                <w:rFonts w:ascii="Arial" w:hAnsi="Arial" w:cs="Arial"/>
                <w:b/>
                <w:sz w:val="18"/>
                <w:szCs w:val="18"/>
              </w:rPr>
              <w:t>Associate Protection Officer</w:t>
            </w:r>
          </w:p>
        </w:tc>
      </w:tr>
      <w:tr w:rsidR="00794CC2" w:rsidRPr="005B1F39" w14:paraId="09F91BE3" w14:textId="77777777" w:rsidTr="009C0B6D">
        <w:trPr>
          <w:trHeight w:val="340"/>
        </w:trPr>
        <w:tc>
          <w:tcPr>
            <w:tcW w:w="7371" w:type="dxa"/>
          </w:tcPr>
          <w:p w14:paraId="0BC33A1A" w14:textId="77777777" w:rsidR="00794CC2" w:rsidRPr="00FC70F5" w:rsidRDefault="00794CC2" w:rsidP="00CB4932">
            <w:pPr>
              <w:rPr>
                <w:rFonts w:ascii="Arial" w:hAnsi="Arial" w:cs="Arial"/>
                <w:sz w:val="18"/>
                <w:szCs w:val="18"/>
              </w:rPr>
            </w:pPr>
            <w:r w:rsidRPr="00C401CB">
              <w:rPr>
                <w:rFonts w:ascii="Arial" w:hAnsi="Arial" w:cs="Arial"/>
                <w:b/>
                <w:sz w:val="18"/>
                <w:szCs w:val="18"/>
              </w:rPr>
              <w:t>Functional Group - Level 1</w:t>
            </w:r>
            <w:r>
              <w:rPr>
                <w:rFonts w:ascii="Arial" w:hAnsi="Arial" w:cs="Arial"/>
                <w:b/>
                <w:sz w:val="18"/>
                <w:szCs w:val="18"/>
              </w:rPr>
              <w:t xml:space="preserve"> </w:t>
            </w:r>
            <w:r w:rsidRPr="00C401CB">
              <w:rPr>
                <w:rFonts w:ascii="Arial" w:hAnsi="Arial" w:cs="Arial"/>
                <w:b/>
                <w:sz w:val="18"/>
                <w:szCs w:val="18"/>
              </w:rPr>
              <w:t xml:space="preserve">  </w:t>
            </w:r>
            <w:r>
              <w:rPr>
                <w:rFonts w:ascii="Arial" w:hAnsi="Arial" w:cs="Arial"/>
                <w:sz w:val="18"/>
                <w:szCs w:val="18"/>
              </w:rPr>
              <w:t xml:space="preserve">  </w:t>
            </w:r>
            <w:r w:rsidR="00CB4932">
              <w:rPr>
                <w:rFonts w:ascii="Arial" w:hAnsi="Arial" w:cs="Arial"/>
                <w:sz w:val="18"/>
                <w:szCs w:val="18"/>
              </w:rPr>
              <w:t>2</w:t>
            </w:r>
          </w:p>
        </w:tc>
        <w:tc>
          <w:tcPr>
            <w:tcW w:w="3085" w:type="dxa"/>
            <w:gridSpan w:val="2"/>
          </w:tcPr>
          <w:p w14:paraId="5B98A4DA" w14:textId="77777777" w:rsidR="00794CC2" w:rsidRPr="004141E9" w:rsidRDefault="00023219" w:rsidP="007C5648">
            <w:pPr>
              <w:tabs>
                <w:tab w:val="left" w:pos="1335"/>
              </w:tabs>
              <w:rPr>
                <w:rFonts w:ascii="Arial" w:hAnsi="Arial" w:cs="Arial"/>
                <w:sz w:val="18"/>
                <w:szCs w:val="18"/>
              </w:rPr>
            </w:pPr>
            <w:r w:rsidRPr="005D0D4A">
              <w:rPr>
                <w:rFonts w:ascii="Arial" w:hAnsi="Arial" w:cs="Arial"/>
                <w:b/>
                <w:noProof/>
                <w:sz w:val="18"/>
                <w:szCs w:val="18"/>
                <w:lang w:eastAsia="en-GB"/>
              </w:rPr>
              <mc:AlternateContent>
                <mc:Choice Requires="wps">
                  <w:drawing>
                    <wp:anchor distT="0" distB="0" distL="114300" distR="114300" simplePos="0" relativeHeight="251738112" behindDoc="1" locked="0" layoutInCell="1" allowOverlap="1" wp14:anchorId="28097A09" wp14:editId="0E9B7F6B">
                      <wp:simplePos x="0" y="0"/>
                      <wp:positionH relativeFrom="column">
                        <wp:posOffset>432435</wp:posOffset>
                      </wp:positionH>
                      <wp:positionV relativeFrom="paragraph">
                        <wp:posOffset>-17462</wp:posOffset>
                      </wp:positionV>
                      <wp:extent cx="1395413" cy="166370"/>
                      <wp:effectExtent l="0" t="0" r="14605" b="24130"/>
                      <wp:wrapNone/>
                      <wp:docPr id="8" name="Rounded Rectangle 8"/>
                      <wp:cNvGraphicFramePr/>
                      <a:graphic xmlns:a="http://schemas.openxmlformats.org/drawingml/2006/main">
                        <a:graphicData uri="http://schemas.microsoft.com/office/word/2010/wordprocessingShape">
                          <wps:wsp>
                            <wps:cNvSpPr/>
                            <wps:spPr>
                              <a:xfrm>
                                <a:off x="0" y="0"/>
                                <a:ext cx="1395413" cy="16637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5A4E834" id="Rounded Rectangle 8" o:spid="_x0000_s1026" style="position:absolute;margin-left:34.05pt;margin-top:-1.35pt;width:109.9pt;height:13.1pt;z-index:-25157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" fillcolor="white [3212]" strokecolor="#bdd6ee [1300]" strokeweight="1pt">
                      <v:stroke joinstyle="miter"/>
                    </v:roundrect>
                  </w:pict>
                </mc:Fallback>
              </mc:AlternateContent>
            </w:r>
            <w:r w:rsidR="00794CC2" w:rsidRPr="005B1F39">
              <w:rPr>
                <w:rFonts w:ascii="Arial" w:hAnsi="Arial" w:cs="Arial"/>
                <w:b/>
                <w:sz w:val="18"/>
                <w:szCs w:val="18"/>
              </w:rPr>
              <w:t>Grade</w:t>
            </w:r>
            <w:r w:rsidR="00CA116D">
              <w:rPr>
                <w:rFonts w:ascii="Arial" w:hAnsi="Arial" w:cs="Arial"/>
                <w:b/>
                <w:sz w:val="18"/>
                <w:szCs w:val="18"/>
              </w:rPr>
              <w:t xml:space="preserve">   </w:t>
            </w:r>
            <w:r w:rsidR="007C5648">
              <w:rPr>
                <w:rFonts w:ascii="Arial" w:hAnsi="Arial" w:cs="Arial"/>
                <w:b/>
                <w:sz w:val="18"/>
                <w:szCs w:val="18"/>
              </w:rPr>
              <w:t xml:space="preserve">  </w:t>
            </w:r>
            <w:sdt>
              <w:sdtPr>
                <w:rPr>
                  <w:rFonts w:ascii="Arial" w:hAnsi="Arial" w:cs="Arial"/>
                  <w:sz w:val="18"/>
                  <w:szCs w:val="18"/>
                </w:rPr>
                <w:id w:val="-314105171"/>
                <w:placeholder>
                  <w:docPart w:val="64C9B454D7844AF3BA03008E88B1A54E"/>
                </w:placeholder>
                <w:dropDownList>
                  <w:listItem w:displayText="choose an item" w:value="choose an item"/>
                  <w:listItem w:displayText="D2" w:value="D2"/>
                  <w:listItem w:displayText="D1" w:value="D1"/>
                  <w:listItem w:displayText="P5" w:value="P5"/>
                  <w:listItem w:displayText="P4" w:value="P4"/>
                  <w:listItem w:displayText="P3" w:value="P3"/>
                  <w:listItem w:displayText="P2" w:value="P2"/>
                  <w:listItem w:displayText="P1" w:value="P1"/>
                  <w:listItem w:displayText="NOD" w:value="NOD"/>
                  <w:listItem w:displayText="NOC" w:value="NOC"/>
                  <w:listItem w:displayText="NOB" w:value="NOB"/>
                  <w:listItem w:displayText="NOA" w:value="NOA"/>
                  <w:listItem w:displayText="P4/NOD" w:value="P4/NOD"/>
                  <w:listItem w:displayText="P3/NOC" w:value="P3/NOC"/>
                  <w:listItem w:displayText="P2/NOB" w:value="P2/NOB"/>
                  <w:listItem w:displayText="P1/NOA" w:value="P1/NOA"/>
                  <w:listItem w:displayText="FS5" w:value="FS5"/>
                  <w:listItem w:displayText="FS4" w:value="FS4"/>
                  <w:listItem w:displayText="G7" w:value="G7"/>
                  <w:listItem w:displayText="G6" w:value="G6"/>
                  <w:listItem w:displayText="G5" w:value="G5"/>
                  <w:listItem w:displayText="G4" w:value="G4"/>
                  <w:listItem w:displayText="G3" w:value="G3"/>
                  <w:listItem w:displayText="G2" w:value="G2"/>
                </w:dropDownList>
              </w:sdtPr>
              <w:sdtEndPr/>
              <w:sdtContent>
                <w:r w:rsidR="00CB4932">
                  <w:rPr>
                    <w:rFonts w:ascii="Arial" w:hAnsi="Arial" w:cs="Arial"/>
                    <w:sz w:val="18"/>
                    <w:szCs w:val="18"/>
                  </w:rPr>
                  <w:t>P2/NOB</w:t>
                </w:r>
              </w:sdtContent>
            </w:sdt>
            <w:r w:rsidR="007C5648">
              <w:rPr>
                <w:rFonts w:ascii="Arial" w:hAnsi="Arial" w:cs="Arial"/>
                <w:b/>
                <w:sz w:val="18"/>
                <w:szCs w:val="18"/>
              </w:rPr>
              <w:tab/>
            </w:r>
          </w:p>
        </w:tc>
      </w:tr>
      <w:tr w:rsidR="00794CC2" w:rsidRPr="005B1F39" w14:paraId="2F58A87B" w14:textId="77777777" w:rsidTr="009C0B6D">
        <w:trPr>
          <w:trHeight w:val="340"/>
        </w:trPr>
        <w:tc>
          <w:tcPr>
            <w:tcW w:w="7371" w:type="dxa"/>
          </w:tcPr>
          <w:p w14:paraId="34AF7B07" w14:textId="77777777" w:rsidR="00794CC2" w:rsidRPr="00FC70F5" w:rsidRDefault="00794CC2" w:rsidP="00CB4932">
            <w:pPr>
              <w:rPr>
                <w:rFonts w:ascii="Arial" w:hAnsi="Arial" w:cs="Arial"/>
                <w:sz w:val="18"/>
                <w:szCs w:val="18"/>
              </w:rPr>
            </w:pPr>
            <w:r w:rsidRPr="00C401CB">
              <w:rPr>
                <w:rFonts w:ascii="Arial" w:hAnsi="Arial" w:cs="Arial"/>
                <w:b/>
                <w:noProof/>
                <w:sz w:val="18"/>
                <w:szCs w:val="18"/>
                <w:lang w:eastAsia="en-GB"/>
              </w:rPr>
              <mc:AlternateContent>
                <mc:Choice Requires="wps">
                  <w:drawing>
                    <wp:anchor distT="0" distB="0" distL="114300" distR="114300" simplePos="0" relativeHeight="251732992" behindDoc="1" locked="0" layoutInCell="1" allowOverlap="1" wp14:anchorId="7E73DEAB" wp14:editId="3E324C2B">
                      <wp:simplePos x="0" y="0"/>
                      <wp:positionH relativeFrom="column">
                        <wp:posOffset>1564958</wp:posOffset>
                      </wp:positionH>
                      <wp:positionV relativeFrom="paragraph">
                        <wp:posOffset>-238125</wp:posOffset>
                      </wp:positionV>
                      <wp:extent cx="2938462" cy="166370"/>
                      <wp:effectExtent l="0" t="0" r="14605" b="24130"/>
                      <wp:wrapNone/>
                      <wp:docPr id="13" name="Rounded Rectangle 13"/>
                      <wp:cNvGraphicFramePr/>
                      <a:graphic xmlns:a="http://schemas.openxmlformats.org/drawingml/2006/main">
                        <a:graphicData uri="http://schemas.microsoft.com/office/word/2010/wordprocessingShape">
                          <wps:wsp>
                            <wps:cNvSpPr/>
                            <wps:spPr>
                              <a:xfrm>
                                <a:off x="0" y="0"/>
                                <a:ext cx="2938462" cy="16637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DD43A07" id="Rounded Rectangle 13" o:spid="_x0000_s1026" style="position:absolute;margin-left:123.25pt;margin-top:-18.75pt;width:231.35pt;height:13.1pt;z-index:-25158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" fillcolor="white [3212]" strokecolor="#bdd6ee [1300]" strokeweight="1pt">
                      <v:stroke joinstyle="miter"/>
                    </v:roundrect>
                  </w:pict>
                </mc:Fallback>
              </mc:AlternateContent>
            </w:r>
            <w:r w:rsidRPr="00C401CB">
              <w:rPr>
                <w:rFonts w:ascii="Arial" w:hAnsi="Arial" w:cs="Arial"/>
                <w:b/>
                <w:noProof/>
                <w:sz w:val="18"/>
                <w:szCs w:val="18"/>
                <w:lang w:eastAsia="en-GB"/>
              </w:rPr>
              <mc:AlternateContent>
                <mc:Choice Requires="wps">
                  <w:drawing>
                    <wp:anchor distT="0" distB="0" distL="114300" distR="114300" simplePos="0" relativeHeight="251734016" behindDoc="1" locked="0" layoutInCell="1" allowOverlap="1" wp14:anchorId="2AA0E5D0" wp14:editId="799D2E62">
                      <wp:simplePos x="0" y="0"/>
                      <wp:positionH relativeFrom="column">
                        <wp:posOffset>1564958</wp:posOffset>
                      </wp:positionH>
                      <wp:positionV relativeFrom="paragraph">
                        <wp:posOffset>-23812</wp:posOffset>
                      </wp:positionV>
                      <wp:extent cx="2938462" cy="166370"/>
                      <wp:effectExtent l="0" t="0" r="14605" b="24130"/>
                      <wp:wrapNone/>
                      <wp:docPr id="16" name="Rounded Rectangle 16"/>
                      <wp:cNvGraphicFramePr/>
                      <a:graphic xmlns:a="http://schemas.openxmlformats.org/drawingml/2006/main">
                        <a:graphicData uri="http://schemas.microsoft.com/office/word/2010/wordprocessingShape">
                          <wps:wsp>
                            <wps:cNvSpPr/>
                            <wps:spPr>
                              <a:xfrm>
                                <a:off x="0" y="0"/>
                                <a:ext cx="2938462" cy="16637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B0063CD" id="Rounded Rectangle 16" o:spid="_x0000_s1026" style="position:absolute;margin-left:123.25pt;margin-top:-1.85pt;width:231.35pt;height:13.1pt;z-index:-25158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" fillcolor="white [3212]" strokecolor="#bdd6ee [1300]" strokeweight="1pt">
                      <v:stroke joinstyle="miter"/>
                    </v:roundrect>
                  </w:pict>
                </mc:Fallback>
              </mc:AlternateContent>
            </w:r>
            <w:r w:rsidRPr="00C401CB">
              <w:rPr>
                <w:rFonts w:ascii="Arial" w:hAnsi="Arial" w:cs="Arial"/>
                <w:b/>
                <w:noProof/>
                <w:sz w:val="18"/>
                <w:szCs w:val="18"/>
                <w:lang w:eastAsia="en-GB"/>
              </w:rPr>
              <mc:AlternateContent>
                <mc:Choice Requires="wps">
                  <w:drawing>
                    <wp:anchor distT="0" distB="0" distL="114300" distR="114300" simplePos="0" relativeHeight="251735040" behindDoc="1" locked="0" layoutInCell="1" allowOverlap="1" wp14:anchorId="1E094CEE" wp14:editId="65D90C84">
                      <wp:simplePos x="0" y="0"/>
                      <wp:positionH relativeFrom="column">
                        <wp:posOffset>1569720</wp:posOffset>
                      </wp:positionH>
                      <wp:positionV relativeFrom="paragraph">
                        <wp:posOffset>190500</wp:posOffset>
                      </wp:positionV>
                      <wp:extent cx="2938462" cy="166370"/>
                      <wp:effectExtent l="0" t="0" r="14605" b="24130"/>
                      <wp:wrapNone/>
                      <wp:docPr id="17" name="Rounded Rectangle 17"/>
                      <wp:cNvGraphicFramePr/>
                      <a:graphic xmlns:a="http://schemas.openxmlformats.org/drawingml/2006/main">
                        <a:graphicData uri="http://schemas.microsoft.com/office/word/2010/wordprocessingShape">
                          <wps:wsp>
                            <wps:cNvSpPr/>
                            <wps:spPr>
                              <a:xfrm>
                                <a:off x="0" y="0"/>
                                <a:ext cx="2938462" cy="16637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B81E8A1" id="Rounded Rectangle 17" o:spid="_x0000_s1026" style="position:absolute;margin-left:123.6pt;margin-top:15pt;width:231.35pt;height:13.1pt;z-index:-251581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" fillcolor="white [3212]" strokecolor="#bdd6ee [1300]" strokeweight="1pt">
                      <v:stroke joinstyle="miter"/>
                    </v:roundrect>
                  </w:pict>
                </mc:Fallback>
              </mc:AlternateContent>
            </w:r>
            <w:r w:rsidRPr="00C401CB">
              <w:rPr>
                <w:rFonts w:ascii="Arial" w:hAnsi="Arial" w:cs="Arial"/>
                <w:b/>
                <w:sz w:val="18"/>
                <w:szCs w:val="18"/>
              </w:rPr>
              <w:t>Functional Group - Level 2</w:t>
            </w:r>
            <w:r>
              <w:rPr>
                <w:rFonts w:ascii="Arial" w:hAnsi="Arial" w:cs="Arial"/>
                <w:b/>
                <w:sz w:val="18"/>
                <w:szCs w:val="18"/>
              </w:rPr>
              <w:t xml:space="preserve">    </w:t>
            </w:r>
            <w:r>
              <w:rPr>
                <w:rFonts w:ascii="Arial" w:hAnsi="Arial" w:cs="Arial"/>
                <w:sz w:val="18"/>
                <w:szCs w:val="18"/>
              </w:rPr>
              <w:t xml:space="preserve"> </w:t>
            </w:r>
            <w:r w:rsidR="00CB4932">
              <w:rPr>
                <w:rFonts w:ascii="Arial" w:hAnsi="Arial" w:cs="Arial"/>
                <w:sz w:val="18"/>
                <w:szCs w:val="18"/>
              </w:rPr>
              <w:t>2.2</w:t>
            </w:r>
          </w:p>
        </w:tc>
        <w:tc>
          <w:tcPr>
            <w:tcW w:w="3085" w:type="dxa"/>
            <w:gridSpan w:val="2"/>
          </w:tcPr>
          <w:p w14:paraId="4B0F91C9" w14:textId="77777777" w:rsidR="00794CC2" w:rsidRPr="004141E9" w:rsidRDefault="00794CC2" w:rsidP="00C401CB">
            <w:pPr>
              <w:tabs>
                <w:tab w:val="left" w:pos="1335"/>
              </w:tabs>
              <w:rPr>
                <w:rFonts w:ascii="Arial" w:hAnsi="Arial" w:cs="Arial"/>
                <w:sz w:val="18"/>
                <w:szCs w:val="18"/>
              </w:rPr>
            </w:pPr>
            <w:r w:rsidRPr="00C401CB">
              <w:rPr>
                <w:rFonts w:ascii="Arial" w:hAnsi="Arial" w:cs="Arial"/>
                <w:b/>
                <w:noProof/>
                <w:sz w:val="18"/>
                <w:szCs w:val="18"/>
                <w:lang w:eastAsia="en-GB"/>
              </w:rPr>
              <mc:AlternateContent>
                <mc:Choice Requires="wps">
                  <w:drawing>
                    <wp:anchor distT="0" distB="0" distL="114300" distR="114300" simplePos="0" relativeHeight="251737088" behindDoc="1" locked="0" layoutInCell="1" allowOverlap="1" wp14:anchorId="52C21DC9" wp14:editId="7BFD8F31">
                      <wp:simplePos x="0" y="0"/>
                      <wp:positionH relativeFrom="column">
                        <wp:posOffset>594360</wp:posOffset>
                      </wp:positionH>
                      <wp:positionV relativeFrom="paragraph">
                        <wp:posOffset>-28575</wp:posOffset>
                      </wp:positionV>
                      <wp:extent cx="1233170" cy="166370"/>
                      <wp:effectExtent l="0" t="0" r="24130" b="24130"/>
                      <wp:wrapNone/>
                      <wp:docPr id="10" name="Rounded Rectangle 10"/>
                      <wp:cNvGraphicFramePr/>
                      <a:graphic xmlns:a="http://schemas.openxmlformats.org/drawingml/2006/main">
                        <a:graphicData uri="http://schemas.microsoft.com/office/word/2010/wordprocessingShape">
                          <wps:wsp>
                            <wps:cNvSpPr/>
                            <wps:spPr>
                              <a:xfrm>
                                <a:off x="0" y="0"/>
                                <a:ext cx="1233170" cy="16637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5DED39A" id="Rounded Rectangle 10" o:spid="_x0000_s1026" style="position:absolute;margin-left:46.8pt;margin-top:-2.25pt;width:97.1pt;height:13.1pt;z-index:-25157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" fillcolor="white [3212]" strokecolor="#bdd6ee [1300]" strokeweight="1pt">
                      <v:stroke joinstyle="miter"/>
                    </v:roundrect>
                  </w:pict>
                </mc:Fallback>
              </mc:AlternateContent>
            </w:r>
            <w:r w:rsidRPr="00C401CB">
              <w:rPr>
                <w:rFonts w:ascii="Arial" w:hAnsi="Arial" w:cs="Arial"/>
                <w:b/>
                <w:sz w:val="18"/>
                <w:szCs w:val="18"/>
              </w:rPr>
              <w:t xml:space="preserve">Job Code </w:t>
            </w:r>
            <w:r>
              <w:rPr>
                <w:rFonts w:ascii="Arial" w:hAnsi="Arial" w:cs="Arial"/>
                <w:sz w:val="18"/>
                <w:szCs w:val="18"/>
              </w:rPr>
              <w:t xml:space="preserve">  </w:t>
            </w:r>
            <w:r w:rsidR="009C0B6D">
              <w:rPr>
                <w:rFonts w:ascii="Arial" w:hAnsi="Arial" w:cs="Arial"/>
                <w:sz w:val="18"/>
                <w:szCs w:val="18"/>
              </w:rPr>
              <w:t xml:space="preserve"> </w:t>
            </w:r>
            <w:r w:rsidR="00CB4932">
              <w:rPr>
                <w:rFonts w:ascii="Arial" w:hAnsi="Arial" w:cs="Arial"/>
                <w:sz w:val="18"/>
                <w:szCs w:val="18"/>
              </w:rPr>
              <w:t>000079/N00079</w:t>
            </w:r>
          </w:p>
        </w:tc>
      </w:tr>
      <w:tr w:rsidR="00794CC2" w:rsidRPr="005B1F39" w14:paraId="7C3F4FFE" w14:textId="77777777" w:rsidTr="009C0B6D">
        <w:trPr>
          <w:trHeight w:val="340"/>
        </w:trPr>
        <w:tc>
          <w:tcPr>
            <w:tcW w:w="7371" w:type="dxa"/>
          </w:tcPr>
          <w:p w14:paraId="77445610" w14:textId="77777777" w:rsidR="00794CC2" w:rsidRPr="00FC70F5" w:rsidRDefault="00794CC2" w:rsidP="00CB4932">
            <w:pPr>
              <w:rPr>
                <w:rFonts w:ascii="Arial" w:hAnsi="Arial" w:cs="Arial"/>
                <w:sz w:val="18"/>
                <w:szCs w:val="18"/>
              </w:rPr>
            </w:pPr>
            <w:r w:rsidRPr="00C401CB">
              <w:rPr>
                <w:rFonts w:ascii="Arial" w:hAnsi="Arial" w:cs="Arial"/>
                <w:b/>
                <w:sz w:val="18"/>
                <w:szCs w:val="18"/>
              </w:rPr>
              <w:t>Functional Group - Level 3</w:t>
            </w:r>
            <w:r>
              <w:rPr>
                <w:rFonts w:ascii="Arial" w:hAnsi="Arial" w:cs="Arial"/>
                <w:sz w:val="18"/>
                <w:szCs w:val="18"/>
              </w:rPr>
              <w:t xml:space="preserve">     </w:t>
            </w:r>
            <w:r w:rsidR="00CB4932">
              <w:rPr>
                <w:rFonts w:ascii="Arial" w:hAnsi="Arial" w:cs="Arial"/>
                <w:sz w:val="18"/>
                <w:szCs w:val="18"/>
              </w:rPr>
              <w:t>2.</w:t>
            </w:r>
            <w:proofErr w:type="gramStart"/>
            <w:r w:rsidR="00CB4932">
              <w:rPr>
                <w:rFonts w:ascii="Arial" w:hAnsi="Arial" w:cs="Arial"/>
                <w:sz w:val="18"/>
                <w:szCs w:val="18"/>
              </w:rPr>
              <w:t>2.a</w:t>
            </w:r>
            <w:proofErr w:type="gramEnd"/>
          </w:p>
        </w:tc>
        <w:tc>
          <w:tcPr>
            <w:tcW w:w="3085" w:type="dxa"/>
            <w:gridSpan w:val="2"/>
          </w:tcPr>
          <w:p w14:paraId="13A6ACC9" w14:textId="77777777" w:rsidR="00794CC2" w:rsidRPr="00B2650F" w:rsidRDefault="00794CC2" w:rsidP="00CB4932">
            <w:pPr>
              <w:tabs>
                <w:tab w:val="left" w:pos="1335"/>
              </w:tabs>
              <w:rPr>
                <w:rFonts w:ascii="Arial" w:hAnsi="Arial" w:cs="Arial"/>
                <w:b/>
                <w:sz w:val="18"/>
                <w:szCs w:val="18"/>
              </w:rPr>
            </w:pPr>
            <w:r w:rsidRPr="00C401CB">
              <w:rPr>
                <w:rFonts w:ascii="Arial" w:hAnsi="Arial" w:cs="Arial"/>
                <w:b/>
                <w:noProof/>
                <w:sz w:val="18"/>
                <w:szCs w:val="18"/>
                <w:lang w:eastAsia="en-GB"/>
              </w:rPr>
              <mc:AlternateContent>
                <mc:Choice Requires="wps">
                  <w:drawing>
                    <wp:anchor distT="0" distB="0" distL="114300" distR="114300" simplePos="0" relativeHeight="251731968" behindDoc="1" locked="0" layoutInCell="1" allowOverlap="1" wp14:anchorId="496B4F93" wp14:editId="34D88F26">
                      <wp:simplePos x="0" y="0"/>
                      <wp:positionH relativeFrom="column">
                        <wp:posOffset>713423</wp:posOffset>
                      </wp:positionH>
                      <wp:positionV relativeFrom="paragraph">
                        <wp:posOffset>-15875</wp:posOffset>
                      </wp:positionV>
                      <wp:extent cx="1113790" cy="166370"/>
                      <wp:effectExtent l="0" t="0" r="10160" b="24130"/>
                      <wp:wrapNone/>
                      <wp:docPr id="9" name="Rounded Rectangle 9"/>
                      <wp:cNvGraphicFramePr/>
                      <a:graphic xmlns:a="http://schemas.openxmlformats.org/drawingml/2006/main">
                        <a:graphicData uri="http://schemas.microsoft.com/office/word/2010/wordprocessingShape">
                          <wps:wsp>
                            <wps:cNvSpPr/>
                            <wps:spPr>
                              <a:xfrm>
                                <a:off x="0" y="0"/>
                                <a:ext cx="1113790" cy="16637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8673706" id="Rounded Rectangle 9" o:spid="_x0000_s1026" style="position:absolute;margin-left:56.2pt;margin-top:-1.25pt;width:87.7pt;height:13.1pt;z-index:-25158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" fillcolor="white [3212]" strokecolor="#bdd6ee [1300]" strokeweight="1pt">
                      <v:stroke joinstyle="miter"/>
                    </v:roundrect>
                  </w:pict>
                </mc:Fallback>
              </mc:AlternateContent>
            </w:r>
            <w:r w:rsidRPr="00C401CB">
              <w:rPr>
                <w:rFonts w:ascii="Arial" w:hAnsi="Arial" w:cs="Arial"/>
                <w:b/>
                <w:sz w:val="18"/>
                <w:szCs w:val="18"/>
              </w:rPr>
              <w:t>CCOG Code</w:t>
            </w:r>
            <w:r w:rsidRPr="00A54F70">
              <w:rPr>
                <w:rFonts w:ascii="Arial" w:hAnsi="Arial" w:cs="Arial"/>
                <w:color w:val="00B0F0"/>
                <w:sz w:val="18"/>
                <w:szCs w:val="18"/>
              </w:rPr>
              <w:t xml:space="preserve"> </w:t>
            </w:r>
            <w:r w:rsidRPr="00B2650F">
              <w:rPr>
                <w:rFonts w:ascii="Arial" w:hAnsi="Arial" w:cs="Arial"/>
                <w:sz w:val="18"/>
                <w:szCs w:val="18"/>
              </w:rPr>
              <w:t xml:space="preserve"> </w:t>
            </w:r>
            <w:r w:rsidR="00B2650F">
              <w:rPr>
                <w:rFonts w:ascii="Arial" w:hAnsi="Arial" w:cs="Arial"/>
                <w:sz w:val="18"/>
                <w:szCs w:val="18"/>
              </w:rPr>
              <w:t xml:space="preserve">   </w:t>
            </w:r>
            <w:r w:rsidR="00CB4932">
              <w:rPr>
                <w:rFonts w:ascii="Arial" w:hAnsi="Arial" w:cs="Arial"/>
                <w:sz w:val="18"/>
                <w:szCs w:val="18"/>
              </w:rPr>
              <w:t xml:space="preserve">1.G.02 </w:t>
            </w:r>
          </w:p>
        </w:tc>
      </w:tr>
      <w:tr w:rsidR="00794CC2" w:rsidRPr="005B1F39" w14:paraId="2165FFE1" w14:textId="77777777" w:rsidTr="009C0B6D">
        <w:trPr>
          <w:trHeight w:val="340"/>
        </w:trPr>
        <w:tc>
          <w:tcPr>
            <w:tcW w:w="8075" w:type="dxa"/>
            <w:gridSpan w:val="2"/>
          </w:tcPr>
          <w:p w14:paraId="23ECAD39" w14:textId="77777777" w:rsidR="00794CC2" w:rsidRPr="005B1F39" w:rsidRDefault="00794CC2" w:rsidP="00794CC2">
            <w:pPr>
              <w:rPr>
                <w:rFonts w:ascii="Arial" w:hAnsi="Arial" w:cs="Arial"/>
                <w:b/>
                <w:sz w:val="18"/>
                <w:szCs w:val="18"/>
              </w:rPr>
            </w:pPr>
            <w:r w:rsidRPr="005D0D4A">
              <w:rPr>
                <w:rFonts w:ascii="Arial" w:hAnsi="Arial" w:cs="Arial"/>
                <w:b/>
                <w:noProof/>
                <w:sz w:val="18"/>
                <w:szCs w:val="18"/>
                <w:lang w:eastAsia="en-GB"/>
              </w:rPr>
              <mc:AlternateContent>
                <mc:Choice Requires="wps">
                  <w:drawing>
                    <wp:anchor distT="0" distB="0" distL="114300" distR="114300" simplePos="0" relativeHeight="251736064" behindDoc="1" locked="0" layoutInCell="1" allowOverlap="1" wp14:anchorId="72F868FD" wp14:editId="3EE096FD">
                      <wp:simplePos x="0" y="0"/>
                      <wp:positionH relativeFrom="column">
                        <wp:posOffset>1701847</wp:posOffset>
                      </wp:positionH>
                      <wp:positionV relativeFrom="paragraph">
                        <wp:posOffset>-31115</wp:posOffset>
                      </wp:positionV>
                      <wp:extent cx="540000" cy="166370"/>
                      <wp:effectExtent l="0" t="0" r="12700" b="24130"/>
                      <wp:wrapNone/>
                      <wp:docPr id="11" name="Rounded Rectangle 11"/>
                      <wp:cNvGraphicFramePr/>
                      <a:graphic xmlns:a="http://schemas.openxmlformats.org/drawingml/2006/main">
                        <a:graphicData uri="http://schemas.microsoft.com/office/word/2010/wordprocessingShape">
                          <wps:wsp>
                            <wps:cNvSpPr/>
                            <wps:spPr>
                              <a:xfrm>
                                <a:off x="0" y="0"/>
                                <a:ext cx="540000" cy="16637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27558D3" id="Rounded Rectangle 11" o:spid="_x0000_s1026" style="position:absolute;margin-left:134pt;margin-top:-2.45pt;width:42.5pt;height:13.1pt;z-index:-25158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" fillcolor="white [3212]" strokecolor="#bdd6ee [1300]" strokeweight="1pt">
                      <v:stroke joinstyle="miter"/>
                    </v:roundrect>
                  </w:pict>
                </mc:Fallback>
              </mc:AlternateContent>
            </w:r>
            <w:r w:rsidRPr="00D709F8">
              <w:rPr>
                <w:rFonts w:ascii="Arial" w:hAnsi="Arial" w:cs="Arial"/>
                <w:b/>
                <w:noProof/>
                <w:sz w:val="18"/>
                <w:szCs w:val="18"/>
                <w:lang w:eastAsia="en-GB"/>
              </w:rPr>
              <w:t>Functional Clearance Required</w:t>
            </w:r>
            <w:r>
              <w:rPr>
                <w:rFonts w:ascii="Arial" w:hAnsi="Arial" w:cs="Arial"/>
                <w:b/>
                <w:sz w:val="18"/>
                <w:szCs w:val="18"/>
              </w:rPr>
              <w:t xml:space="preserve">  </w:t>
            </w:r>
            <w:sdt>
              <w:sdtPr>
                <w:rPr>
                  <w:rFonts w:ascii="Arial" w:hAnsi="Arial" w:cs="Arial"/>
                  <w:sz w:val="18"/>
                  <w:szCs w:val="18"/>
                </w:rPr>
                <w:id w:val="-1446075923"/>
                <w:placeholder>
                  <w:docPart w:val="2B4074FAD33C49AA85F40A11355415D4"/>
                </w:placeholder>
                <w:dropDownList>
                  <w:listItem w:value="Choose an item."/>
                  <w:listItem w:displayText="No" w:value="No"/>
                  <w:listItem w:displayText="Yes" w:value="Yes"/>
                </w:dropDownList>
              </w:sdtPr>
              <w:sdtEndPr/>
              <w:sdtContent>
                <w:r w:rsidRPr="00D709F8">
                  <w:rPr>
                    <w:rFonts w:ascii="Arial" w:hAnsi="Arial" w:cs="Arial"/>
                    <w:sz w:val="18"/>
                    <w:szCs w:val="18"/>
                  </w:rPr>
                  <w:t>No</w:t>
                </w:r>
              </w:sdtContent>
            </w:sdt>
            <w:r>
              <w:rPr>
                <w:rFonts w:ascii="Arial" w:hAnsi="Arial" w:cs="Arial"/>
                <w:b/>
                <w:sz w:val="18"/>
                <w:szCs w:val="18"/>
              </w:rPr>
              <w:t xml:space="preserve"> </w:t>
            </w:r>
          </w:p>
        </w:tc>
        <w:tc>
          <w:tcPr>
            <w:tcW w:w="2381" w:type="dxa"/>
          </w:tcPr>
          <w:p w14:paraId="49BE378D" w14:textId="77777777" w:rsidR="00794CC2" w:rsidRPr="005D0D4A" w:rsidRDefault="00794CC2" w:rsidP="00794CC2">
            <w:pPr>
              <w:tabs>
                <w:tab w:val="left" w:pos="914"/>
              </w:tabs>
              <w:rPr>
                <w:rFonts w:ascii="Arial" w:hAnsi="Arial" w:cs="Arial"/>
                <w:b/>
                <w:noProof/>
                <w:sz w:val="18"/>
                <w:szCs w:val="18"/>
                <w:lang w:eastAsia="en-GB"/>
              </w:rPr>
            </w:pPr>
          </w:p>
        </w:tc>
      </w:tr>
    </w:tbl>
    <w:p w14:paraId="6116248A" w14:textId="77777777" w:rsidR="00193CDC" w:rsidRDefault="00193CDC" w:rsidP="009D21C4">
      <w:pPr>
        <w:spacing w:after="0"/>
        <w:jc w:val="right"/>
        <w:rPr>
          <w:rFonts w:ascii="Arial" w:hAnsi="Arial" w:cs="Arial"/>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74"/>
        <w:gridCol w:w="4082"/>
      </w:tblGrid>
      <w:tr w:rsidR="00CE6970" w14:paraId="64A49479" w14:textId="77777777" w:rsidTr="00F70B4C">
        <w:trPr>
          <w:trHeight w:val="283"/>
        </w:trPr>
        <w:tc>
          <w:tcPr>
            <w:tcW w:w="10456" w:type="dxa"/>
            <w:gridSpan w:val="2"/>
          </w:tcPr>
          <w:p w14:paraId="2984BF1D" w14:textId="77777777" w:rsidR="00CE6970" w:rsidRPr="00CE6970" w:rsidRDefault="00CE6970" w:rsidP="003B798B">
            <w:pPr>
              <w:rPr>
                <w:rFonts w:ascii="Arial" w:hAnsi="Arial" w:cs="Arial"/>
                <w:b/>
                <w:sz w:val="20"/>
                <w:szCs w:val="20"/>
                <w:u w:val="single"/>
              </w:rPr>
            </w:pPr>
            <w:r w:rsidRPr="00CE6970">
              <w:rPr>
                <w:rFonts w:ascii="Arial" w:hAnsi="Arial" w:cs="Arial"/>
                <w:b/>
                <w:sz w:val="18"/>
                <w:szCs w:val="20"/>
                <w:u w:val="single"/>
              </w:rPr>
              <w:t>FOR EXPERT POSITIONS ONLY</w:t>
            </w:r>
          </w:p>
        </w:tc>
      </w:tr>
      <w:tr w:rsidR="00CE6970" w:rsidRPr="00254315" w14:paraId="58A3640A" w14:textId="77777777" w:rsidTr="00F70B4C">
        <w:trPr>
          <w:trHeight w:val="283"/>
        </w:trPr>
        <w:tc>
          <w:tcPr>
            <w:tcW w:w="6374" w:type="dxa"/>
          </w:tcPr>
          <w:p w14:paraId="18E0D71A" w14:textId="77777777" w:rsidR="00CE6970" w:rsidRPr="00254315" w:rsidRDefault="00E36F50" w:rsidP="00F70B4C">
            <w:pPr>
              <w:rPr>
                <w:rFonts w:ascii="Arial" w:hAnsi="Arial" w:cs="Arial"/>
                <w:b/>
                <w:sz w:val="18"/>
                <w:szCs w:val="20"/>
              </w:rPr>
            </w:pPr>
            <w:r w:rsidRPr="005D0D4A">
              <w:rPr>
                <w:rFonts w:ascii="Arial" w:hAnsi="Arial" w:cs="Arial"/>
                <w:b/>
                <w:noProof/>
                <w:sz w:val="18"/>
                <w:szCs w:val="18"/>
                <w:lang w:eastAsia="en-GB"/>
              </w:rPr>
              <mc:AlternateContent>
                <mc:Choice Requires="wps">
                  <w:drawing>
                    <wp:anchor distT="0" distB="0" distL="114300" distR="114300" simplePos="0" relativeHeight="251682816" behindDoc="1" locked="0" layoutInCell="1" allowOverlap="1" wp14:anchorId="490D4319" wp14:editId="1CD3F219">
                      <wp:simplePos x="0" y="0"/>
                      <wp:positionH relativeFrom="column">
                        <wp:posOffset>1028700</wp:posOffset>
                      </wp:positionH>
                      <wp:positionV relativeFrom="paragraph">
                        <wp:posOffset>-17780</wp:posOffset>
                      </wp:positionV>
                      <wp:extent cx="2880000" cy="144000"/>
                      <wp:effectExtent l="0" t="0" r="15875" b="27940"/>
                      <wp:wrapNone/>
                      <wp:docPr id="19" name="Rounded Rectangle 19"/>
                      <wp:cNvGraphicFramePr/>
                      <a:graphic xmlns:a="http://schemas.openxmlformats.org/drawingml/2006/main">
                        <a:graphicData uri="http://schemas.microsoft.com/office/word/2010/wordprocessingShape">
                          <wps:wsp>
                            <wps:cNvSpPr/>
                            <wps:spPr>
                              <a:xfrm>
                                <a:off x="0" y="0"/>
                                <a:ext cx="2880000" cy="14400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3D51906" id="Rounded Rectangle 19" o:spid="_x0000_s1026" style="position:absolute;margin-left:81pt;margin-top:-1.4pt;width:226.75pt;height:11.3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" fillcolor="white [3212]" strokecolor="#bdd6ee [1300]" strokeweight="1pt">
                      <v:stroke joinstyle="miter"/>
                    </v:roundrect>
                  </w:pict>
                </mc:Fallback>
              </mc:AlternateContent>
            </w:r>
            <w:r>
              <w:rPr>
                <w:rFonts w:ascii="Arial" w:hAnsi="Arial" w:cs="Arial"/>
                <w:b/>
                <w:sz w:val="18"/>
                <w:szCs w:val="20"/>
              </w:rPr>
              <w:t>Position Number</w:t>
            </w:r>
            <w:r w:rsidR="003A23B4">
              <w:rPr>
                <w:rFonts w:ascii="Arial" w:hAnsi="Arial" w:cs="Arial"/>
                <w:b/>
                <w:sz w:val="18"/>
                <w:szCs w:val="20"/>
              </w:rPr>
              <w:t xml:space="preserve"> </w:t>
            </w:r>
            <w:r w:rsidR="00CA116D">
              <w:rPr>
                <w:rFonts w:ascii="Arial" w:hAnsi="Arial" w:cs="Arial"/>
                <w:b/>
                <w:sz w:val="18"/>
                <w:szCs w:val="20"/>
              </w:rPr>
              <w:t xml:space="preserve"> </w:t>
            </w:r>
            <w:r w:rsidR="003A23B4">
              <w:rPr>
                <w:rFonts w:ascii="Arial" w:hAnsi="Arial" w:cs="Arial"/>
                <w:b/>
                <w:sz w:val="18"/>
                <w:szCs w:val="20"/>
              </w:rPr>
              <w:t xml:space="preserve">   </w:t>
            </w:r>
            <w:r w:rsidR="00F70B4C">
              <w:rPr>
                <w:rFonts w:ascii="Arial" w:hAnsi="Arial" w:cs="Arial"/>
                <w:sz w:val="18"/>
                <w:szCs w:val="20"/>
              </w:rPr>
              <w:fldChar w:fldCharType="begin">
                <w:ffData>
                  <w:name w:val="Text9"/>
                  <w:enabled/>
                  <w:calcOnExit w:val="0"/>
                  <w:textInput>
                    <w:maxLength w:val="15"/>
                  </w:textInput>
                </w:ffData>
              </w:fldChar>
            </w:r>
            <w:bookmarkStart w:id="0" w:name="Text9"/>
            <w:r w:rsidR="00F70B4C">
              <w:rPr>
                <w:rFonts w:ascii="Arial" w:hAnsi="Arial" w:cs="Arial"/>
                <w:sz w:val="18"/>
                <w:szCs w:val="20"/>
              </w:rPr>
              <w:instrText xml:space="preserve"> FORMTEXT </w:instrText>
            </w:r>
            <w:r w:rsidR="00F70B4C">
              <w:rPr>
                <w:rFonts w:ascii="Arial" w:hAnsi="Arial" w:cs="Arial"/>
                <w:sz w:val="18"/>
                <w:szCs w:val="20"/>
              </w:rPr>
            </w:r>
            <w:r w:rsidR="00F70B4C">
              <w:rPr>
                <w:rFonts w:ascii="Arial" w:hAnsi="Arial" w:cs="Arial"/>
                <w:sz w:val="18"/>
                <w:szCs w:val="20"/>
              </w:rPr>
              <w:fldChar w:fldCharType="separate"/>
            </w:r>
            <w:r w:rsidR="00F70B4C">
              <w:rPr>
                <w:rFonts w:ascii="Arial" w:hAnsi="Arial" w:cs="Arial"/>
                <w:noProof/>
                <w:sz w:val="18"/>
                <w:szCs w:val="20"/>
              </w:rPr>
              <w:t> </w:t>
            </w:r>
            <w:r w:rsidR="00F70B4C">
              <w:rPr>
                <w:rFonts w:ascii="Arial" w:hAnsi="Arial" w:cs="Arial"/>
                <w:noProof/>
                <w:sz w:val="18"/>
                <w:szCs w:val="20"/>
              </w:rPr>
              <w:t> </w:t>
            </w:r>
            <w:r w:rsidR="00F70B4C">
              <w:rPr>
                <w:rFonts w:ascii="Arial" w:hAnsi="Arial" w:cs="Arial"/>
                <w:noProof/>
                <w:sz w:val="18"/>
                <w:szCs w:val="20"/>
              </w:rPr>
              <w:t> </w:t>
            </w:r>
            <w:r w:rsidR="00F70B4C">
              <w:rPr>
                <w:rFonts w:ascii="Arial" w:hAnsi="Arial" w:cs="Arial"/>
                <w:noProof/>
                <w:sz w:val="18"/>
                <w:szCs w:val="20"/>
              </w:rPr>
              <w:t> </w:t>
            </w:r>
            <w:r w:rsidR="00F70B4C">
              <w:rPr>
                <w:rFonts w:ascii="Arial" w:hAnsi="Arial" w:cs="Arial"/>
                <w:noProof/>
                <w:sz w:val="18"/>
                <w:szCs w:val="20"/>
              </w:rPr>
              <w:t> </w:t>
            </w:r>
            <w:r w:rsidR="00F70B4C">
              <w:rPr>
                <w:rFonts w:ascii="Arial" w:hAnsi="Arial" w:cs="Arial"/>
                <w:sz w:val="18"/>
                <w:szCs w:val="20"/>
              </w:rPr>
              <w:fldChar w:fldCharType="end"/>
            </w:r>
            <w:bookmarkEnd w:id="0"/>
          </w:p>
        </w:tc>
        <w:tc>
          <w:tcPr>
            <w:tcW w:w="4082" w:type="dxa"/>
          </w:tcPr>
          <w:p w14:paraId="04A8BE91" w14:textId="77777777" w:rsidR="00CE6970" w:rsidRPr="00254315" w:rsidRDefault="00E5600A" w:rsidP="007C5648">
            <w:pPr>
              <w:tabs>
                <w:tab w:val="left" w:pos="2580"/>
              </w:tabs>
              <w:rPr>
                <w:rFonts w:ascii="Arial" w:hAnsi="Arial" w:cs="Arial"/>
                <w:b/>
                <w:sz w:val="18"/>
                <w:szCs w:val="20"/>
              </w:rPr>
            </w:pPr>
            <w:r w:rsidRPr="005D0D4A">
              <w:rPr>
                <w:rFonts w:ascii="Arial" w:hAnsi="Arial" w:cs="Arial"/>
                <w:b/>
                <w:noProof/>
                <w:sz w:val="18"/>
                <w:szCs w:val="18"/>
                <w:lang w:eastAsia="en-GB"/>
              </w:rPr>
              <mc:AlternateContent>
                <mc:Choice Requires="wps">
                  <w:drawing>
                    <wp:anchor distT="0" distB="0" distL="114300" distR="114300" simplePos="0" relativeHeight="251686912" behindDoc="1" locked="0" layoutInCell="1" allowOverlap="1" wp14:anchorId="09FB5EA9" wp14:editId="0B6B2801">
                      <wp:simplePos x="0" y="0"/>
                      <wp:positionH relativeFrom="column">
                        <wp:posOffset>497205</wp:posOffset>
                      </wp:positionH>
                      <wp:positionV relativeFrom="paragraph">
                        <wp:posOffset>-15240</wp:posOffset>
                      </wp:positionV>
                      <wp:extent cx="2016000" cy="143510"/>
                      <wp:effectExtent l="0" t="0" r="22860" b="27940"/>
                      <wp:wrapNone/>
                      <wp:docPr id="21" name="Rounded Rectangle 21"/>
                      <wp:cNvGraphicFramePr/>
                      <a:graphic xmlns:a="http://schemas.openxmlformats.org/drawingml/2006/main">
                        <a:graphicData uri="http://schemas.microsoft.com/office/word/2010/wordprocessingShape">
                          <wps:wsp>
                            <wps:cNvSpPr/>
                            <wps:spPr>
                              <a:xfrm>
                                <a:off x="0" y="0"/>
                                <a:ext cx="2016000" cy="14351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8142C8B" id="Rounded Rectangle 21" o:spid="_x0000_s1026" style="position:absolute;margin-left:39.15pt;margin-top:-1.2pt;width:158.75pt;height:11.3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" fillcolor="white [3212]" strokecolor="#bdd6ee [1300]" strokeweight="1pt">
                      <v:stroke joinstyle="miter"/>
                    </v:roundrect>
                  </w:pict>
                </mc:Fallback>
              </mc:AlternateContent>
            </w:r>
            <w:r w:rsidR="00CE6970" w:rsidRPr="00254315">
              <w:rPr>
                <w:rFonts w:ascii="Arial" w:hAnsi="Arial" w:cs="Arial"/>
                <w:b/>
                <w:sz w:val="18"/>
                <w:szCs w:val="20"/>
              </w:rPr>
              <w:t>Location</w:t>
            </w:r>
            <w:r w:rsidR="00CA116D">
              <w:rPr>
                <w:rFonts w:ascii="Arial" w:hAnsi="Arial" w:cs="Arial"/>
                <w:b/>
                <w:sz w:val="18"/>
                <w:szCs w:val="20"/>
              </w:rPr>
              <w:t xml:space="preserve"> </w:t>
            </w:r>
            <w:r w:rsidR="003A23B4">
              <w:rPr>
                <w:rFonts w:ascii="Arial" w:hAnsi="Arial" w:cs="Arial"/>
                <w:b/>
                <w:sz w:val="18"/>
                <w:szCs w:val="20"/>
              </w:rPr>
              <w:t xml:space="preserve"> </w:t>
            </w:r>
            <w:r w:rsidR="00F70B4C">
              <w:rPr>
                <w:rFonts w:ascii="Arial" w:hAnsi="Arial" w:cs="Arial"/>
                <w:sz w:val="18"/>
                <w:szCs w:val="20"/>
              </w:rPr>
              <w:fldChar w:fldCharType="begin">
                <w:ffData>
                  <w:name w:val="Text12"/>
                  <w:enabled/>
                  <w:calcOnExit w:val="0"/>
                  <w:textInput>
                    <w:maxLength w:val="30"/>
                  </w:textInput>
                </w:ffData>
              </w:fldChar>
            </w:r>
            <w:bookmarkStart w:id="1" w:name="Text12"/>
            <w:r w:rsidR="00F70B4C">
              <w:rPr>
                <w:rFonts w:ascii="Arial" w:hAnsi="Arial" w:cs="Arial"/>
                <w:sz w:val="18"/>
                <w:szCs w:val="20"/>
              </w:rPr>
              <w:instrText xml:space="preserve"> FORMTEXT </w:instrText>
            </w:r>
            <w:r w:rsidR="00F70B4C">
              <w:rPr>
                <w:rFonts w:ascii="Arial" w:hAnsi="Arial" w:cs="Arial"/>
                <w:sz w:val="18"/>
                <w:szCs w:val="20"/>
              </w:rPr>
            </w:r>
            <w:r w:rsidR="00F70B4C">
              <w:rPr>
                <w:rFonts w:ascii="Arial" w:hAnsi="Arial" w:cs="Arial"/>
                <w:sz w:val="18"/>
                <w:szCs w:val="20"/>
              </w:rPr>
              <w:fldChar w:fldCharType="separate"/>
            </w:r>
            <w:r w:rsidR="00F70B4C">
              <w:rPr>
                <w:rFonts w:ascii="Arial" w:hAnsi="Arial" w:cs="Arial"/>
                <w:noProof/>
                <w:sz w:val="18"/>
                <w:szCs w:val="20"/>
              </w:rPr>
              <w:t> </w:t>
            </w:r>
            <w:r w:rsidR="00F70B4C">
              <w:rPr>
                <w:rFonts w:ascii="Arial" w:hAnsi="Arial" w:cs="Arial"/>
                <w:noProof/>
                <w:sz w:val="18"/>
                <w:szCs w:val="20"/>
              </w:rPr>
              <w:t> </w:t>
            </w:r>
            <w:r w:rsidR="00F70B4C">
              <w:rPr>
                <w:rFonts w:ascii="Arial" w:hAnsi="Arial" w:cs="Arial"/>
                <w:noProof/>
                <w:sz w:val="18"/>
                <w:szCs w:val="20"/>
              </w:rPr>
              <w:t> </w:t>
            </w:r>
            <w:r w:rsidR="00F70B4C">
              <w:rPr>
                <w:rFonts w:ascii="Arial" w:hAnsi="Arial" w:cs="Arial"/>
                <w:noProof/>
                <w:sz w:val="18"/>
                <w:szCs w:val="20"/>
              </w:rPr>
              <w:t> </w:t>
            </w:r>
            <w:r w:rsidR="00F70B4C">
              <w:rPr>
                <w:rFonts w:ascii="Arial" w:hAnsi="Arial" w:cs="Arial"/>
                <w:noProof/>
                <w:sz w:val="18"/>
                <w:szCs w:val="20"/>
              </w:rPr>
              <w:t> </w:t>
            </w:r>
            <w:r w:rsidR="00F70B4C">
              <w:rPr>
                <w:rFonts w:ascii="Arial" w:hAnsi="Arial" w:cs="Arial"/>
                <w:sz w:val="18"/>
                <w:szCs w:val="20"/>
              </w:rPr>
              <w:fldChar w:fldCharType="end"/>
            </w:r>
            <w:bookmarkEnd w:id="1"/>
          </w:p>
        </w:tc>
      </w:tr>
      <w:tr w:rsidR="00CE6970" w:rsidRPr="00254315" w14:paraId="0F2A9CC5" w14:textId="77777777" w:rsidTr="00F70B4C">
        <w:trPr>
          <w:trHeight w:val="283"/>
        </w:trPr>
        <w:tc>
          <w:tcPr>
            <w:tcW w:w="6374" w:type="dxa"/>
          </w:tcPr>
          <w:p w14:paraId="0F41C9A6" w14:textId="77777777" w:rsidR="00CE6970" w:rsidRPr="00254315" w:rsidRDefault="00E36F50" w:rsidP="00F70B4C">
            <w:pPr>
              <w:rPr>
                <w:rFonts w:ascii="Arial" w:hAnsi="Arial" w:cs="Arial"/>
                <w:b/>
                <w:sz w:val="18"/>
                <w:szCs w:val="20"/>
              </w:rPr>
            </w:pPr>
            <w:r w:rsidRPr="005D0D4A">
              <w:rPr>
                <w:rFonts w:ascii="Arial" w:hAnsi="Arial" w:cs="Arial"/>
                <w:b/>
                <w:noProof/>
                <w:sz w:val="18"/>
                <w:szCs w:val="18"/>
                <w:lang w:eastAsia="en-GB"/>
              </w:rPr>
              <mc:AlternateContent>
                <mc:Choice Requires="wps">
                  <w:drawing>
                    <wp:anchor distT="0" distB="0" distL="114300" distR="114300" simplePos="0" relativeHeight="251680768" behindDoc="1" locked="0" layoutInCell="1" allowOverlap="1" wp14:anchorId="28EA6117" wp14:editId="429B8812">
                      <wp:simplePos x="0" y="0"/>
                      <wp:positionH relativeFrom="column">
                        <wp:posOffset>1649095</wp:posOffset>
                      </wp:positionH>
                      <wp:positionV relativeFrom="paragraph">
                        <wp:posOffset>-17780</wp:posOffset>
                      </wp:positionV>
                      <wp:extent cx="2268000" cy="144000"/>
                      <wp:effectExtent l="0" t="0" r="18415" b="27940"/>
                      <wp:wrapNone/>
                      <wp:docPr id="18" name="Rounded Rectangle 18"/>
                      <wp:cNvGraphicFramePr/>
                      <a:graphic xmlns:a="http://schemas.openxmlformats.org/drawingml/2006/main">
                        <a:graphicData uri="http://schemas.microsoft.com/office/word/2010/wordprocessingShape">
                          <wps:wsp>
                            <wps:cNvSpPr/>
                            <wps:spPr>
                              <a:xfrm>
                                <a:off x="0" y="0"/>
                                <a:ext cx="2268000" cy="14400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64077FA" id="Rounded Rectangle 18" o:spid="_x0000_s1026" style="position:absolute;margin-left:129.85pt;margin-top:-1.4pt;width:178.6pt;height:11.3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" fillcolor="white [3212]" strokecolor="#bdd6ee [1300]" strokeweight="1pt">
                      <v:stroke joinstyle="miter"/>
                    </v:roundrect>
                  </w:pict>
                </mc:Fallback>
              </mc:AlternateContent>
            </w:r>
            <w:r w:rsidR="00CE6970" w:rsidRPr="00254315">
              <w:rPr>
                <w:rFonts w:ascii="Arial" w:hAnsi="Arial" w:cs="Arial"/>
                <w:b/>
                <w:sz w:val="18"/>
                <w:szCs w:val="20"/>
              </w:rPr>
              <w:t xml:space="preserve">Supervisor Position </w:t>
            </w:r>
            <w:r>
              <w:rPr>
                <w:rFonts w:ascii="Arial" w:hAnsi="Arial" w:cs="Arial"/>
                <w:b/>
                <w:sz w:val="18"/>
                <w:szCs w:val="20"/>
              </w:rPr>
              <w:t>Number</w:t>
            </w:r>
            <w:r w:rsidR="003A23B4">
              <w:rPr>
                <w:rFonts w:ascii="Arial" w:hAnsi="Arial" w:cs="Arial"/>
                <w:b/>
                <w:sz w:val="18"/>
                <w:szCs w:val="20"/>
              </w:rPr>
              <w:t xml:space="preserve">  </w:t>
            </w:r>
            <w:r w:rsidR="00CA116D">
              <w:rPr>
                <w:rFonts w:ascii="Arial" w:hAnsi="Arial" w:cs="Arial"/>
                <w:b/>
                <w:sz w:val="18"/>
                <w:szCs w:val="20"/>
              </w:rPr>
              <w:t xml:space="preserve"> </w:t>
            </w:r>
            <w:r w:rsidR="003A23B4">
              <w:rPr>
                <w:rFonts w:ascii="Arial" w:hAnsi="Arial" w:cs="Arial"/>
                <w:b/>
                <w:sz w:val="18"/>
                <w:szCs w:val="20"/>
              </w:rPr>
              <w:t xml:space="preserve">  </w:t>
            </w:r>
            <w:r w:rsidR="00F70B4C">
              <w:rPr>
                <w:rFonts w:ascii="Arial" w:hAnsi="Arial" w:cs="Arial"/>
                <w:sz w:val="18"/>
                <w:szCs w:val="20"/>
              </w:rPr>
              <w:fldChar w:fldCharType="begin">
                <w:ffData>
                  <w:name w:val="Text10"/>
                  <w:enabled/>
                  <w:calcOnExit w:val="0"/>
                  <w:textInput>
                    <w:maxLength w:val="15"/>
                  </w:textInput>
                </w:ffData>
              </w:fldChar>
            </w:r>
            <w:bookmarkStart w:id="2" w:name="Text10"/>
            <w:r w:rsidR="00F70B4C">
              <w:rPr>
                <w:rFonts w:ascii="Arial" w:hAnsi="Arial" w:cs="Arial"/>
                <w:sz w:val="18"/>
                <w:szCs w:val="20"/>
              </w:rPr>
              <w:instrText xml:space="preserve"> FORMTEXT </w:instrText>
            </w:r>
            <w:r w:rsidR="00F70B4C">
              <w:rPr>
                <w:rFonts w:ascii="Arial" w:hAnsi="Arial" w:cs="Arial"/>
                <w:sz w:val="18"/>
                <w:szCs w:val="20"/>
              </w:rPr>
            </w:r>
            <w:r w:rsidR="00F70B4C">
              <w:rPr>
                <w:rFonts w:ascii="Arial" w:hAnsi="Arial" w:cs="Arial"/>
                <w:sz w:val="18"/>
                <w:szCs w:val="20"/>
              </w:rPr>
              <w:fldChar w:fldCharType="separate"/>
            </w:r>
            <w:r w:rsidR="00F70B4C">
              <w:rPr>
                <w:rFonts w:ascii="Arial" w:hAnsi="Arial" w:cs="Arial"/>
                <w:noProof/>
                <w:sz w:val="18"/>
                <w:szCs w:val="20"/>
              </w:rPr>
              <w:t> </w:t>
            </w:r>
            <w:r w:rsidR="00F70B4C">
              <w:rPr>
                <w:rFonts w:ascii="Arial" w:hAnsi="Arial" w:cs="Arial"/>
                <w:noProof/>
                <w:sz w:val="18"/>
                <w:szCs w:val="20"/>
              </w:rPr>
              <w:t> </w:t>
            </w:r>
            <w:r w:rsidR="00F70B4C">
              <w:rPr>
                <w:rFonts w:ascii="Arial" w:hAnsi="Arial" w:cs="Arial"/>
                <w:noProof/>
                <w:sz w:val="18"/>
                <w:szCs w:val="20"/>
              </w:rPr>
              <w:t> </w:t>
            </w:r>
            <w:r w:rsidR="00F70B4C">
              <w:rPr>
                <w:rFonts w:ascii="Arial" w:hAnsi="Arial" w:cs="Arial"/>
                <w:noProof/>
                <w:sz w:val="18"/>
                <w:szCs w:val="20"/>
              </w:rPr>
              <w:t> </w:t>
            </w:r>
            <w:r w:rsidR="00F70B4C">
              <w:rPr>
                <w:rFonts w:ascii="Arial" w:hAnsi="Arial" w:cs="Arial"/>
                <w:noProof/>
                <w:sz w:val="18"/>
                <w:szCs w:val="20"/>
              </w:rPr>
              <w:t> </w:t>
            </w:r>
            <w:r w:rsidR="00F70B4C">
              <w:rPr>
                <w:rFonts w:ascii="Arial" w:hAnsi="Arial" w:cs="Arial"/>
                <w:sz w:val="18"/>
                <w:szCs w:val="20"/>
              </w:rPr>
              <w:fldChar w:fldCharType="end"/>
            </w:r>
            <w:bookmarkEnd w:id="2"/>
          </w:p>
        </w:tc>
        <w:tc>
          <w:tcPr>
            <w:tcW w:w="4082" w:type="dxa"/>
          </w:tcPr>
          <w:p w14:paraId="69E19C00" w14:textId="77777777" w:rsidR="00CE6970" w:rsidRPr="00254315" w:rsidRDefault="00CE6970" w:rsidP="003B798B">
            <w:pPr>
              <w:rPr>
                <w:rFonts w:ascii="Arial" w:hAnsi="Arial" w:cs="Arial"/>
                <w:b/>
                <w:sz w:val="18"/>
                <w:szCs w:val="20"/>
              </w:rPr>
            </w:pPr>
          </w:p>
        </w:tc>
      </w:tr>
      <w:tr w:rsidR="00CE6970" w:rsidRPr="00254315" w14:paraId="2FFEAEEC" w14:textId="77777777" w:rsidTr="00F70B4C">
        <w:trPr>
          <w:trHeight w:val="283"/>
        </w:trPr>
        <w:tc>
          <w:tcPr>
            <w:tcW w:w="6374" w:type="dxa"/>
          </w:tcPr>
          <w:p w14:paraId="70CCF333" w14:textId="77777777" w:rsidR="00CE6970" w:rsidRPr="00254315" w:rsidRDefault="00BB1CD9" w:rsidP="008113D0">
            <w:pPr>
              <w:rPr>
                <w:rFonts w:ascii="Arial" w:hAnsi="Arial" w:cs="Arial"/>
                <w:b/>
                <w:sz w:val="18"/>
                <w:szCs w:val="20"/>
              </w:rPr>
            </w:pPr>
            <w:r w:rsidRPr="005D0D4A">
              <w:rPr>
                <w:rFonts w:ascii="Arial" w:hAnsi="Arial" w:cs="Arial"/>
                <w:b/>
                <w:noProof/>
                <w:sz w:val="18"/>
                <w:szCs w:val="18"/>
                <w:lang w:eastAsia="en-GB"/>
              </w:rPr>
              <mc:AlternateContent>
                <mc:Choice Requires="wps">
                  <w:drawing>
                    <wp:anchor distT="0" distB="0" distL="114300" distR="114300" simplePos="0" relativeHeight="251684864" behindDoc="1" locked="0" layoutInCell="1" allowOverlap="1" wp14:anchorId="63BFF6C6" wp14:editId="566AFAC5">
                      <wp:simplePos x="0" y="0"/>
                      <wp:positionH relativeFrom="column">
                        <wp:posOffset>1053465</wp:posOffset>
                      </wp:positionH>
                      <wp:positionV relativeFrom="paragraph">
                        <wp:posOffset>-16510</wp:posOffset>
                      </wp:positionV>
                      <wp:extent cx="2844000" cy="143510"/>
                      <wp:effectExtent l="0" t="0" r="13970" b="27940"/>
                      <wp:wrapNone/>
                      <wp:docPr id="20" name="Rounded Rectangle 20"/>
                      <wp:cNvGraphicFramePr/>
                      <a:graphic xmlns:a="http://schemas.openxmlformats.org/drawingml/2006/main">
                        <a:graphicData uri="http://schemas.microsoft.com/office/word/2010/wordprocessingShape">
                          <wps:wsp>
                            <wps:cNvSpPr/>
                            <wps:spPr>
                              <a:xfrm>
                                <a:off x="0" y="0"/>
                                <a:ext cx="2844000" cy="14351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D214D57" id="Rounded Rectangle 20" o:spid="_x0000_s1026" style="position:absolute;margin-left:82.95pt;margin-top:-1.3pt;width:223.95pt;height:11.3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" fillcolor="white [3212]" strokecolor="#bdd6ee [1300]" strokeweight="1pt">
                      <v:stroke joinstyle="miter"/>
                    </v:roundrect>
                  </w:pict>
                </mc:Fallback>
              </mc:AlternateContent>
            </w:r>
            <w:r w:rsidR="00CE6970" w:rsidRPr="00254315">
              <w:rPr>
                <w:rFonts w:ascii="Arial" w:hAnsi="Arial" w:cs="Arial"/>
                <w:b/>
                <w:sz w:val="18"/>
                <w:szCs w:val="20"/>
              </w:rPr>
              <w:t>Supervisor's Title</w:t>
            </w:r>
            <w:r w:rsidR="003A23B4">
              <w:rPr>
                <w:rFonts w:ascii="Arial" w:hAnsi="Arial" w:cs="Arial"/>
                <w:b/>
                <w:sz w:val="18"/>
                <w:szCs w:val="20"/>
              </w:rPr>
              <w:t xml:space="preserve"> </w:t>
            </w:r>
            <w:r w:rsidR="00CA116D">
              <w:rPr>
                <w:rFonts w:ascii="Arial" w:hAnsi="Arial" w:cs="Arial"/>
                <w:b/>
                <w:sz w:val="18"/>
                <w:szCs w:val="20"/>
              </w:rPr>
              <w:t xml:space="preserve"> </w:t>
            </w:r>
            <w:r w:rsidR="003A23B4">
              <w:rPr>
                <w:rFonts w:ascii="Arial" w:hAnsi="Arial" w:cs="Arial"/>
                <w:b/>
                <w:sz w:val="18"/>
                <w:szCs w:val="20"/>
              </w:rPr>
              <w:t xml:space="preserve">  </w:t>
            </w:r>
            <w:r w:rsidR="008113D0">
              <w:rPr>
                <w:rFonts w:ascii="Arial" w:hAnsi="Arial" w:cs="Arial"/>
                <w:sz w:val="18"/>
                <w:szCs w:val="20"/>
              </w:rPr>
              <w:fldChar w:fldCharType="begin">
                <w:ffData>
                  <w:name w:val="Text11"/>
                  <w:enabled/>
                  <w:calcOnExit w:val="0"/>
                  <w:textInput>
                    <w:maxLength w:val="40"/>
                  </w:textInput>
                </w:ffData>
              </w:fldChar>
            </w:r>
            <w:bookmarkStart w:id="3" w:name="Text11"/>
            <w:r w:rsidR="008113D0">
              <w:rPr>
                <w:rFonts w:ascii="Arial" w:hAnsi="Arial" w:cs="Arial"/>
                <w:sz w:val="18"/>
                <w:szCs w:val="20"/>
              </w:rPr>
              <w:instrText xml:space="preserve"> FORMTEXT </w:instrText>
            </w:r>
            <w:r w:rsidR="008113D0">
              <w:rPr>
                <w:rFonts w:ascii="Arial" w:hAnsi="Arial" w:cs="Arial"/>
                <w:sz w:val="18"/>
                <w:szCs w:val="20"/>
              </w:rPr>
            </w:r>
            <w:r w:rsidR="008113D0">
              <w:rPr>
                <w:rFonts w:ascii="Arial" w:hAnsi="Arial" w:cs="Arial"/>
                <w:sz w:val="18"/>
                <w:szCs w:val="20"/>
              </w:rPr>
              <w:fldChar w:fldCharType="separate"/>
            </w:r>
            <w:r w:rsidR="008113D0">
              <w:rPr>
                <w:rFonts w:ascii="Arial" w:hAnsi="Arial" w:cs="Arial"/>
                <w:noProof/>
                <w:sz w:val="18"/>
                <w:szCs w:val="20"/>
              </w:rPr>
              <w:t> </w:t>
            </w:r>
            <w:r w:rsidR="008113D0">
              <w:rPr>
                <w:rFonts w:ascii="Arial" w:hAnsi="Arial" w:cs="Arial"/>
                <w:noProof/>
                <w:sz w:val="18"/>
                <w:szCs w:val="20"/>
              </w:rPr>
              <w:t> </w:t>
            </w:r>
            <w:r w:rsidR="008113D0">
              <w:rPr>
                <w:rFonts w:ascii="Arial" w:hAnsi="Arial" w:cs="Arial"/>
                <w:noProof/>
                <w:sz w:val="18"/>
                <w:szCs w:val="20"/>
              </w:rPr>
              <w:t> </w:t>
            </w:r>
            <w:r w:rsidR="008113D0">
              <w:rPr>
                <w:rFonts w:ascii="Arial" w:hAnsi="Arial" w:cs="Arial"/>
                <w:noProof/>
                <w:sz w:val="18"/>
                <w:szCs w:val="20"/>
              </w:rPr>
              <w:t> </w:t>
            </w:r>
            <w:r w:rsidR="008113D0">
              <w:rPr>
                <w:rFonts w:ascii="Arial" w:hAnsi="Arial" w:cs="Arial"/>
                <w:noProof/>
                <w:sz w:val="18"/>
                <w:szCs w:val="20"/>
              </w:rPr>
              <w:t> </w:t>
            </w:r>
            <w:r w:rsidR="008113D0">
              <w:rPr>
                <w:rFonts w:ascii="Arial" w:hAnsi="Arial" w:cs="Arial"/>
                <w:sz w:val="18"/>
                <w:szCs w:val="20"/>
              </w:rPr>
              <w:fldChar w:fldCharType="end"/>
            </w:r>
            <w:bookmarkEnd w:id="3"/>
          </w:p>
        </w:tc>
        <w:tc>
          <w:tcPr>
            <w:tcW w:w="4082" w:type="dxa"/>
          </w:tcPr>
          <w:p w14:paraId="019AF03B" w14:textId="77777777" w:rsidR="00CE6970" w:rsidRPr="0015225D" w:rsidRDefault="0041641E" w:rsidP="007350FC">
            <w:pPr>
              <w:tabs>
                <w:tab w:val="right" w:pos="3866"/>
              </w:tabs>
              <w:rPr>
                <w:rFonts w:ascii="Arial" w:hAnsi="Arial" w:cs="Arial"/>
                <w:sz w:val="18"/>
                <w:szCs w:val="20"/>
              </w:rPr>
            </w:pPr>
            <w:r w:rsidRPr="005D0D4A">
              <w:rPr>
                <w:rFonts w:ascii="Arial" w:hAnsi="Arial" w:cs="Arial"/>
                <w:b/>
                <w:noProof/>
                <w:sz w:val="18"/>
                <w:szCs w:val="18"/>
                <w:lang w:eastAsia="en-GB"/>
              </w:rPr>
              <mc:AlternateContent>
                <mc:Choice Requires="wps">
                  <w:drawing>
                    <wp:anchor distT="0" distB="0" distL="114300" distR="114300" simplePos="0" relativeHeight="251688960" behindDoc="1" locked="0" layoutInCell="1" allowOverlap="1" wp14:anchorId="61234689" wp14:editId="2155CFFC">
                      <wp:simplePos x="0" y="0"/>
                      <wp:positionH relativeFrom="column">
                        <wp:posOffset>1024890</wp:posOffset>
                      </wp:positionH>
                      <wp:positionV relativeFrom="paragraph">
                        <wp:posOffset>-1905</wp:posOffset>
                      </wp:positionV>
                      <wp:extent cx="1476000" cy="143510"/>
                      <wp:effectExtent l="0" t="0" r="10160" b="27940"/>
                      <wp:wrapNone/>
                      <wp:docPr id="22" name="Rounded Rectangle 22"/>
                      <wp:cNvGraphicFramePr/>
                      <a:graphic xmlns:a="http://schemas.openxmlformats.org/drawingml/2006/main">
                        <a:graphicData uri="http://schemas.microsoft.com/office/word/2010/wordprocessingShape">
                          <wps:wsp>
                            <wps:cNvSpPr/>
                            <wps:spPr>
                              <a:xfrm>
                                <a:off x="0" y="0"/>
                                <a:ext cx="1476000" cy="143510"/>
                              </a:xfrm>
                              <a:prstGeom prst="roundRect">
                                <a:avLst/>
                              </a:prstGeom>
                              <a:solidFill>
                                <a:schemeClr val="bg1"/>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C5B5CF0" id="Rounded Rectangle 22" o:spid="_x0000_s1026" style="position:absolute;margin-left:80.7pt;margin-top:-.15pt;width:116.2pt;height:11.3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" fillcolor="white [3212]" strokecolor="#bdd6ee [1300]" strokeweight="1pt">
                      <v:stroke joinstyle="miter"/>
                    </v:roundrect>
                  </w:pict>
                </mc:Fallback>
              </mc:AlternateContent>
            </w:r>
            <w:r w:rsidR="00CE6970" w:rsidRPr="0015225D">
              <w:rPr>
                <w:rFonts w:ascii="Arial" w:hAnsi="Arial" w:cs="Arial"/>
                <w:b/>
                <w:sz w:val="18"/>
                <w:szCs w:val="20"/>
              </w:rPr>
              <w:t>Supervisor Grade</w:t>
            </w:r>
            <w:r w:rsidR="007C5648">
              <w:rPr>
                <w:rFonts w:ascii="Arial" w:hAnsi="Arial" w:cs="Arial"/>
                <w:b/>
                <w:sz w:val="18"/>
                <w:szCs w:val="20"/>
              </w:rPr>
              <w:t xml:space="preserve"> </w:t>
            </w:r>
            <w:r w:rsidR="00CA116D">
              <w:rPr>
                <w:rFonts w:ascii="Arial" w:hAnsi="Arial" w:cs="Arial"/>
                <w:b/>
                <w:sz w:val="18"/>
                <w:szCs w:val="20"/>
              </w:rPr>
              <w:t xml:space="preserve"> </w:t>
            </w:r>
            <w:r w:rsidR="007C5648">
              <w:rPr>
                <w:rFonts w:ascii="Arial" w:hAnsi="Arial" w:cs="Arial"/>
                <w:b/>
                <w:sz w:val="18"/>
                <w:szCs w:val="20"/>
              </w:rPr>
              <w:t xml:space="preserve">  </w:t>
            </w:r>
            <w:sdt>
              <w:sdtPr>
                <w:rPr>
                  <w:rFonts w:ascii="Arial" w:hAnsi="Arial" w:cs="Arial"/>
                  <w:sz w:val="18"/>
                  <w:szCs w:val="18"/>
                </w:rPr>
                <w:id w:val="-1939516404"/>
                <w:placeholder>
                  <w:docPart w:val="45C88A10C8124983AAB5BB1CE30DB3F7"/>
                </w:placeholder>
                <w15:color w:val="0072BC"/>
                <w:dropDownList>
                  <w:listItem w:displayText="choose an item" w:value="choose an item"/>
                  <w:listItem w:displayText="D2" w:value="D2"/>
                  <w:listItem w:displayText="D1" w:value="D1"/>
                  <w:listItem w:displayText="P5" w:value="P5"/>
                  <w:listItem w:displayText="P4" w:value="P4"/>
                  <w:listItem w:displayText="P3" w:value="P3"/>
                  <w:listItem w:displayText="P2" w:value="P2"/>
                  <w:listItem w:displayText="P1" w:value="P1"/>
                  <w:listItem w:displayText="NOD" w:value="NOD"/>
                  <w:listItem w:displayText="NOC" w:value="NOC"/>
                  <w:listItem w:displayText="NOB" w:value="NOB"/>
                  <w:listItem w:displayText="NOA" w:value="NOA"/>
                  <w:listItem w:displayText="G7" w:value="G7"/>
                  <w:listItem w:displayText="G6" w:value="G6"/>
                  <w:listItem w:displayText="G5" w:value="G5"/>
                  <w:listItem w:displayText="G4" w:value="G4"/>
                  <w:listItem w:displayText="G3" w:value="G3"/>
                </w:dropDownList>
              </w:sdtPr>
              <w:sdtEndPr/>
              <w:sdtContent>
                <w:r w:rsidR="00122398">
                  <w:rPr>
                    <w:rFonts w:ascii="Arial" w:hAnsi="Arial" w:cs="Arial"/>
                    <w:sz w:val="18"/>
                    <w:szCs w:val="18"/>
                  </w:rPr>
                  <w:t>choose an item</w:t>
                </w:r>
              </w:sdtContent>
            </w:sdt>
          </w:p>
        </w:tc>
      </w:tr>
    </w:tbl>
    <w:p w14:paraId="58896302" w14:textId="77777777" w:rsidR="0072613E" w:rsidRPr="008C55ED" w:rsidRDefault="0072613E" w:rsidP="00122170">
      <w:pPr>
        <w:spacing w:after="0"/>
        <w:rPr>
          <w:rFonts w:ascii="Arial" w:hAnsi="Arial" w:cs="Arial"/>
          <w:color w:val="A6A6A6" w:themeColor="background1" w:themeShade="A6"/>
          <w:sz w:val="18"/>
          <w:szCs w:val="18"/>
        </w:rPr>
      </w:pPr>
    </w:p>
    <w:p w14:paraId="29A82FD0" w14:textId="77777777" w:rsidR="00003E7A" w:rsidRPr="008C55ED" w:rsidRDefault="00136200" w:rsidP="00122170">
      <w:pPr>
        <w:spacing w:after="0"/>
        <w:rPr>
          <w:rFonts w:ascii="Arial" w:hAnsi="Arial" w:cs="Arial"/>
          <w:color w:val="A6A6A6" w:themeColor="background1" w:themeShade="A6"/>
          <w:sz w:val="18"/>
          <w:szCs w:val="18"/>
        </w:rPr>
      </w:pPr>
      <w:r w:rsidRPr="008C55ED">
        <w:rPr>
          <w:rFonts w:ascii="Arial" w:hAnsi="Arial" w:cs="Arial"/>
          <w:noProof/>
          <w:color w:val="A6A6A6" w:themeColor="background1" w:themeShade="A6"/>
          <w:sz w:val="18"/>
          <w:szCs w:val="18"/>
          <w:lang w:eastAsia="en-GB"/>
        </w:rPr>
        <mc:AlternateContent>
          <mc:Choice Requires="wps">
            <w:drawing>
              <wp:anchor distT="0" distB="0" distL="114300" distR="114300" simplePos="0" relativeHeight="251691008" behindDoc="0" locked="0" layoutInCell="1" allowOverlap="1" wp14:anchorId="7418C4B2" wp14:editId="753ECBCF">
                <wp:simplePos x="0" y="0"/>
                <wp:positionH relativeFrom="margin">
                  <wp:posOffset>-134620</wp:posOffset>
                </wp:positionH>
                <wp:positionV relativeFrom="paragraph">
                  <wp:posOffset>163195</wp:posOffset>
                </wp:positionV>
                <wp:extent cx="6941130" cy="0"/>
                <wp:effectExtent l="0" t="19050" r="31750" b="19050"/>
                <wp:wrapNone/>
                <wp:docPr id="23" name="Straight Connector 23"/>
                <wp:cNvGraphicFramePr/>
                <a:graphic xmlns:a="http://schemas.openxmlformats.org/drawingml/2006/main">
                  <a:graphicData uri="http://schemas.microsoft.com/office/word/2010/wordprocessingShape">
                    <wps:wsp>
                      <wps:cNvCnPr/>
                      <wps:spPr>
                        <a:xfrm>
                          <a:off x="0" y="0"/>
                          <a:ext cx="6941130" cy="0"/>
                        </a:xfrm>
                        <a:prstGeom prst="line">
                          <a:avLst/>
                        </a:prstGeom>
                        <a:ln w="28575">
                          <a:solidFill>
                            <a:schemeClr val="accent1">
                              <a:lumMod val="60000"/>
                              <a:lumOff val="40000"/>
                            </a:schemeClr>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E64E9F1" id="Straight Connector 23" o:spid="_x0000_s1026" style="position:absolute;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0.6pt,12.85pt" to="535.95pt,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" strokecolor="#9cc2e5 [1940]" strokeweight="2.25pt">
                <v:stroke joinstyle="miter"/>
                <w10:wrap anchorx="margin"/>
              </v:line>
            </w:pict>
          </mc:Fallback>
        </mc:AlternateContent>
      </w:r>
    </w:p>
    <w:p w14:paraId="343F05E5" w14:textId="77777777" w:rsidR="00794CC2" w:rsidRPr="008C55ED" w:rsidRDefault="00794CC2" w:rsidP="00122170">
      <w:pPr>
        <w:spacing w:after="0"/>
        <w:rPr>
          <w:rFonts w:ascii="Arial" w:hAnsi="Arial" w:cs="Arial"/>
          <w:color w:val="A6A6A6" w:themeColor="background1" w:themeShade="A6"/>
          <w:sz w:val="18"/>
          <w:szCs w:val="18"/>
        </w:rPr>
      </w:pPr>
    </w:p>
    <w:p w14:paraId="70D1F908" w14:textId="77777777" w:rsidR="00254315" w:rsidRPr="008C55ED" w:rsidRDefault="00254315" w:rsidP="0031240D">
      <w:pPr>
        <w:spacing w:after="0"/>
        <w:jc w:val="both"/>
        <w:rPr>
          <w:rFonts w:ascii="Arial" w:hAnsi="Arial" w:cs="Arial"/>
          <w:color w:val="A6A6A6" w:themeColor="background1" w:themeShade="A6"/>
          <w:sz w:val="18"/>
          <w:szCs w:val="18"/>
        </w:rPr>
      </w:pPr>
    </w:p>
    <w:p w14:paraId="424B95C0" w14:textId="77777777" w:rsidR="005B1F39" w:rsidRPr="00C401CB" w:rsidRDefault="00827D52" w:rsidP="00BF64F3">
      <w:pPr>
        <w:pStyle w:val="ListParagraph"/>
        <w:numPr>
          <w:ilvl w:val="0"/>
          <w:numId w:val="21"/>
        </w:numPr>
        <w:spacing w:after="0"/>
        <w:rPr>
          <w:rFonts w:ascii="Arial" w:hAnsi="Arial" w:cs="Arial"/>
          <w:b/>
          <w:color w:val="0072BC"/>
          <w:szCs w:val="20"/>
        </w:rPr>
      </w:pPr>
      <w:r w:rsidRPr="00C401CB">
        <w:rPr>
          <w:rFonts w:ascii="Arial" w:hAnsi="Arial" w:cs="Arial"/>
          <w:b/>
          <w:color w:val="0072BC"/>
          <w:szCs w:val="20"/>
        </w:rPr>
        <w:t>O</w:t>
      </w:r>
      <w:r w:rsidR="00DC69EA" w:rsidRPr="00C401CB">
        <w:rPr>
          <w:rFonts w:ascii="Arial" w:hAnsi="Arial" w:cs="Arial"/>
          <w:b/>
          <w:color w:val="0072BC"/>
          <w:szCs w:val="20"/>
        </w:rPr>
        <w:t xml:space="preserve">rganizational </w:t>
      </w:r>
      <w:r w:rsidR="00C9115C" w:rsidRPr="00C401CB">
        <w:rPr>
          <w:rFonts w:ascii="Arial" w:hAnsi="Arial" w:cs="Arial"/>
          <w:b/>
          <w:color w:val="0072BC"/>
          <w:szCs w:val="20"/>
        </w:rPr>
        <w:t>Setting and Work Relationships</w:t>
      </w:r>
    </w:p>
    <w:p w14:paraId="08636BBB" w14:textId="77777777" w:rsidR="0007744E" w:rsidRPr="008C55ED" w:rsidRDefault="0007744E" w:rsidP="000A304D">
      <w:pPr>
        <w:spacing w:after="0"/>
        <w:jc w:val="both"/>
        <w:rPr>
          <w:rFonts w:ascii="Arial" w:hAnsi="Arial" w:cs="Arial"/>
          <w:sz w:val="18"/>
          <w:szCs w:val="20"/>
        </w:rPr>
      </w:pPr>
    </w:p>
    <w:p w14:paraId="50957640" w14:textId="213EC83E" w:rsidR="00CB4932" w:rsidRPr="008C4117" w:rsidRDefault="00CB4932" w:rsidP="00CB4932">
      <w:pPr>
        <w:spacing w:after="0"/>
        <w:jc w:val="both"/>
        <w:rPr>
          <w:rFonts w:ascii="Arial" w:hAnsi="Arial" w:cs="Arial"/>
          <w:sz w:val="18"/>
          <w:szCs w:val="20"/>
        </w:rPr>
      </w:pPr>
      <w:r w:rsidRPr="008C4117">
        <w:rPr>
          <w:rFonts w:ascii="Arial" w:hAnsi="Arial" w:cs="Arial"/>
          <w:sz w:val="18"/>
          <w:szCs w:val="20"/>
        </w:rPr>
        <w:t xml:space="preserve">The Associate Protection Officer reports to the Protection Officer or the Senior Protection Officer. Depending on the size and structure of the Office, the incumbent may have supervisory responsibility for protection staff </w:t>
      </w:r>
      <w:r w:rsidRPr="00601BA1">
        <w:rPr>
          <w:rFonts w:ascii="Arial" w:hAnsi="Arial" w:cs="Arial"/>
          <w:sz w:val="18"/>
          <w:szCs w:val="20"/>
        </w:rPr>
        <w:t xml:space="preserve">including community-based protection </w:t>
      </w:r>
      <w:r w:rsidRPr="00577BC4">
        <w:rPr>
          <w:rFonts w:ascii="Arial" w:hAnsi="Arial" w:cs="Arial"/>
          <w:sz w:val="18"/>
          <w:szCs w:val="20"/>
        </w:rPr>
        <w:t>r</w:t>
      </w:r>
      <w:r w:rsidRPr="008C4117">
        <w:rPr>
          <w:rFonts w:ascii="Arial" w:hAnsi="Arial" w:cs="Arial"/>
          <w:sz w:val="18"/>
          <w:szCs w:val="20"/>
        </w:rPr>
        <w:t xml:space="preserve">egistration, </w:t>
      </w:r>
      <w:proofErr w:type="gramStart"/>
      <w:r w:rsidRPr="008C4117">
        <w:rPr>
          <w:rFonts w:ascii="Arial" w:hAnsi="Arial" w:cs="Arial"/>
          <w:sz w:val="18"/>
          <w:szCs w:val="20"/>
        </w:rPr>
        <w:t>resettlement</w:t>
      </w:r>
      <w:proofErr w:type="gramEnd"/>
      <w:r w:rsidRPr="008C4117">
        <w:rPr>
          <w:rFonts w:ascii="Arial" w:hAnsi="Arial" w:cs="Arial"/>
          <w:sz w:val="18"/>
          <w:szCs w:val="20"/>
        </w:rPr>
        <w:t xml:space="preserve"> and education. </w:t>
      </w:r>
      <w:r>
        <w:rPr>
          <w:rFonts w:ascii="Arial" w:hAnsi="Arial" w:cs="Arial"/>
          <w:sz w:val="18"/>
          <w:szCs w:val="20"/>
        </w:rPr>
        <w:t>S/he</w:t>
      </w:r>
      <w:r w:rsidRPr="008C4117">
        <w:rPr>
          <w:rFonts w:ascii="Arial" w:hAnsi="Arial" w:cs="Arial"/>
          <w:sz w:val="18"/>
          <w:szCs w:val="20"/>
        </w:rPr>
        <w:t xml:space="preserve"> provides functional protection guidance to information management and programme staff</w:t>
      </w:r>
      <w:r>
        <w:rPr>
          <w:rFonts w:ascii="Arial" w:hAnsi="Arial" w:cs="Arial"/>
          <w:sz w:val="18"/>
          <w:szCs w:val="20"/>
        </w:rPr>
        <w:t xml:space="preserve"> </w:t>
      </w:r>
      <w:r w:rsidRPr="00601BA1">
        <w:rPr>
          <w:rFonts w:ascii="Arial" w:hAnsi="Arial" w:cs="Arial"/>
          <w:sz w:val="18"/>
          <w:szCs w:val="20"/>
        </w:rPr>
        <w:t>on all protection/legal matters and accountabilities. These include: statelessness (in line with the campaign to End Statelessness by 2024),  Global Compact on Refugees (GCR) commitments, age, gender, diversity (AGD) and accountability to affected populations (AAP) through community-based protection, Child protection, Gender-Based Violence (GBV) prevention and response, gender equality, disability inclusion, youth empowerment, psycho-social support  and PSEA, registration, asylum/refugee status determination, resettlement, local integration, voluntary repatriation, human rights standards integration, national legislation, judicial engagement, predictable and decisive engagement in situations of internal displacement and engagement in wider mixed movement and climate change/disaster-related displacement responses</w:t>
      </w:r>
      <w:r>
        <w:rPr>
          <w:rFonts w:ascii="Arial" w:hAnsi="Arial" w:cs="Arial"/>
          <w:sz w:val="18"/>
          <w:szCs w:val="20"/>
        </w:rPr>
        <w:t>.</w:t>
      </w:r>
      <w:r w:rsidRPr="00CB4932">
        <w:rPr>
          <w:rFonts w:ascii="Arial" w:hAnsi="Arial" w:cs="Arial"/>
          <w:sz w:val="18"/>
          <w:szCs w:val="20"/>
        </w:rPr>
        <w:t xml:space="preserve"> S/he </w:t>
      </w:r>
      <w:r w:rsidRPr="008C4117">
        <w:rPr>
          <w:rFonts w:ascii="Arial" w:hAnsi="Arial" w:cs="Arial"/>
          <w:sz w:val="18"/>
          <w:szCs w:val="20"/>
        </w:rPr>
        <w:t xml:space="preserve">supervises protection standards, operational </w:t>
      </w:r>
      <w:proofErr w:type="gramStart"/>
      <w:r w:rsidRPr="008C4117">
        <w:rPr>
          <w:rFonts w:ascii="Arial" w:hAnsi="Arial" w:cs="Arial"/>
          <w:sz w:val="18"/>
          <w:szCs w:val="20"/>
        </w:rPr>
        <w:t>procedures</w:t>
      </w:r>
      <w:proofErr w:type="gramEnd"/>
      <w:r w:rsidRPr="008C4117">
        <w:rPr>
          <w:rFonts w:ascii="Arial" w:hAnsi="Arial" w:cs="Arial"/>
          <w:sz w:val="18"/>
          <w:szCs w:val="20"/>
        </w:rPr>
        <w:t xml:space="preserve"> and practices in protection delivery in line with international standards. </w:t>
      </w:r>
    </w:p>
    <w:p w14:paraId="10E65490" w14:textId="77777777" w:rsidR="00C401CB" w:rsidRPr="008C55ED" w:rsidRDefault="00C401CB" w:rsidP="000A304D">
      <w:pPr>
        <w:spacing w:after="0"/>
        <w:jc w:val="both"/>
        <w:rPr>
          <w:rFonts w:ascii="Arial" w:hAnsi="Arial" w:cs="Arial"/>
          <w:sz w:val="18"/>
          <w:szCs w:val="20"/>
        </w:rPr>
      </w:pPr>
    </w:p>
    <w:p w14:paraId="6F46CD95" w14:textId="77777777" w:rsidR="00CB4932" w:rsidRPr="008C55ED" w:rsidRDefault="00CB4932" w:rsidP="00CB4932">
      <w:pPr>
        <w:spacing w:after="0"/>
        <w:jc w:val="both"/>
        <w:rPr>
          <w:rFonts w:ascii="Arial" w:hAnsi="Arial" w:cs="Arial"/>
          <w:sz w:val="18"/>
          <w:szCs w:val="20"/>
        </w:rPr>
      </w:pPr>
      <w:r w:rsidRPr="008C4117">
        <w:rPr>
          <w:rFonts w:ascii="Arial" w:hAnsi="Arial" w:cs="Arial"/>
          <w:sz w:val="18"/>
          <w:szCs w:val="20"/>
        </w:rPr>
        <w:t xml:space="preserve">The Associate Protection Officer is expected to coordinate quality, timely and effective protection responses to the needs of populations of concern, ensuring that operational responses in all sectors mainstream protection methodologies and integrate protection safeguards. </w:t>
      </w:r>
      <w:r>
        <w:rPr>
          <w:rFonts w:ascii="Arial" w:hAnsi="Arial" w:cs="Arial"/>
          <w:sz w:val="18"/>
          <w:szCs w:val="20"/>
        </w:rPr>
        <w:t>The incumbent</w:t>
      </w:r>
      <w:r w:rsidRPr="008C4117">
        <w:rPr>
          <w:rFonts w:ascii="Arial" w:hAnsi="Arial" w:cs="Arial"/>
          <w:sz w:val="18"/>
          <w:szCs w:val="20"/>
        </w:rPr>
        <w:t xml:space="preserve"> contributes </w:t>
      </w:r>
      <w:r>
        <w:rPr>
          <w:rFonts w:ascii="Arial" w:hAnsi="Arial" w:cs="Arial"/>
          <w:sz w:val="18"/>
          <w:szCs w:val="20"/>
        </w:rPr>
        <w:t>to</w:t>
      </w:r>
      <w:r w:rsidRPr="008C4117">
        <w:rPr>
          <w:rFonts w:ascii="Arial" w:hAnsi="Arial" w:cs="Arial"/>
          <w:sz w:val="18"/>
          <w:szCs w:val="20"/>
        </w:rPr>
        <w:t xml:space="preserve"> </w:t>
      </w:r>
      <w:r>
        <w:rPr>
          <w:rFonts w:ascii="Arial" w:hAnsi="Arial" w:cs="Arial"/>
          <w:sz w:val="18"/>
          <w:szCs w:val="20"/>
        </w:rPr>
        <w:t xml:space="preserve">the </w:t>
      </w:r>
      <w:r w:rsidRPr="008C4117">
        <w:rPr>
          <w:rFonts w:ascii="Arial" w:hAnsi="Arial" w:cs="Arial"/>
          <w:sz w:val="18"/>
          <w:szCs w:val="20"/>
        </w:rPr>
        <w:t>design</w:t>
      </w:r>
      <w:r>
        <w:rPr>
          <w:rFonts w:ascii="Arial" w:hAnsi="Arial" w:cs="Arial"/>
          <w:sz w:val="18"/>
          <w:szCs w:val="20"/>
        </w:rPr>
        <w:t xml:space="preserve"> of</w:t>
      </w:r>
      <w:r w:rsidRPr="008C4117">
        <w:rPr>
          <w:rFonts w:ascii="Arial" w:hAnsi="Arial" w:cs="Arial"/>
          <w:sz w:val="18"/>
          <w:szCs w:val="20"/>
        </w:rPr>
        <w:t xml:space="preserve"> a comprehensive protection strategy and represent</w:t>
      </w:r>
      <w:r>
        <w:rPr>
          <w:rFonts w:ascii="Arial" w:hAnsi="Arial" w:cs="Arial"/>
          <w:sz w:val="18"/>
          <w:szCs w:val="20"/>
        </w:rPr>
        <w:t>s</w:t>
      </w:r>
      <w:r w:rsidRPr="008C4117">
        <w:rPr>
          <w:rFonts w:ascii="Arial" w:hAnsi="Arial" w:cs="Arial"/>
          <w:sz w:val="18"/>
          <w:szCs w:val="20"/>
        </w:rPr>
        <w:t xml:space="preserve"> the organization externally on protection doctrine and policy as guided by the supervisor. </w:t>
      </w:r>
      <w:r>
        <w:rPr>
          <w:rFonts w:ascii="Arial" w:hAnsi="Arial" w:cs="Arial"/>
          <w:sz w:val="18"/>
          <w:szCs w:val="20"/>
        </w:rPr>
        <w:t>S/he</w:t>
      </w:r>
      <w:r w:rsidRPr="008C4117">
        <w:rPr>
          <w:rFonts w:ascii="Arial" w:hAnsi="Arial" w:cs="Arial"/>
          <w:sz w:val="18"/>
          <w:szCs w:val="20"/>
        </w:rPr>
        <w:t xml:space="preserve"> also ensures that persons of </w:t>
      </w:r>
      <w:r w:rsidRPr="00601BA1">
        <w:rPr>
          <w:rFonts w:ascii="Arial" w:hAnsi="Arial" w:cs="Arial"/>
          <w:sz w:val="18"/>
          <w:szCs w:val="20"/>
        </w:rPr>
        <w:t xml:space="preserve">concern are meaningfully engaged in the decisions that affect them and support programme design and adaptations that are influenced by the concerns, </w:t>
      </w:r>
      <w:proofErr w:type="gramStart"/>
      <w:r w:rsidRPr="00601BA1">
        <w:rPr>
          <w:rFonts w:ascii="Arial" w:hAnsi="Arial" w:cs="Arial"/>
          <w:sz w:val="18"/>
          <w:szCs w:val="20"/>
        </w:rPr>
        <w:t>priorities</w:t>
      </w:r>
      <w:proofErr w:type="gramEnd"/>
      <w:r w:rsidRPr="00601BA1">
        <w:rPr>
          <w:rFonts w:ascii="Arial" w:hAnsi="Arial" w:cs="Arial"/>
          <w:sz w:val="18"/>
          <w:szCs w:val="20"/>
        </w:rPr>
        <w:t xml:space="preserve"> and capacities of persons of concern</w:t>
      </w:r>
      <w:r w:rsidRPr="002E582D">
        <w:rPr>
          <w:rFonts w:ascii="Arial" w:hAnsi="Arial" w:cs="Arial"/>
          <w:sz w:val="18"/>
          <w:szCs w:val="20"/>
        </w:rPr>
        <w:t>.</w:t>
      </w:r>
      <w:r w:rsidRPr="008C4117">
        <w:rPr>
          <w:rFonts w:ascii="Arial" w:hAnsi="Arial" w:cs="Arial"/>
          <w:sz w:val="18"/>
          <w:szCs w:val="20"/>
        </w:rPr>
        <w:t xml:space="preserve"> To achieve this, the incumbent will need to build and maintain effective interfaces with communities of concern, authorities, </w:t>
      </w:r>
      <w:proofErr w:type="gramStart"/>
      <w:r w:rsidRPr="008C4117">
        <w:rPr>
          <w:rFonts w:ascii="Arial" w:hAnsi="Arial" w:cs="Arial"/>
          <w:sz w:val="18"/>
          <w:szCs w:val="20"/>
        </w:rPr>
        <w:t>protection</w:t>
      </w:r>
      <w:proofErr w:type="gramEnd"/>
      <w:r w:rsidRPr="008C4117">
        <w:rPr>
          <w:rFonts w:ascii="Arial" w:hAnsi="Arial" w:cs="Arial"/>
          <w:sz w:val="18"/>
          <w:szCs w:val="20"/>
        </w:rPr>
        <w:t xml:space="preserve"> and assistance partners as well as a broader network of stakeholders who can contribute to enhancing protection. </w:t>
      </w:r>
    </w:p>
    <w:p w14:paraId="0A13B2E3" w14:textId="77777777" w:rsidR="005218BC" w:rsidRDefault="005218BC" w:rsidP="005B1F39">
      <w:pPr>
        <w:spacing w:after="0"/>
        <w:rPr>
          <w:rFonts w:ascii="Arial" w:hAnsi="Arial" w:cs="Arial"/>
          <w:sz w:val="18"/>
          <w:szCs w:val="18"/>
        </w:rPr>
      </w:pPr>
    </w:p>
    <w:p w14:paraId="2B3CF759" w14:textId="59263E7B" w:rsidR="005218BC" w:rsidRDefault="005218BC" w:rsidP="005B1F39">
      <w:pPr>
        <w:spacing w:after="0"/>
        <w:rPr>
          <w:rFonts w:ascii="Arial" w:hAnsi="Arial" w:cs="Arial"/>
          <w:sz w:val="18"/>
          <w:szCs w:val="18"/>
        </w:rPr>
      </w:pPr>
      <w:r>
        <w:rPr>
          <w:rFonts w:ascii="Arial" w:hAnsi="Arial" w:cs="Arial"/>
          <w:noProof/>
          <w:sz w:val="20"/>
          <w:szCs w:val="20"/>
          <w:lang w:eastAsia="en-GB"/>
        </w:rPr>
        <mc:AlternateContent>
          <mc:Choice Requires="wps">
            <w:drawing>
              <wp:anchor distT="0" distB="0" distL="114300" distR="114300" simplePos="0" relativeHeight="251744256" behindDoc="0" locked="0" layoutInCell="1" allowOverlap="1" wp14:anchorId="62E7B8C2" wp14:editId="224276AE">
                <wp:simplePos x="0" y="0"/>
                <wp:positionH relativeFrom="margin">
                  <wp:posOffset>-147955</wp:posOffset>
                </wp:positionH>
                <wp:positionV relativeFrom="paragraph">
                  <wp:posOffset>130810</wp:posOffset>
                </wp:positionV>
                <wp:extent cx="6941130" cy="0"/>
                <wp:effectExtent l="0" t="19050" r="31750" b="19050"/>
                <wp:wrapNone/>
                <wp:docPr id="12" name="Straight Connector 12"/>
                <wp:cNvGraphicFramePr/>
                <a:graphic xmlns:a="http://schemas.openxmlformats.org/drawingml/2006/main">
                  <a:graphicData uri="http://schemas.microsoft.com/office/word/2010/wordprocessingShape">
                    <wps:wsp>
                      <wps:cNvCnPr/>
                      <wps:spPr>
                        <a:xfrm>
                          <a:off x="0" y="0"/>
                          <a:ext cx="6941130" cy="0"/>
                        </a:xfrm>
                        <a:prstGeom prst="line">
                          <a:avLst/>
                        </a:prstGeom>
                        <a:ln w="28575">
                          <a:solidFill>
                            <a:schemeClr val="accent1">
                              <a:lumMod val="60000"/>
                              <a:lumOff val="40000"/>
                            </a:schemeClr>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076D041" id="Straight Connector 12" o:spid="_x0000_s1026" style="position:absolute;z-index:2517442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1.65pt,10.3pt" to="534.9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" strokecolor="#9cc2e5 [1940]" strokeweight="2.25pt">
                <v:stroke joinstyle="miter"/>
                <w10:wrap anchorx="margin"/>
              </v:line>
            </w:pict>
          </mc:Fallback>
        </mc:AlternateContent>
      </w:r>
    </w:p>
    <w:p w14:paraId="10704B28" w14:textId="2B37DD0F" w:rsidR="005218BC" w:rsidRDefault="005218BC">
      <w:pPr>
        <w:rPr>
          <w:rFonts w:ascii="Arial" w:hAnsi="Arial" w:cs="Arial"/>
          <w:sz w:val="18"/>
          <w:szCs w:val="18"/>
        </w:rPr>
      </w:pPr>
      <w:r>
        <w:rPr>
          <w:rFonts w:ascii="Arial" w:hAnsi="Arial" w:cs="Arial"/>
          <w:sz w:val="18"/>
          <w:szCs w:val="18"/>
        </w:rPr>
        <w:br w:type="page"/>
      </w:r>
    </w:p>
    <w:p w14:paraId="19286344" w14:textId="31D0B056" w:rsidR="0072613E" w:rsidRPr="008C55ED" w:rsidRDefault="005218BC" w:rsidP="005B1F39">
      <w:pPr>
        <w:spacing w:after="0"/>
        <w:rPr>
          <w:rFonts w:ascii="Arial" w:hAnsi="Arial" w:cs="Arial"/>
          <w:sz w:val="18"/>
          <w:szCs w:val="18"/>
        </w:rPr>
      </w:pPr>
      <w:r>
        <w:rPr>
          <w:rFonts w:ascii="Arial" w:hAnsi="Arial" w:cs="Arial"/>
          <w:noProof/>
          <w:sz w:val="20"/>
          <w:szCs w:val="20"/>
          <w:lang w:eastAsia="en-GB"/>
        </w:rPr>
        <w:lastRenderedPageBreak/>
        <mc:AlternateContent>
          <mc:Choice Requires="wps">
            <w:drawing>
              <wp:anchor distT="0" distB="0" distL="114300" distR="114300" simplePos="0" relativeHeight="251795456" behindDoc="0" locked="0" layoutInCell="1" allowOverlap="1" wp14:anchorId="2E09A4FE" wp14:editId="77A8E8E4">
                <wp:simplePos x="0" y="0"/>
                <wp:positionH relativeFrom="margin">
                  <wp:posOffset>-137160</wp:posOffset>
                </wp:positionH>
                <wp:positionV relativeFrom="paragraph">
                  <wp:posOffset>19050</wp:posOffset>
                </wp:positionV>
                <wp:extent cx="6941130" cy="0"/>
                <wp:effectExtent l="0" t="19050" r="31750" b="19050"/>
                <wp:wrapNone/>
                <wp:docPr id="15" name="Straight Connector 15"/>
                <wp:cNvGraphicFramePr/>
                <a:graphic xmlns:a="http://schemas.openxmlformats.org/drawingml/2006/main">
                  <a:graphicData uri="http://schemas.microsoft.com/office/word/2010/wordprocessingShape">
                    <wps:wsp>
                      <wps:cNvCnPr/>
                      <wps:spPr>
                        <a:xfrm>
                          <a:off x="0" y="0"/>
                          <a:ext cx="6941130" cy="0"/>
                        </a:xfrm>
                        <a:prstGeom prst="line">
                          <a:avLst/>
                        </a:prstGeom>
                        <a:ln w="28575">
                          <a:solidFill>
                            <a:schemeClr val="accent1">
                              <a:lumMod val="60000"/>
                              <a:lumOff val="40000"/>
                            </a:schemeClr>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70037DC" id="Straight Connector 15" o:spid="_x0000_s1026" style="position:absolute;z-index:251795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0.8pt,1.5pt" to="535.7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" strokecolor="#9cc2e5 [1940]" strokeweight="2.25pt">
                <v:stroke joinstyle="miter"/>
                <w10:wrap anchorx="margin"/>
              </v:line>
            </w:pict>
          </mc:Fallback>
        </mc:AlternateContent>
      </w:r>
    </w:p>
    <w:p w14:paraId="3EFFF940" w14:textId="77777777" w:rsidR="003C71C1" w:rsidRPr="008C55ED" w:rsidRDefault="003C71C1" w:rsidP="005B1F39">
      <w:pPr>
        <w:spacing w:after="0"/>
        <w:rPr>
          <w:rFonts w:ascii="Arial" w:hAnsi="Arial" w:cs="Arial"/>
          <w:sz w:val="18"/>
          <w:szCs w:val="18"/>
        </w:rPr>
      </w:pPr>
    </w:p>
    <w:p w14:paraId="7D09DD2B" w14:textId="77777777" w:rsidR="005D0D4A" w:rsidRDefault="000F47F9" w:rsidP="000F47F9">
      <w:pPr>
        <w:spacing w:after="0"/>
        <w:jc w:val="both"/>
        <w:rPr>
          <w:rFonts w:ascii="Arial" w:hAnsi="Arial" w:cs="Arial"/>
          <w:sz w:val="18"/>
          <w:szCs w:val="18"/>
        </w:rPr>
      </w:pPr>
      <w:r w:rsidRPr="00CB4932">
        <w:rPr>
          <w:rFonts w:ascii="Arial" w:hAnsi="Arial" w:cs="Arial"/>
          <w:sz w:val="18"/>
          <w:szCs w:val="20"/>
        </w:rPr>
        <w:t>All</w:t>
      </w:r>
      <w:r w:rsidRPr="000F47F9">
        <w:rPr>
          <w:rFonts w:ascii="Arial" w:hAnsi="Arial" w:cs="Arial"/>
          <w:sz w:val="18"/>
          <w:szCs w:val="18"/>
        </w:rPr>
        <w:t xml:space="preserve"> UNHCR staff members are accountable to perform their duties as reflected in their job description. They do so within their delegated authorities, in line with the regulatory framework of UNHCR which includes the UN Charter, UN Staff Regulations and Rules, UNHCR Policies and Administrative Instructions as well as relevant accountability frameworks. In addition, staff members are required to discharge their responsibilities in a manner consistent with the core, functional, cross-</w:t>
      </w:r>
      <w:proofErr w:type="gramStart"/>
      <w:r w:rsidRPr="000F47F9">
        <w:rPr>
          <w:rFonts w:ascii="Arial" w:hAnsi="Arial" w:cs="Arial"/>
          <w:sz w:val="18"/>
          <w:szCs w:val="18"/>
        </w:rPr>
        <w:t>functional</w:t>
      </w:r>
      <w:proofErr w:type="gramEnd"/>
      <w:r w:rsidRPr="000F47F9">
        <w:rPr>
          <w:rFonts w:ascii="Arial" w:hAnsi="Arial" w:cs="Arial"/>
          <w:sz w:val="18"/>
          <w:szCs w:val="18"/>
        </w:rPr>
        <w:t xml:space="preserve"> and managerial competencies and UNHCR’s core values of professionalism, integrity and respect for diversity.</w:t>
      </w:r>
    </w:p>
    <w:p w14:paraId="3E618B43" w14:textId="77777777" w:rsidR="0007744E" w:rsidRDefault="0007744E" w:rsidP="000F47F9">
      <w:pPr>
        <w:spacing w:after="0"/>
        <w:jc w:val="both"/>
        <w:rPr>
          <w:rFonts w:ascii="Arial" w:hAnsi="Arial" w:cs="Arial"/>
          <w:sz w:val="18"/>
          <w:szCs w:val="18"/>
        </w:rPr>
      </w:pPr>
    </w:p>
    <w:p w14:paraId="44639B87" w14:textId="77777777" w:rsidR="0038634E" w:rsidRPr="005D0D4A" w:rsidRDefault="0038634E" w:rsidP="000F47F9">
      <w:pPr>
        <w:spacing w:after="0"/>
        <w:jc w:val="both"/>
        <w:rPr>
          <w:rFonts w:ascii="Arial" w:hAnsi="Arial" w:cs="Arial"/>
          <w:sz w:val="18"/>
          <w:szCs w:val="18"/>
        </w:rPr>
      </w:pPr>
    </w:p>
    <w:p w14:paraId="2CE6F705" w14:textId="3F284F06" w:rsidR="0078694B" w:rsidRDefault="003C71C1" w:rsidP="002145AF">
      <w:pPr>
        <w:pStyle w:val="ListParagraph"/>
        <w:numPr>
          <w:ilvl w:val="0"/>
          <w:numId w:val="21"/>
        </w:numPr>
        <w:spacing w:after="0"/>
        <w:rPr>
          <w:rFonts w:ascii="Arial" w:hAnsi="Arial" w:cs="Arial"/>
          <w:b/>
          <w:color w:val="0072BC"/>
          <w:szCs w:val="20"/>
        </w:rPr>
      </w:pPr>
      <w:r w:rsidRPr="00C401CB">
        <w:rPr>
          <w:rFonts w:ascii="Arial" w:hAnsi="Arial" w:cs="Arial"/>
          <w:b/>
          <w:color w:val="0072BC"/>
          <w:szCs w:val="20"/>
        </w:rPr>
        <w:t>Duties</w:t>
      </w:r>
    </w:p>
    <w:p w14:paraId="00E19555" w14:textId="77777777" w:rsidR="00CC1FC4" w:rsidRPr="008C55ED" w:rsidRDefault="00CC1FC4" w:rsidP="00E64A61">
      <w:pPr>
        <w:spacing w:after="0"/>
        <w:jc w:val="both"/>
        <w:rPr>
          <w:rFonts w:ascii="Arial" w:hAnsi="Arial" w:cs="Arial"/>
          <w:sz w:val="18"/>
          <w:szCs w:val="20"/>
        </w:rPr>
      </w:pPr>
    </w:p>
    <w:p w14:paraId="692A7C86" w14:textId="77777777" w:rsidR="003052E2" w:rsidRPr="008C4117" w:rsidRDefault="003052E2" w:rsidP="003052E2">
      <w:pPr>
        <w:pStyle w:val="ListParagraph"/>
        <w:numPr>
          <w:ilvl w:val="0"/>
          <w:numId w:val="3"/>
        </w:numPr>
        <w:spacing w:after="0"/>
        <w:ind w:left="426"/>
        <w:jc w:val="both"/>
        <w:rPr>
          <w:rFonts w:ascii="Arial" w:hAnsi="Arial" w:cs="Arial"/>
          <w:sz w:val="18"/>
          <w:szCs w:val="20"/>
        </w:rPr>
      </w:pPr>
      <w:r w:rsidRPr="008C4117">
        <w:rPr>
          <w:rFonts w:ascii="Arial" w:hAnsi="Arial" w:cs="Arial"/>
          <w:sz w:val="18"/>
          <w:szCs w:val="20"/>
        </w:rPr>
        <w:t xml:space="preserve">Stay abreast of political, social, </w:t>
      </w:r>
      <w:proofErr w:type="gramStart"/>
      <w:r w:rsidRPr="008C4117">
        <w:rPr>
          <w:rFonts w:ascii="Arial" w:hAnsi="Arial" w:cs="Arial"/>
          <w:sz w:val="18"/>
          <w:szCs w:val="20"/>
        </w:rPr>
        <w:t>economic</w:t>
      </w:r>
      <w:proofErr w:type="gramEnd"/>
      <w:r w:rsidRPr="008C4117">
        <w:rPr>
          <w:rFonts w:ascii="Arial" w:hAnsi="Arial" w:cs="Arial"/>
          <w:sz w:val="18"/>
          <w:szCs w:val="20"/>
        </w:rPr>
        <w:t xml:space="preserve"> and cultural developments that have an impact on the protection environment.</w:t>
      </w:r>
    </w:p>
    <w:p w14:paraId="1DF805B0" w14:textId="77777777" w:rsidR="003052E2" w:rsidRPr="008C4117" w:rsidRDefault="003052E2" w:rsidP="003052E2">
      <w:pPr>
        <w:pStyle w:val="ListParagraph"/>
        <w:numPr>
          <w:ilvl w:val="0"/>
          <w:numId w:val="3"/>
        </w:numPr>
        <w:spacing w:after="0"/>
        <w:ind w:left="426"/>
        <w:jc w:val="both"/>
        <w:rPr>
          <w:rFonts w:ascii="Arial" w:hAnsi="Arial" w:cs="Arial"/>
          <w:sz w:val="18"/>
          <w:szCs w:val="20"/>
        </w:rPr>
      </w:pPr>
      <w:r w:rsidRPr="008C4117">
        <w:rPr>
          <w:rFonts w:ascii="Arial" w:hAnsi="Arial" w:cs="Arial"/>
          <w:sz w:val="18"/>
          <w:szCs w:val="20"/>
        </w:rPr>
        <w:t xml:space="preserve">Promote International and National Law and applicable UN/UNHCR and IASC policy, </w:t>
      </w:r>
      <w:proofErr w:type="gramStart"/>
      <w:r w:rsidRPr="008C4117">
        <w:rPr>
          <w:rFonts w:ascii="Arial" w:hAnsi="Arial" w:cs="Arial"/>
          <w:sz w:val="18"/>
          <w:szCs w:val="20"/>
        </w:rPr>
        <w:t>standards</w:t>
      </w:r>
      <w:proofErr w:type="gramEnd"/>
      <w:r w:rsidRPr="008C4117">
        <w:rPr>
          <w:rFonts w:ascii="Arial" w:hAnsi="Arial" w:cs="Arial"/>
          <w:sz w:val="18"/>
          <w:szCs w:val="20"/>
        </w:rPr>
        <w:t xml:space="preserve"> and codes of conduct. </w:t>
      </w:r>
    </w:p>
    <w:p w14:paraId="4EFEEA2F" w14:textId="77777777" w:rsidR="003052E2" w:rsidRPr="008C4117" w:rsidRDefault="003052E2" w:rsidP="003052E2">
      <w:pPr>
        <w:pStyle w:val="ListParagraph"/>
        <w:numPr>
          <w:ilvl w:val="0"/>
          <w:numId w:val="3"/>
        </w:numPr>
        <w:spacing w:after="0"/>
        <w:ind w:left="426"/>
        <w:jc w:val="both"/>
        <w:rPr>
          <w:rFonts w:ascii="Arial" w:hAnsi="Arial" w:cs="Arial"/>
          <w:sz w:val="18"/>
          <w:szCs w:val="20"/>
        </w:rPr>
      </w:pPr>
      <w:r w:rsidRPr="008C4117">
        <w:rPr>
          <w:rFonts w:ascii="Arial" w:hAnsi="Arial" w:cs="Arial"/>
          <w:sz w:val="18"/>
          <w:szCs w:val="20"/>
        </w:rPr>
        <w:t xml:space="preserve">Foster their consistent and coherent interpretation and application through mainstreaming in all sectors and /or in clusters in applicable operations. </w:t>
      </w:r>
    </w:p>
    <w:p w14:paraId="246ADE39" w14:textId="77777777" w:rsidR="003052E2" w:rsidRPr="008C4117" w:rsidRDefault="003052E2" w:rsidP="003052E2">
      <w:pPr>
        <w:pStyle w:val="ListParagraph"/>
        <w:numPr>
          <w:ilvl w:val="0"/>
          <w:numId w:val="3"/>
        </w:numPr>
        <w:spacing w:after="0"/>
        <w:ind w:left="426"/>
        <w:jc w:val="both"/>
        <w:rPr>
          <w:rFonts w:ascii="Arial" w:hAnsi="Arial" w:cs="Arial"/>
          <w:sz w:val="18"/>
          <w:szCs w:val="20"/>
        </w:rPr>
      </w:pPr>
      <w:r w:rsidRPr="008C4117">
        <w:rPr>
          <w:rFonts w:ascii="Arial" w:hAnsi="Arial" w:cs="Arial"/>
          <w:sz w:val="18"/>
          <w:szCs w:val="20"/>
        </w:rPr>
        <w:t xml:space="preserve">Assist in providing comments on existing and draft legislation related to persons of concern.   </w:t>
      </w:r>
    </w:p>
    <w:p w14:paraId="32DBFFAF" w14:textId="77777777" w:rsidR="003052E2" w:rsidRPr="003052E2" w:rsidRDefault="003052E2" w:rsidP="003052E2">
      <w:pPr>
        <w:pStyle w:val="ListParagraph"/>
        <w:numPr>
          <w:ilvl w:val="0"/>
          <w:numId w:val="3"/>
        </w:numPr>
        <w:spacing w:after="0"/>
        <w:ind w:left="426"/>
        <w:jc w:val="both"/>
        <w:rPr>
          <w:rFonts w:ascii="Arial" w:hAnsi="Arial" w:cs="Arial"/>
          <w:sz w:val="18"/>
          <w:szCs w:val="20"/>
        </w:rPr>
      </w:pPr>
      <w:r w:rsidRPr="008C4117">
        <w:rPr>
          <w:rFonts w:ascii="Arial" w:hAnsi="Arial" w:cs="Arial"/>
          <w:sz w:val="18"/>
          <w:szCs w:val="20"/>
        </w:rPr>
        <w:t xml:space="preserve">Provide legal advice and guidance on protection issues to persons of concern; liaise with competent authorities to ensure the issuance of personal and other relevant documentation. </w:t>
      </w:r>
    </w:p>
    <w:p w14:paraId="3CECA149" w14:textId="77777777" w:rsidR="003052E2" w:rsidRPr="003052E2" w:rsidRDefault="003052E2" w:rsidP="003052E2">
      <w:pPr>
        <w:pStyle w:val="ListParagraph"/>
        <w:numPr>
          <w:ilvl w:val="0"/>
          <w:numId w:val="3"/>
        </w:numPr>
        <w:spacing w:after="0"/>
        <w:ind w:left="426"/>
        <w:jc w:val="both"/>
        <w:rPr>
          <w:rFonts w:ascii="Arial" w:hAnsi="Arial" w:cs="Arial"/>
          <w:sz w:val="18"/>
          <w:szCs w:val="20"/>
        </w:rPr>
      </w:pPr>
      <w:r w:rsidRPr="008C4117">
        <w:rPr>
          <w:rFonts w:ascii="Arial" w:hAnsi="Arial" w:cs="Arial"/>
          <w:sz w:val="18"/>
          <w:szCs w:val="20"/>
        </w:rPr>
        <w:t xml:space="preserve">Conduct eligibility and status determination for persons of concern in compliance with UNHCR procedural standards and international protection principles. </w:t>
      </w:r>
    </w:p>
    <w:p w14:paraId="5CF436A6" w14:textId="77777777" w:rsidR="003052E2" w:rsidRPr="003052E2" w:rsidRDefault="003052E2" w:rsidP="003052E2">
      <w:pPr>
        <w:pStyle w:val="ListParagraph"/>
        <w:numPr>
          <w:ilvl w:val="0"/>
          <w:numId w:val="3"/>
        </w:numPr>
        <w:spacing w:after="0"/>
        <w:ind w:left="426"/>
        <w:jc w:val="both"/>
        <w:rPr>
          <w:rFonts w:ascii="Arial" w:hAnsi="Arial" w:cs="Arial"/>
          <w:sz w:val="18"/>
          <w:szCs w:val="20"/>
        </w:rPr>
      </w:pPr>
      <w:r w:rsidRPr="008C4117">
        <w:rPr>
          <w:rFonts w:ascii="Arial" w:hAnsi="Arial" w:cs="Arial"/>
          <w:sz w:val="18"/>
          <w:szCs w:val="20"/>
        </w:rPr>
        <w:t xml:space="preserve">Promote and contribute to measures to identify, </w:t>
      </w:r>
      <w:proofErr w:type="gramStart"/>
      <w:r w:rsidRPr="008C4117">
        <w:rPr>
          <w:rFonts w:ascii="Arial" w:hAnsi="Arial" w:cs="Arial"/>
          <w:sz w:val="18"/>
          <w:szCs w:val="20"/>
        </w:rPr>
        <w:t>prevent</w:t>
      </w:r>
      <w:proofErr w:type="gramEnd"/>
      <w:r w:rsidRPr="008C4117">
        <w:rPr>
          <w:rFonts w:ascii="Arial" w:hAnsi="Arial" w:cs="Arial"/>
          <w:sz w:val="18"/>
          <w:szCs w:val="20"/>
        </w:rPr>
        <w:t xml:space="preserve"> and reduce statelessness.</w:t>
      </w:r>
    </w:p>
    <w:p w14:paraId="1FE162F0" w14:textId="77777777" w:rsidR="003052E2" w:rsidRDefault="003052E2" w:rsidP="003052E2">
      <w:pPr>
        <w:pStyle w:val="ListParagraph"/>
        <w:numPr>
          <w:ilvl w:val="0"/>
          <w:numId w:val="3"/>
        </w:numPr>
        <w:spacing w:after="0"/>
        <w:ind w:left="426"/>
        <w:jc w:val="both"/>
        <w:rPr>
          <w:rFonts w:ascii="Arial" w:hAnsi="Arial" w:cs="Arial"/>
          <w:sz w:val="18"/>
          <w:szCs w:val="20"/>
        </w:rPr>
      </w:pPr>
      <w:r w:rsidRPr="008C4117">
        <w:rPr>
          <w:rFonts w:ascii="Arial" w:hAnsi="Arial" w:cs="Arial"/>
          <w:sz w:val="18"/>
          <w:szCs w:val="20"/>
        </w:rPr>
        <w:t>Contribute to a country-level child protection plan as part of the protection strategy to ensure programmes use a child protection systems approach.</w:t>
      </w:r>
    </w:p>
    <w:p w14:paraId="249D427E" w14:textId="77777777" w:rsidR="003052E2" w:rsidRDefault="003052E2" w:rsidP="003052E2">
      <w:pPr>
        <w:pStyle w:val="ListParagraph"/>
        <w:numPr>
          <w:ilvl w:val="0"/>
          <w:numId w:val="3"/>
        </w:numPr>
        <w:spacing w:after="0"/>
        <w:ind w:left="426"/>
        <w:jc w:val="both"/>
        <w:rPr>
          <w:rFonts w:ascii="Arial" w:hAnsi="Arial" w:cs="Arial"/>
          <w:sz w:val="18"/>
          <w:szCs w:val="20"/>
        </w:rPr>
      </w:pPr>
      <w:r w:rsidRPr="008C4117">
        <w:rPr>
          <w:rFonts w:ascii="Arial" w:hAnsi="Arial" w:cs="Arial"/>
          <w:sz w:val="18"/>
          <w:szCs w:val="20"/>
        </w:rPr>
        <w:t>Contribute to a country-level education plan.</w:t>
      </w:r>
    </w:p>
    <w:p w14:paraId="400CA32E" w14:textId="77777777" w:rsidR="003052E2" w:rsidRPr="003052E2" w:rsidRDefault="003052E2" w:rsidP="003052E2">
      <w:pPr>
        <w:pStyle w:val="ListParagraph"/>
        <w:numPr>
          <w:ilvl w:val="0"/>
          <w:numId w:val="3"/>
        </w:numPr>
        <w:spacing w:after="0"/>
        <w:ind w:left="426"/>
        <w:jc w:val="both"/>
        <w:rPr>
          <w:rFonts w:ascii="Arial" w:hAnsi="Arial" w:cs="Arial"/>
          <w:sz w:val="18"/>
          <w:szCs w:val="20"/>
        </w:rPr>
      </w:pPr>
      <w:r w:rsidRPr="008C4117">
        <w:rPr>
          <w:rFonts w:ascii="Arial" w:hAnsi="Arial" w:cs="Arial"/>
          <w:sz w:val="18"/>
          <w:szCs w:val="20"/>
        </w:rPr>
        <w:t>Implement and oversee Standard Operating Procedures (SOPs) for all protection/solutions activities</w:t>
      </w:r>
      <w:r>
        <w:rPr>
          <w:rFonts w:ascii="Arial" w:hAnsi="Arial" w:cs="Arial"/>
          <w:sz w:val="18"/>
          <w:szCs w:val="20"/>
        </w:rPr>
        <w:t xml:space="preserve"> </w:t>
      </w:r>
      <w:r w:rsidRPr="00BA7007">
        <w:rPr>
          <w:rFonts w:ascii="Arial" w:hAnsi="Arial" w:cs="Arial"/>
          <w:sz w:val="18"/>
          <w:szCs w:val="20"/>
        </w:rPr>
        <w:t xml:space="preserve">which integrate AGD sensitive procedures. </w:t>
      </w:r>
    </w:p>
    <w:p w14:paraId="3FDCF986" w14:textId="5B02884C" w:rsidR="003052E2" w:rsidRPr="008C4117" w:rsidRDefault="003052E2" w:rsidP="003052E2">
      <w:pPr>
        <w:pStyle w:val="ListParagraph"/>
        <w:numPr>
          <w:ilvl w:val="0"/>
          <w:numId w:val="3"/>
        </w:numPr>
        <w:spacing w:after="0"/>
        <w:ind w:left="426"/>
        <w:jc w:val="both"/>
        <w:rPr>
          <w:rFonts w:ascii="Arial" w:hAnsi="Arial" w:cs="Arial"/>
          <w:sz w:val="18"/>
          <w:szCs w:val="20"/>
        </w:rPr>
      </w:pPr>
      <w:r w:rsidRPr="008C4117">
        <w:rPr>
          <w:rFonts w:ascii="Arial" w:hAnsi="Arial" w:cs="Arial"/>
          <w:sz w:val="18"/>
          <w:szCs w:val="20"/>
        </w:rPr>
        <w:t>Oversee and manage individual protection cases</w:t>
      </w:r>
      <w:r>
        <w:rPr>
          <w:rFonts w:ascii="Arial" w:hAnsi="Arial" w:cs="Arial"/>
          <w:sz w:val="18"/>
          <w:szCs w:val="20"/>
        </w:rPr>
        <w:t>,</w:t>
      </w:r>
      <w:r w:rsidRPr="008C4117">
        <w:rPr>
          <w:rFonts w:ascii="Arial" w:hAnsi="Arial" w:cs="Arial"/>
          <w:sz w:val="18"/>
          <w:szCs w:val="20"/>
        </w:rPr>
        <w:t xml:space="preserve"> including those on GBV and child protection. Monitor, and intervene in cases of refoulement, expulsion and other protection incidents through working relations with governments and other partners.</w:t>
      </w:r>
    </w:p>
    <w:p w14:paraId="1B5D4D0B" w14:textId="77777777" w:rsidR="003052E2" w:rsidRPr="008C4117" w:rsidRDefault="003052E2" w:rsidP="003052E2">
      <w:pPr>
        <w:pStyle w:val="ListParagraph"/>
        <w:numPr>
          <w:ilvl w:val="0"/>
          <w:numId w:val="3"/>
        </w:numPr>
        <w:spacing w:after="0"/>
        <w:ind w:left="426"/>
        <w:jc w:val="both"/>
        <w:rPr>
          <w:rFonts w:ascii="Arial" w:hAnsi="Arial" w:cs="Arial"/>
          <w:sz w:val="18"/>
          <w:szCs w:val="20"/>
        </w:rPr>
      </w:pPr>
      <w:r w:rsidRPr="008C4117">
        <w:rPr>
          <w:rFonts w:ascii="Arial" w:hAnsi="Arial" w:cs="Arial"/>
          <w:sz w:val="18"/>
          <w:szCs w:val="20"/>
        </w:rPr>
        <w:t>Recommend durable solutions for the largest possible number of persons of concern through voluntary repatriation, local integration and where appropriate, resettlement.</w:t>
      </w:r>
    </w:p>
    <w:p w14:paraId="65615DC9" w14:textId="77777777" w:rsidR="003052E2" w:rsidRPr="008C4117" w:rsidRDefault="003052E2" w:rsidP="003052E2">
      <w:pPr>
        <w:pStyle w:val="ListParagraph"/>
        <w:numPr>
          <w:ilvl w:val="0"/>
          <w:numId w:val="3"/>
        </w:numPr>
        <w:spacing w:after="0"/>
        <w:ind w:left="426"/>
        <w:jc w:val="both"/>
        <w:rPr>
          <w:rFonts w:ascii="Arial" w:hAnsi="Arial" w:cs="Arial"/>
          <w:sz w:val="18"/>
          <w:szCs w:val="20"/>
        </w:rPr>
      </w:pPr>
      <w:r w:rsidRPr="008C4117">
        <w:rPr>
          <w:rFonts w:ascii="Arial" w:hAnsi="Arial" w:cs="Arial"/>
          <w:sz w:val="18"/>
          <w:szCs w:val="20"/>
        </w:rPr>
        <w:t>Assess resettlement needs and apply priorities for the resettlement of individuals and groups of refugees and other persons of concern.</w:t>
      </w:r>
    </w:p>
    <w:p w14:paraId="6357CA19" w14:textId="77777777" w:rsidR="003052E2" w:rsidRPr="00601BA1" w:rsidRDefault="003052E2" w:rsidP="003052E2">
      <w:pPr>
        <w:pStyle w:val="ListParagraph"/>
        <w:numPr>
          <w:ilvl w:val="0"/>
          <w:numId w:val="3"/>
        </w:numPr>
        <w:spacing w:after="0"/>
        <w:ind w:left="426"/>
        <w:jc w:val="both"/>
        <w:rPr>
          <w:rFonts w:ascii="Arial" w:hAnsi="Arial" w:cs="Arial"/>
          <w:sz w:val="18"/>
          <w:szCs w:val="20"/>
        </w:rPr>
      </w:pPr>
      <w:r w:rsidRPr="00601BA1">
        <w:rPr>
          <w:rFonts w:ascii="Arial" w:hAnsi="Arial" w:cs="Arial"/>
          <w:sz w:val="18"/>
          <w:szCs w:val="20"/>
        </w:rPr>
        <w:t xml:space="preserve">Participate in the organisation and implementation of participatory assessments and methodologies throughout the operations management cycle and promote AGD sensitive programming with implementing and operational partners. </w:t>
      </w:r>
    </w:p>
    <w:p w14:paraId="39F1185E" w14:textId="77777777" w:rsidR="003052E2" w:rsidRPr="008C4117" w:rsidRDefault="003052E2" w:rsidP="003052E2">
      <w:pPr>
        <w:pStyle w:val="ListParagraph"/>
        <w:numPr>
          <w:ilvl w:val="0"/>
          <w:numId w:val="3"/>
        </w:numPr>
        <w:spacing w:after="0"/>
        <w:ind w:left="426"/>
        <w:jc w:val="both"/>
        <w:rPr>
          <w:rFonts w:ascii="Arial" w:hAnsi="Arial" w:cs="Arial"/>
          <w:sz w:val="18"/>
          <w:szCs w:val="20"/>
        </w:rPr>
      </w:pPr>
      <w:r w:rsidRPr="008C4117">
        <w:rPr>
          <w:rFonts w:ascii="Arial" w:hAnsi="Arial" w:cs="Arial"/>
          <w:sz w:val="18"/>
          <w:szCs w:val="20"/>
        </w:rPr>
        <w:t>Contribute to and facilitate a programme of results-based advocacy through a consultative process with sectorial and/or cluster partners.</w:t>
      </w:r>
    </w:p>
    <w:p w14:paraId="7140AE94" w14:textId="77777777" w:rsidR="003052E2" w:rsidRPr="007E5278" w:rsidRDefault="003052E2" w:rsidP="003052E2">
      <w:pPr>
        <w:pStyle w:val="ListParagraph"/>
        <w:numPr>
          <w:ilvl w:val="0"/>
          <w:numId w:val="3"/>
        </w:numPr>
        <w:spacing w:after="0"/>
        <w:ind w:left="426"/>
        <w:jc w:val="both"/>
        <w:rPr>
          <w:rFonts w:ascii="Arial" w:hAnsi="Arial" w:cs="Arial"/>
          <w:sz w:val="18"/>
          <w:szCs w:val="20"/>
        </w:rPr>
      </w:pPr>
      <w:r w:rsidRPr="008C4117">
        <w:rPr>
          <w:rFonts w:ascii="Arial" w:hAnsi="Arial" w:cs="Arial"/>
          <w:sz w:val="18"/>
          <w:szCs w:val="20"/>
        </w:rPr>
        <w:t xml:space="preserve">Facilitate effective information management through the provision of disaggregated data on populations of concern and their </w:t>
      </w:r>
      <w:r w:rsidRPr="007E5278">
        <w:rPr>
          <w:rFonts w:ascii="Arial" w:hAnsi="Arial" w:cs="Arial"/>
          <w:sz w:val="18"/>
          <w:szCs w:val="20"/>
        </w:rPr>
        <w:t xml:space="preserve">problems.  </w:t>
      </w:r>
    </w:p>
    <w:p w14:paraId="59765B33" w14:textId="77777777" w:rsidR="003052E2" w:rsidRPr="008C4117" w:rsidRDefault="003052E2" w:rsidP="003052E2">
      <w:pPr>
        <w:pStyle w:val="ListParagraph"/>
        <w:numPr>
          <w:ilvl w:val="0"/>
          <w:numId w:val="3"/>
        </w:numPr>
        <w:spacing w:after="0"/>
        <w:ind w:left="426"/>
        <w:jc w:val="both"/>
        <w:rPr>
          <w:rFonts w:ascii="Arial" w:hAnsi="Arial" w:cs="Arial"/>
          <w:sz w:val="18"/>
          <w:szCs w:val="20"/>
        </w:rPr>
      </w:pPr>
      <w:r w:rsidRPr="00601BA1">
        <w:rPr>
          <w:rFonts w:ascii="Arial" w:hAnsi="Arial" w:cs="Arial"/>
          <w:sz w:val="18"/>
          <w:szCs w:val="20"/>
        </w:rPr>
        <w:t>Promote and integrate community-based approaches to protection and contribute</w:t>
      </w:r>
      <w:r w:rsidRPr="008C4117">
        <w:rPr>
          <w:rFonts w:ascii="Arial" w:hAnsi="Arial" w:cs="Arial"/>
          <w:sz w:val="18"/>
          <w:szCs w:val="20"/>
        </w:rPr>
        <w:t xml:space="preserve"> to capacity-building initiatives for communities and individuals to assert their rights.</w:t>
      </w:r>
    </w:p>
    <w:p w14:paraId="2C95A20C" w14:textId="77777777" w:rsidR="003052E2" w:rsidRPr="00601BA1" w:rsidRDefault="003052E2" w:rsidP="003052E2">
      <w:pPr>
        <w:pStyle w:val="ListParagraph"/>
        <w:numPr>
          <w:ilvl w:val="0"/>
          <w:numId w:val="3"/>
        </w:numPr>
        <w:spacing w:after="0"/>
        <w:ind w:left="426"/>
        <w:jc w:val="both"/>
        <w:rPr>
          <w:rFonts w:ascii="Arial" w:hAnsi="Arial" w:cs="Arial"/>
          <w:sz w:val="18"/>
          <w:szCs w:val="20"/>
        </w:rPr>
      </w:pPr>
      <w:r w:rsidRPr="003052E2">
        <w:rPr>
          <w:rFonts w:ascii="Arial" w:hAnsi="Arial" w:cs="Arial"/>
          <w:sz w:val="18"/>
          <w:szCs w:val="20"/>
        </w:rPr>
        <w:t xml:space="preserve">Support activities </w:t>
      </w:r>
      <w:proofErr w:type="gramStart"/>
      <w:r w:rsidRPr="003052E2">
        <w:rPr>
          <w:rFonts w:ascii="Arial" w:hAnsi="Arial" w:cs="Arial"/>
          <w:sz w:val="18"/>
          <w:szCs w:val="20"/>
        </w:rPr>
        <w:t>in the area of</w:t>
      </w:r>
      <w:proofErr w:type="gramEnd"/>
      <w:r w:rsidRPr="003052E2">
        <w:rPr>
          <w:rFonts w:ascii="Arial" w:hAnsi="Arial" w:cs="Arial"/>
          <w:sz w:val="18"/>
          <w:szCs w:val="20"/>
        </w:rPr>
        <w:t xml:space="preserve"> risk management related to Sexual Exploitation and Abuse, fraud, case-processing, data protection, and human rights due diligence at country level.</w:t>
      </w:r>
    </w:p>
    <w:p w14:paraId="03767D21" w14:textId="77777777" w:rsidR="003052E2" w:rsidRPr="008C4117" w:rsidRDefault="003052E2" w:rsidP="003052E2">
      <w:pPr>
        <w:pStyle w:val="ListParagraph"/>
        <w:numPr>
          <w:ilvl w:val="0"/>
          <w:numId w:val="3"/>
        </w:numPr>
        <w:spacing w:after="0"/>
        <w:ind w:left="426"/>
        <w:jc w:val="both"/>
        <w:rPr>
          <w:rFonts w:ascii="Arial" w:hAnsi="Arial" w:cs="Arial"/>
          <w:sz w:val="18"/>
          <w:szCs w:val="20"/>
        </w:rPr>
      </w:pPr>
      <w:r w:rsidRPr="008C4117">
        <w:rPr>
          <w:rFonts w:ascii="Arial" w:hAnsi="Arial" w:cs="Arial"/>
          <w:sz w:val="18"/>
          <w:szCs w:val="20"/>
        </w:rPr>
        <w:t xml:space="preserve">Participate in initiatives to capacitate national authorities, relevant </w:t>
      </w:r>
      <w:proofErr w:type="gramStart"/>
      <w:r w:rsidRPr="008C4117">
        <w:rPr>
          <w:rFonts w:ascii="Arial" w:hAnsi="Arial" w:cs="Arial"/>
          <w:sz w:val="18"/>
          <w:szCs w:val="20"/>
        </w:rPr>
        <w:t>institutions</w:t>
      </w:r>
      <w:proofErr w:type="gramEnd"/>
      <w:r w:rsidRPr="008C4117">
        <w:rPr>
          <w:rFonts w:ascii="Arial" w:hAnsi="Arial" w:cs="Arial"/>
          <w:sz w:val="18"/>
          <w:szCs w:val="20"/>
        </w:rPr>
        <w:t xml:space="preserve"> and NGOs to strengthen national protection related legislation and procedures.</w:t>
      </w:r>
    </w:p>
    <w:p w14:paraId="73AB1B80" w14:textId="77777777" w:rsidR="003052E2" w:rsidRPr="008C4117" w:rsidRDefault="003052E2" w:rsidP="003052E2">
      <w:pPr>
        <w:pStyle w:val="ListParagraph"/>
        <w:numPr>
          <w:ilvl w:val="0"/>
          <w:numId w:val="3"/>
        </w:numPr>
        <w:spacing w:after="0"/>
        <w:ind w:left="426"/>
        <w:jc w:val="both"/>
        <w:rPr>
          <w:rFonts w:ascii="Arial" w:hAnsi="Arial" w:cs="Arial"/>
          <w:sz w:val="18"/>
          <w:szCs w:val="20"/>
        </w:rPr>
      </w:pPr>
      <w:r w:rsidRPr="008C4117">
        <w:rPr>
          <w:rFonts w:ascii="Arial" w:hAnsi="Arial" w:cs="Arial"/>
          <w:sz w:val="18"/>
          <w:szCs w:val="20"/>
        </w:rPr>
        <w:t xml:space="preserve">Intervene with authorities on protection issues. </w:t>
      </w:r>
    </w:p>
    <w:p w14:paraId="064AE667" w14:textId="77777777" w:rsidR="003052E2" w:rsidRPr="008C4117" w:rsidRDefault="003052E2" w:rsidP="003052E2">
      <w:pPr>
        <w:pStyle w:val="ListParagraph"/>
        <w:numPr>
          <w:ilvl w:val="0"/>
          <w:numId w:val="3"/>
        </w:numPr>
        <w:spacing w:after="0"/>
        <w:ind w:left="426"/>
        <w:jc w:val="both"/>
        <w:rPr>
          <w:rFonts w:ascii="Arial" w:hAnsi="Arial" w:cs="Arial"/>
          <w:sz w:val="18"/>
          <w:szCs w:val="20"/>
        </w:rPr>
      </w:pPr>
      <w:r w:rsidRPr="008C4117">
        <w:rPr>
          <w:rFonts w:ascii="Arial" w:hAnsi="Arial" w:cs="Arial"/>
          <w:sz w:val="18"/>
          <w:szCs w:val="20"/>
        </w:rPr>
        <w:t>Negotiate locally on behalf of UNHCR.</w:t>
      </w:r>
    </w:p>
    <w:p w14:paraId="0275BC49" w14:textId="77777777" w:rsidR="003052E2" w:rsidRPr="008C4117" w:rsidRDefault="003052E2" w:rsidP="003052E2">
      <w:pPr>
        <w:pStyle w:val="ListParagraph"/>
        <w:numPr>
          <w:ilvl w:val="0"/>
          <w:numId w:val="3"/>
        </w:numPr>
        <w:spacing w:after="0"/>
        <w:ind w:left="426"/>
        <w:jc w:val="both"/>
        <w:rPr>
          <w:rFonts w:ascii="Arial" w:hAnsi="Arial" w:cs="Arial"/>
          <w:sz w:val="18"/>
          <w:szCs w:val="20"/>
        </w:rPr>
      </w:pPr>
      <w:r w:rsidRPr="008C4117">
        <w:rPr>
          <w:rFonts w:ascii="Arial" w:hAnsi="Arial" w:cs="Arial"/>
          <w:sz w:val="18"/>
          <w:szCs w:val="20"/>
        </w:rPr>
        <w:t xml:space="preserve">Decide priorities for reception, interviewing and counselling for groups or individuals. </w:t>
      </w:r>
    </w:p>
    <w:p w14:paraId="79C4FF34" w14:textId="77777777" w:rsidR="003052E2" w:rsidRPr="003052E2" w:rsidRDefault="003052E2" w:rsidP="003052E2">
      <w:pPr>
        <w:pStyle w:val="ListParagraph"/>
        <w:numPr>
          <w:ilvl w:val="0"/>
          <w:numId w:val="3"/>
        </w:numPr>
        <w:spacing w:after="0"/>
        <w:ind w:left="426"/>
        <w:jc w:val="both"/>
        <w:rPr>
          <w:rFonts w:ascii="Arial" w:hAnsi="Arial" w:cs="Arial"/>
          <w:sz w:val="18"/>
          <w:szCs w:val="20"/>
        </w:rPr>
      </w:pPr>
      <w:r w:rsidRPr="008C4117">
        <w:rPr>
          <w:rFonts w:ascii="Arial" w:hAnsi="Arial" w:cs="Arial"/>
          <w:sz w:val="18"/>
          <w:szCs w:val="20"/>
        </w:rPr>
        <w:t>Enforce compliance of staff and implementing partners with global protection policies and standards of professional integrity in the delivery of protection services.</w:t>
      </w:r>
    </w:p>
    <w:p w14:paraId="157F6110" w14:textId="77777777" w:rsidR="003052E2" w:rsidRPr="003052E2" w:rsidRDefault="003052E2" w:rsidP="003052E2">
      <w:pPr>
        <w:pStyle w:val="ListParagraph"/>
        <w:numPr>
          <w:ilvl w:val="0"/>
          <w:numId w:val="3"/>
        </w:numPr>
        <w:spacing w:after="0"/>
        <w:ind w:left="426"/>
        <w:jc w:val="both"/>
        <w:rPr>
          <w:rFonts w:ascii="Arial" w:hAnsi="Arial" w:cs="Arial"/>
          <w:sz w:val="18"/>
          <w:szCs w:val="20"/>
        </w:rPr>
      </w:pPr>
      <w:r w:rsidRPr="008C4117">
        <w:rPr>
          <w:rFonts w:ascii="Arial" w:hAnsi="Arial" w:cs="Arial"/>
          <w:sz w:val="18"/>
          <w:szCs w:val="20"/>
        </w:rPr>
        <w:t>Enforce compliance with, and integrity of, all protection standard operating procedures.</w:t>
      </w:r>
    </w:p>
    <w:p w14:paraId="52BB4DE5" w14:textId="77777777" w:rsidR="003A40BE" w:rsidRPr="00145FB9" w:rsidRDefault="003A40BE" w:rsidP="00E64A61">
      <w:pPr>
        <w:pStyle w:val="ListParagraph"/>
        <w:numPr>
          <w:ilvl w:val="0"/>
          <w:numId w:val="3"/>
        </w:numPr>
        <w:spacing w:after="0"/>
        <w:ind w:left="426"/>
        <w:jc w:val="both"/>
        <w:rPr>
          <w:rFonts w:ascii="Arial" w:hAnsi="Arial" w:cs="Arial"/>
          <w:sz w:val="18"/>
          <w:szCs w:val="20"/>
        </w:rPr>
      </w:pPr>
      <w:r w:rsidRPr="00145FB9">
        <w:rPr>
          <w:rFonts w:ascii="Arial" w:hAnsi="Arial" w:cs="Arial"/>
          <w:sz w:val="18"/>
          <w:szCs w:val="20"/>
        </w:rPr>
        <w:t>Perform other related duties as required.</w:t>
      </w:r>
    </w:p>
    <w:p w14:paraId="3B92C047" w14:textId="25FB6D0A" w:rsidR="0038634E" w:rsidRDefault="0038634E" w:rsidP="000468BC">
      <w:pPr>
        <w:spacing w:after="0"/>
        <w:rPr>
          <w:rFonts w:ascii="Arial" w:hAnsi="Arial" w:cs="Arial"/>
          <w:i/>
          <w:sz w:val="18"/>
          <w:szCs w:val="20"/>
        </w:rPr>
      </w:pPr>
    </w:p>
    <w:p w14:paraId="3992D600" w14:textId="77777777" w:rsidR="005218BC" w:rsidRPr="000468BC" w:rsidRDefault="005218BC" w:rsidP="000468BC">
      <w:pPr>
        <w:spacing w:after="0"/>
        <w:rPr>
          <w:rFonts w:ascii="Arial" w:hAnsi="Arial" w:cs="Arial"/>
          <w:i/>
          <w:sz w:val="18"/>
          <w:szCs w:val="20"/>
        </w:rPr>
      </w:pPr>
    </w:p>
    <w:p w14:paraId="74DAA468" w14:textId="78927EB6" w:rsidR="00136200" w:rsidRDefault="00136200" w:rsidP="00CF26B0">
      <w:pPr>
        <w:spacing w:after="0"/>
        <w:rPr>
          <w:rFonts w:ascii="Arial" w:hAnsi="Arial" w:cs="Arial"/>
          <w:color w:val="808080" w:themeColor="background1" w:themeShade="80"/>
          <w:sz w:val="18"/>
          <w:szCs w:val="20"/>
        </w:rPr>
      </w:pPr>
      <w:r>
        <w:rPr>
          <w:rFonts w:ascii="Arial" w:hAnsi="Arial" w:cs="Arial"/>
          <w:noProof/>
          <w:sz w:val="20"/>
          <w:szCs w:val="20"/>
          <w:lang w:eastAsia="en-GB"/>
        </w:rPr>
        <mc:AlternateContent>
          <mc:Choice Requires="wps">
            <w:drawing>
              <wp:anchor distT="0" distB="0" distL="114300" distR="114300" simplePos="0" relativeHeight="251746304" behindDoc="0" locked="0" layoutInCell="1" allowOverlap="1" wp14:anchorId="20EBB7BF" wp14:editId="2713F76B">
                <wp:simplePos x="0" y="0"/>
                <wp:positionH relativeFrom="margin">
                  <wp:posOffset>-118110</wp:posOffset>
                </wp:positionH>
                <wp:positionV relativeFrom="paragraph">
                  <wp:posOffset>7620</wp:posOffset>
                </wp:positionV>
                <wp:extent cx="6941130" cy="0"/>
                <wp:effectExtent l="0" t="19050" r="31750" b="19050"/>
                <wp:wrapNone/>
                <wp:docPr id="14" name="Straight Connector 14"/>
                <wp:cNvGraphicFramePr/>
                <a:graphic xmlns:a="http://schemas.openxmlformats.org/drawingml/2006/main">
                  <a:graphicData uri="http://schemas.microsoft.com/office/word/2010/wordprocessingShape">
                    <wps:wsp>
                      <wps:cNvCnPr/>
                      <wps:spPr>
                        <a:xfrm>
                          <a:off x="0" y="0"/>
                          <a:ext cx="6941130" cy="0"/>
                        </a:xfrm>
                        <a:prstGeom prst="line">
                          <a:avLst/>
                        </a:prstGeom>
                        <a:ln w="28575">
                          <a:solidFill>
                            <a:schemeClr val="accent1">
                              <a:lumMod val="60000"/>
                              <a:lumOff val="40000"/>
                            </a:schemeClr>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802EAB9" id="Straight Connector 14" o:spid="_x0000_s1026" style="position:absolute;z-index:2517463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9.3pt,.6pt" to="537.2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" strokecolor="#9cc2e5 [1940]" strokeweight="2.25pt">
                <v:stroke joinstyle="miter"/>
                <w10:wrap anchorx="margin"/>
              </v:line>
            </w:pict>
          </mc:Fallback>
        </mc:AlternateContent>
      </w:r>
    </w:p>
    <w:p w14:paraId="02E22DA9" w14:textId="77777777" w:rsidR="000E6395" w:rsidRPr="0078694B" w:rsidRDefault="000E6395" w:rsidP="00CF26B0">
      <w:pPr>
        <w:spacing w:after="0"/>
        <w:rPr>
          <w:rFonts w:ascii="Arial" w:hAnsi="Arial" w:cs="Arial"/>
          <w:color w:val="808080" w:themeColor="background1" w:themeShade="80"/>
          <w:sz w:val="18"/>
          <w:szCs w:val="20"/>
        </w:rPr>
      </w:pPr>
    </w:p>
    <w:p w14:paraId="39FE53E2" w14:textId="77777777" w:rsidR="00C9115C" w:rsidRPr="00D60A59" w:rsidRDefault="003E1C28" w:rsidP="00BF64F3">
      <w:pPr>
        <w:pStyle w:val="ListParagraph"/>
        <w:numPr>
          <w:ilvl w:val="0"/>
          <w:numId w:val="21"/>
        </w:numPr>
        <w:spacing w:after="0"/>
        <w:rPr>
          <w:rFonts w:ascii="Arial" w:hAnsi="Arial" w:cs="Arial"/>
          <w:b/>
          <w:color w:val="0072BC"/>
          <w:szCs w:val="20"/>
        </w:rPr>
      </w:pPr>
      <w:r w:rsidRPr="00D60A59">
        <w:rPr>
          <w:rFonts w:ascii="Arial" w:hAnsi="Arial" w:cs="Arial"/>
          <w:b/>
          <w:color w:val="0072BC"/>
          <w:szCs w:val="20"/>
        </w:rPr>
        <w:t>Minimum Qualifications</w:t>
      </w:r>
    </w:p>
    <w:p w14:paraId="6CE4D460" w14:textId="77777777" w:rsidR="00C9115C" w:rsidRPr="008C55ED" w:rsidRDefault="00C9115C" w:rsidP="00C9115C">
      <w:pPr>
        <w:spacing w:after="0"/>
        <w:rPr>
          <w:rFonts w:ascii="Arial" w:hAnsi="Arial" w:cs="Arial"/>
          <w:color w:val="A6A6A6" w:themeColor="background1" w:themeShade="A6"/>
          <w:sz w:val="20"/>
          <w:szCs w:val="20"/>
        </w:rPr>
      </w:pPr>
    </w:p>
    <w:p w14:paraId="21B45E76" w14:textId="77777777" w:rsidR="00CF26B0" w:rsidRPr="0078694B" w:rsidRDefault="004D7815" w:rsidP="00C9115C">
      <w:pPr>
        <w:spacing w:after="0"/>
        <w:rPr>
          <w:rFonts w:ascii="Arial" w:hAnsi="Arial" w:cs="Arial"/>
          <w:color w:val="0072BC"/>
          <w:sz w:val="20"/>
          <w:szCs w:val="18"/>
        </w:rPr>
      </w:pPr>
      <w:r w:rsidRPr="0078694B">
        <w:rPr>
          <w:rFonts w:ascii="Arial" w:hAnsi="Arial" w:cs="Arial"/>
          <w:b/>
          <w:color w:val="0072BC"/>
          <w:sz w:val="20"/>
          <w:szCs w:val="18"/>
          <w:u w:val="single"/>
        </w:rPr>
        <w:t>Education &amp; Professional Work Experience</w:t>
      </w:r>
    </w:p>
    <w:p w14:paraId="1F98AAD0" w14:textId="77777777" w:rsidR="00CF26B0" w:rsidRPr="008C55ED" w:rsidRDefault="00CF26B0" w:rsidP="00CF26B0">
      <w:pPr>
        <w:spacing w:after="0"/>
        <w:rPr>
          <w:rFonts w:ascii="Arial" w:hAnsi="Arial" w:cs="Arial"/>
          <w:color w:val="A6A6A6" w:themeColor="background1" w:themeShade="A6"/>
          <w:sz w:val="18"/>
          <w:szCs w:val="20"/>
        </w:rPr>
      </w:pPr>
    </w:p>
    <w:p w14:paraId="3EDDAE27" w14:textId="77777777" w:rsidR="004D7815" w:rsidRPr="00C401CB" w:rsidRDefault="004D7815" w:rsidP="00CF26B0">
      <w:pPr>
        <w:spacing w:after="0"/>
        <w:rPr>
          <w:rFonts w:ascii="Arial" w:hAnsi="Arial" w:cs="Arial"/>
          <w:b/>
          <w:sz w:val="18"/>
          <w:szCs w:val="20"/>
          <w:u w:val="single"/>
        </w:rPr>
      </w:pPr>
      <w:r w:rsidRPr="00C401CB">
        <w:rPr>
          <w:rFonts w:ascii="Arial" w:hAnsi="Arial" w:cs="Arial"/>
          <w:b/>
          <w:sz w:val="18"/>
          <w:szCs w:val="20"/>
          <w:u w:val="single"/>
        </w:rPr>
        <w:t>Years of Experience / Degree Level</w:t>
      </w:r>
    </w:p>
    <w:p w14:paraId="596ED7AC" w14:textId="77777777" w:rsidR="001F39C4" w:rsidRPr="008C55ED" w:rsidRDefault="001F39C4" w:rsidP="001F39C4">
      <w:pPr>
        <w:spacing w:after="0"/>
        <w:jc w:val="both"/>
        <w:rPr>
          <w:rFonts w:ascii="Arial" w:hAnsi="Arial" w:cs="Arial"/>
          <w:color w:val="A6A6A6" w:themeColor="background1" w:themeShade="A6"/>
          <w:sz w:val="16"/>
          <w:szCs w:val="20"/>
        </w:rPr>
      </w:pPr>
    </w:p>
    <w:bookmarkStart w:id="4" w:name="_Hlk39740197"/>
    <w:p w14:paraId="2A9C20A2" w14:textId="49CBDC45" w:rsidR="0038634E" w:rsidRPr="00122398" w:rsidRDefault="003B340E" w:rsidP="0038634E">
      <w:pPr>
        <w:spacing w:after="0"/>
        <w:rPr>
          <w:rFonts w:ascii="Arial" w:hAnsi="Arial" w:cs="Arial"/>
          <w:i/>
          <w:sz w:val="18"/>
          <w:szCs w:val="20"/>
        </w:rPr>
      </w:pPr>
      <w:sdt>
        <w:sdtPr>
          <w:rPr>
            <w:rFonts w:ascii="Arial" w:hAnsi="Arial" w:cs="Arial"/>
            <w:i/>
            <w:sz w:val="18"/>
            <w:szCs w:val="18"/>
          </w:rPr>
          <w:id w:val="-1808776343"/>
          <w:placeholder>
            <w:docPart w:val="C25189D9DAE64D9286317773D2EEFB8E"/>
          </w:placeholder>
          <w15:color w:val="000000"/>
          <w:dropDownList>
            <w:listItem w:displayText="choose an item" w:value="choose an item"/>
            <w:listItem w:displayText="For G1 - Completion of Primary Education; or High School Diploma or higher" w:value="For G1 - Completion of Primary Education; or High School Diploma or higher"/>
            <w:listItem w:displayText="For G2 - Completion of Primary Education; or High School Diploma or higher" w:value="For G2 - Completion of Primary Education; or High School Diploma or higher"/>
            <w:listItem w:displayText="For G2D - 2 years relevant experience with Completion of Primary Education or High School Diploma or higher" w:value="For G2D - 2 years relevant experience with Completion of Primary Education or High School Diploma or higher"/>
            <w:listItem w:displayText="For G3 - 1 year relevant experience with High School Diploma; or Bachelor or equivalent or higher" w:value="For G3 - 1 year relevant experience with High School Diploma; or Bachelor or equivalent or higher"/>
            <w:listItem w:displayText="For G3D - 2 years relevant experience with Completion of Primary Education or High School Diploma or higher" w:value="For G3D - 2 years relevant experience with Completion of Primary Education or High School Diploma or higher"/>
            <w:listItem w:displayText="For G4 - 1 year relevant experience with High School Diploma; or Bachelor or equivalent or higher" w:value="For G4 - 1 year relevant experience with High School Diploma; or Bachelor or equivalent or higher"/>
            <w:listItem w:displayText="For G5 - 2 years relevant experience with High School Diploma; or 1 year relevant work experience with Bachelor or equivalent or higher" w:value="For G5 - 2 years relevant experience with High School Diploma; or 1 year relevant work experience with Bachelor or equivalent or higher"/>
            <w:listItem w:displayText="For G6 - 3 years relevant experience with High School Diploma; or 2 years relevant work experience with Bachelor or equivalent or higher" w:value="For G6 - 3 years relevant experience with High School Diploma; or 2 years relevant work experience with Bachelor or equivalent or higher"/>
            <w:listItem w:displayText="For G7 - 4 years relevant experience with High School Diploma; or 2 years relevant work experience with Bachelor or equivalent or higher" w:value="For G7 - 4 years relevant experience with High School Diploma; or 2 years relevant work experience with Bachelor or equivalent or higher"/>
            <w:listItem w:displayText="For FS4 - 3 years relevant experience with High school diploma " w:value="For FS4 - 3 years relevant experience with High school diploma "/>
            <w:listItem w:displayText="For FS5 - 3 years relevant experience with High School Diploma; or 2 years relevant work experience with Bachelor or equivalent or higher" w:value="For FS5 - 3 years relevant experience with High School Diploma; or 2 years relevant work experience with Bachelor or equivalent or higher"/>
            <w:listItem w:displayText="For P1 - 1 year relevant experience with Undergraduate degree; or no experience with Graduate degree; or no experience with Doctorate degree" w:value="For P1 - 1 year relevant experience with Undergraduate degree; or no experience with Graduate degree; or no experience with Doctorate degree"/>
            <w:listItem w:displayText="For P1/NOA - 1 year relevant experience with Undergraduate degree; or no experience with Graduate degree; or no experience with Doctorate degree" w:value="For P1/NOA - 1 year relevant experience with Undergraduate degree; or no experience with Graduate degree; or no experience with Doctorate degree"/>
            <w:listItem w:displayText="For P2 - 3 years relevant experience with Undergraduate degree; or 2 years relevant experience with Graduate degree; or 1 year relevant experience with Doctorate degree" w:value="For P2 - 3 years relevant experience with Undergraduate degree; or 2 years relevant experience with Graduate degree; or 1 year relevant experience with Doctorate degree"/>
            <w:listItem w:displayText="For P2/NOB - 3 years relevant experience with Undergraduate degree; or 2 years relevant experience with Graduate degree; or 1 year relevant experience with Doctorate degree" w:value="For P2/NOB - 3 years relevant experience with Undergraduate degree; or 2 years relevant experience with Graduate degree; or 1 year relevant experience with Doctorate degree"/>
            <w:listItem w:displayText="For P3 - 6 years relevant experience with Undergraduate degree; or 5 years relevant experience with Graduate degree; or 4 years relevant experience with Doctorate degree" w:value="For P3 - 6 years relevant experience with Undergraduate degree; or 5 years relevant experience with Graduate degree; or 4 years relevant experience with Doctorate degree"/>
            <w:listItem w:displayText="For P3/NOC - 6 years relevant experience with Undergraduate degree; or 5 years relevant experience with Graduate degree; or 4 years relevant experience with Doctorate degree" w:value="For P3/NOC - 6 years relevant experience with Undergraduate degree; or 5 years relevant experience with Graduate degree; or 4 years relevant experience with Doctorate degree"/>
            <w:listItem w:displayText="For P4 - 9 years relevant experience with Undergraduate degree; or 8 years relevant experience with Graduate degree; or 7 years relevant experience with Doctorate degree" w:value="For P4 - 9 years relevant experience with Undergraduate degree; or 8 years relevant experience with Graduate degree; or 7 years relevant experience with Doctorate degree"/>
            <w:listItem w:displayText="For P4/NOD - 9 years relevant experience with Undergraduate degree; or 8 years relevant experience with Graduate degree; or 7 years relevant experience with Doctorate degree" w:value="For P4/NOD - 9 years relevant experience with Undergraduate degree; or 8 years relevant experience with Graduate degree; or 7 years relevant experience with Doctorate degree"/>
            <w:listItem w:displayText="For P5 - 12 years relevant experience with Undergraduate degree; or 11 years relevant experience with Graduate degree; or 10 years relevant experience with Doctorate degree" w:value="For P5 - 12 years relevant experience with Undergraduate degree; or 11 years relevant experience with Graduate degree; or 10 years relevant experience with Doctorate degree"/>
            <w:listItem w:displayText="For D1 - 17 years relevant experience with Undergraduate degree; or 16 years relevant experience with Graduate degree; or 15 years relevant experience with Doctorate degree" w:value="For D1 - 17 years relevant experience with Undergraduate degree; or 16 years relevant experience with Graduate degree; or 15 years relevant experience with Doctorate degree"/>
            <w:listItem w:displayText="For D2 - 18 years relevant experience with Undergraduate degree; or 17 years relevant experience with Graduate degree; or 16 years relevant experience with Doctorate degree" w:value="For D2 - 18 years relevant experience with Undergraduate degree; or 17 years relevant experience with Graduate degree; or 16 years relevant experience with Doctorate degree"/>
          </w:dropDownList>
        </w:sdtPr>
        <w:sdtEndPr/>
        <w:sdtContent>
          <w:r w:rsidR="0038634E">
            <w:rPr>
              <w:rFonts w:ascii="Arial" w:hAnsi="Arial" w:cs="Arial"/>
              <w:i/>
              <w:sz w:val="18"/>
              <w:szCs w:val="18"/>
            </w:rPr>
            <w:t>For P2/NOB - 3 years relevant experience with Undergraduate degree; or 2 years relevant experience with Graduate degree; or 1 year relevant experience with Doctorate degree</w:t>
          </w:r>
        </w:sdtContent>
      </w:sdt>
    </w:p>
    <w:bookmarkEnd w:id="4"/>
    <w:p w14:paraId="2ABA0448" w14:textId="44077B8B" w:rsidR="00A06AE7" w:rsidRPr="008C55ED" w:rsidRDefault="00A708F5" w:rsidP="00A708F5">
      <w:pPr>
        <w:spacing w:after="0"/>
        <w:rPr>
          <w:rFonts w:ascii="Arial" w:hAnsi="Arial" w:cs="Arial"/>
          <w:color w:val="A6A6A6" w:themeColor="background1" w:themeShade="A6"/>
          <w:sz w:val="18"/>
          <w:szCs w:val="20"/>
        </w:rPr>
      </w:pPr>
      <w:r w:rsidRPr="008C55ED">
        <w:rPr>
          <w:rFonts w:ascii="Arial" w:hAnsi="Arial" w:cs="Arial"/>
          <w:noProof/>
          <w:sz w:val="20"/>
          <w:szCs w:val="20"/>
          <w:lang w:eastAsia="en-GB"/>
        </w:rPr>
        <w:t xml:space="preserve"> </w:t>
      </w:r>
      <w:r w:rsidR="00AB0498" w:rsidRPr="008C55ED">
        <w:rPr>
          <w:rFonts w:ascii="Arial" w:hAnsi="Arial" w:cs="Arial"/>
          <w:noProof/>
          <w:color w:val="A6A6A6" w:themeColor="background1" w:themeShade="A6"/>
          <w:sz w:val="20"/>
          <w:szCs w:val="20"/>
          <w:lang w:eastAsia="en-GB"/>
        </w:rPr>
        <mc:AlternateContent>
          <mc:Choice Requires="wps">
            <w:drawing>
              <wp:anchor distT="0" distB="0" distL="114300" distR="114300" simplePos="0" relativeHeight="251762688" behindDoc="0" locked="0" layoutInCell="1" allowOverlap="1" wp14:anchorId="76E3792C" wp14:editId="6E1B5BC2">
                <wp:simplePos x="0" y="0"/>
                <wp:positionH relativeFrom="margin">
                  <wp:posOffset>-127635</wp:posOffset>
                </wp:positionH>
                <wp:positionV relativeFrom="paragraph">
                  <wp:posOffset>149860</wp:posOffset>
                </wp:positionV>
                <wp:extent cx="6940550" cy="0"/>
                <wp:effectExtent l="0" t="0" r="0" b="19050"/>
                <wp:wrapNone/>
                <wp:docPr id="32" name="Straight Connector 32"/>
                <wp:cNvGraphicFramePr/>
                <a:graphic xmlns:a="http://schemas.openxmlformats.org/drawingml/2006/main">
                  <a:graphicData uri="http://schemas.microsoft.com/office/word/2010/wordprocessingShape">
                    <wps:wsp>
                      <wps:cNvCnPr/>
                      <wps:spPr>
                        <a:xfrm>
                          <a:off x="0" y="0"/>
                          <a:ext cx="6940550" cy="0"/>
                        </a:xfrm>
                        <a:prstGeom prst="line">
                          <a:avLst/>
                        </a:prstGeom>
                        <a:ln w="19050">
                          <a:solidFill>
                            <a:schemeClr val="accent1">
                              <a:lumMod val="60000"/>
                              <a:lumOff val="40000"/>
                            </a:schemeClr>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B1022E9" id="Straight Connector 32" o:spid="_x0000_s1026" style="position:absolute;z-index:2517626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0.05pt,11.8pt" to="536.45pt,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" strokecolor="#9cc2e5 [1940]" strokeweight="1.5pt">
                <v:stroke dashstyle="1 1" joinstyle="miter"/>
                <w10:wrap anchorx="margin"/>
              </v:line>
            </w:pict>
          </mc:Fallback>
        </mc:AlternateContent>
      </w:r>
    </w:p>
    <w:p w14:paraId="3D430770" w14:textId="51288EC6" w:rsidR="005218BC" w:rsidRDefault="005218BC">
      <w:pPr>
        <w:rPr>
          <w:rFonts w:ascii="Arial" w:hAnsi="Arial" w:cs="Arial"/>
          <w:color w:val="808080" w:themeColor="background1" w:themeShade="80"/>
          <w:sz w:val="18"/>
          <w:szCs w:val="20"/>
        </w:rPr>
      </w:pPr>
      <w:r>
        <w:rPr>
          <w:rFonts w:ascii="Arial" w:hAnsi="Arial" w:cs="Arial"/>
          <w:color w:val="808080" w:themeColor="background1" w:themeShade="80"/>
          <w:sz w:val="18"/>
          <w:szCs w:val="20"/>
        </w:rPr>
        <w:br w:type="page"/>
      </w:r>
    </w:p>
    <w:p w14:paraId="1BFA146E" w14:textId="1E0CB98E" w:rsidR="00A06AE7" w:rsidRDefault="005218BC" w:rsidP="00A06AE7">
      <w:pPr>
        <w:spacing w:after="0"/>
        <w:rPr>
          <w:rFonts w:ascii="Arial" w:hAnsi="Arial" w:cs="Arial"/>
          <w:color w:val="808080" w:themeColor="background1" w:themeShade="80"/>
          <w:sz w:val="18"/>
          <w:szCs w:val="20"/>
        </w:rPr>
      </w:pPr>
      <w:r w:rsidRPr="008C55ED">
        <w:rPr>
          <w:rFonts w:ascii="Arial" w:hAnsi="Arial" w:cs="Arial"/>
          <w:noProof/>
          <w:color w:val="A6A6A6" w:themeColor="background1" w:themeShade="A6"/>
          <w:sz w:val="20"/>
          <w:szCs w:val="20"/>
          <w:lang w:eastAsia="en-GB"/>
        </w:rPr>
        <w:lastRenderedPageBreak/>
        <mc:AlternateContent>
          <mc:Choice Requires="wps">
            <w:drawing>
              <wp:anchor distT="0" distB="0" distL="114300" distR="114300" simplePos="0" relativeHeight="251797504" behindDoc="0" locked="0" layoutInCell="1" allowOverlap="1" wp14:anchorId="69373F58" wp14:editId="309D9C4C">
                <wp:simplePos x="0" y="0"/>
                <wp:positionH relativeFrom="margin">
                  <wp:posOffset>-129540</wp:posOffset>
                </wp:positionH>
                <wp:positionV relativeFrom="paragraph">
                  <wp:posOffset>0</wp:posOffset>
                </wp:positionV>
                <wp:extent cx="6940550" cy="0"/>
                <wp:effectExtent l="0" t="0" r="0" b="0"/>
                <wp:wrapNone/>
                <wp:docPr id="27" name="Straight Connector 27"/>
                <wp:cNvGraphicFramePr/>
                <a:graphic xmlns:a="http://schemas.openxmlformats.org/drawingml/2006/main">
                  <a:graphicData uri="http://schemas.microsoft.com/office/word/2010/wordprocessingShape">
                    <wps:wsp>
                      <wps:cNvCnPr/>
                      <wps:spPr>
                        <a:xfrm>
                          <a:off x="0" y="0"/>
                          <a:ext cx="6940550" cy="0"/>
                        </a:xfrm>
                        <a:prstGeom prst="line">
                          <a:avLst/>
                        </a:prstGeom>
                        <a:ln w="19050">
                          <a:solidFill>
                            <a:schemeClr val="accent1">
                              <a:lumMod val="60000"/>
                              <a:lumOff val="40000"/>
                            </a:schemeClr>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00822C6" id="Straight Connector 27" o:spid="_x0000_s1026" style="position:absolute;z-index:251797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0.2pt,0" to="536.3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" strokecolor="#9cc2e5 [1940]" strokeweight="1.5pt">
                <v:stroke dashstyle="1 1" joinstyle="miter"/>
                <w10:wrap anchorx="margin"/>
              </v:line>
            </w:pict>
          </mc:Fallback>
        </mc:AlternateContent>
      </w:r>
    </w:p>
    <w:p w14:paraId="4F811FE4" w14:textId="77777777" w:rsidR="004D7815" w:rsidRDefault="004D7815" w:rsidP="004D7815">
      <w:pPr>
        <w:spacing w:after="0"/>
        <w:rPr>
          <w:rFonts w:ascii="Arial" w:hAnsi="Arial" w:cs="Arial"/>
          <w:b/>
          <w:sz w:val="18"/>
          <w:szCs w:val="20"/>
        </w:rPr>
      </w:pPr>
      <w:r w:rsidRPr="00023219">
        <w:rPr>
          <w:rFonts w:ascii="Arial" w:hAnsi="Arial" w:cs="Arial"/>
          <w:b/>
          <w:sz w:val="18"/>
          <w:szCs w:val="20"/>
          <w:u w:val="single"/>
        </w:rPr>
        <w:t>Field(s) of Education</w:t>
      </w:r>
      <w:r w:rsidR="0017197B" w:rsidRPr="00023219">
        <w:rPr>
          <w:rFonts w:ascii="Arial" w:hAnsi="Arial" w:cs="Arial"/>
          <w:b/>
          <w:sz w:val="18"/>
          <w:szCs w:val="20"/>
        </w:rPr>
        <w:t xml:space="preserve"> </w:t>
      </w:r>
    </w:p>
    <w:p w14:paraId="27B13D41" w14:textId="77777777" w:rsidR="00AE4AF8" w:rsidRDefault="00AE4AF8" w:rsidP="004D7815">
      <w:pPr>
        <w:spacing w:after="0"/>
        <w:rPr>
          <w:rFonts w:ascii="Arial" w:hAnsi="Arial" w:cs="Arial"/>
          <w:b/>
          <w:sz w:val="18"/>
          <w:szCs w:val="20"/>
        </w:rPr>
      </w:pPr>
    </w:p>
    <w:p w14:paraId="5587AEC5" w14:textId="77777777" w:rsidR="00C401CB" w:rsidRDefault="003052E2" w:rsidP="003C71C1">
      <w:pPr>
        <w:spacing w:after="0"/>
        <w:rPr>
          <w:rFonts w:ascii="Arial" w:hAnsi="Arial" w:cs="Arial"/>
          <w:i/>
          <w:sz w:val="18"/>
          <w:szCs w:val="20"/>
        </w:rPr>
      </w:pPr>
      <w:r w:rsidRPr="008C4117">
        <w:rPr>
          <w:rFonts w:ascii="Arial" w:hAnsi="Arial" w:cs="Arial"/>
          <w:i/>
          <w:sz w:val="18"/>
          <w:szCs w:val="20"/>
        </w:rPr>
        <w:t xml:space="preserve">Law, </w:t>
      </w:r>
      <w:r w:rsidR="004E77DD">
        <w:rPr>
          <w:rFonts w:ascii="Arial" w:hAnsi="Arial" w:cs="Arial"/>
          <w:i/>
          <w:sz w:val="18"/>
          <w:szCs w:val="20"/>
        </w:rPr>
        <w:tab/>
      </w:r>
      <w:r w:rsidR="004E77DD">
        <w:rPr>
          <w:rFonts w:ascii="Arial" w:hAnsi="Arial" w:cs="Arial"/>
          <w:i/>
          <w:sz w:val="18"/>
          <w:szCs w:val="20"/>
        </w:rPr>
        <w:tab/>
      </w:r>
      <w:r w:rsidR="004E77DD">
        <w:rPr>
          <w:rFonts w:ascii="Arial" w:hAnsi="Arial" w:cs="Arial"/>
          <w:i/>
          <w:sz w:val="18"/>
          <w:szCs w:val="20"/>
        </w:rPr>
        <w:tab/>
      </w:r>
      <w:r w:rsidRPr="008C4117">
        <w:rPr>
          <w:rFonts w:ascii="Arial" w:hAnsi="Arial" w:cs="Arial"/>
          <w:i/>
          <w:sz w:val="18"/>
          <w:szCs w:val="20"/>
        </w:rPr>
        <w:t xml:space="preserve">International Law, </w:t>
      </w:r>
      <w:r>
        <w:rPr>
          <w:rFonts w:ascii="Arial" w:hAnsi="Arial" w:cs="Arial"/>
          <w:i/>
          <w:sz w:val="18"/>
          <w:szCs w:val="20"/>
        </w:rPr>
        <w:tab/>
      </w:r>
      <w:r>
        <w:rPr>
          <w:rFonts w:ascii="Arial" w:hAnsi="Arial" w:cs="Arial"/>
          <w:i/>
          <w:sz w:val="18"/>
          <w:szCs w:val="20"/>
        </w:rPr>
        <w:tab/>
        <w:t>P</w:t>
      </w:r>
      <w:r w:rsidRPr="008C4117">
        <w:rPr>
          <w:rFonts w:ascii="Arial" w:hAnsi="Arial" w:cs="Arial"/>
          <w:i/>
          <w:sz w:val="18"/>
          <w:szCs w:val="20"/>
        </w:rPr>
        <w:t>olitical Sciences</w:t>
      </w:r>
      <w:r w:rsidR="004E77DD">
        <w:rPr>
          <w:rFonts w:ascii="Arial" w:hAnsi="Arial" w:cs="Arial"/>
          <w:i/>
          <w:sz w:val="18"/>
          <w:szCs w:val="20"/>
        </w:rPr>
        <w:t xml:space="preserve"> </w:t>
      </w:r>
      <w:r w:rsidR="004E77DD">
        <w:rPr>
          <w:rFonts w:ascii="Arial" w:hAnsi="Arial" w:cs="Arial"/>
          <w:i/>
          <w:sz w:val="18"/>
          <w:szCs w:val="20"/>
        </w:rPr>
        <w:tab/>
      </w:r>
      <w:r w:rsidRPr="00DC69EA">
        <w:rPr>
          <w:rFonts w:ascii="Arial" w:hAnsi="Arial" w:cs="Arial"/>
          <w:i/>
          <w:sz w:val="18"/>
          <w:szCs w:val="20"/>
        </w:rPr>
        <w:t xml:space="preserve">or </w:t>
      </w:r>
      <w:proofErr w:type="gramStart"/>
      <w:r w:rsidRPr="00DC69EA">
        <w:rPr>
          <w:rFonts w:ascii="Arial" w:hAnsi="Arial" w:cs="Arial"/>
          <w:i/>
          <w:sz w:val="18"/>
          <w:szCs w:val="20"/>
        </w:rPr>
        <w:t>other</w:t>
      </w:r>
      <w:proofErr w:type="gramEnd"/>
      <w:r w:rsidRPr="00DC69EA">
        <w:rPr>
          <w:rFonts w:ascii="Arial" w:hAnsi="Arial" w:cs="Arial"/>
          <w:i/>
          <w:sz w:val="18"/>
          <w:szCs w:val="20"/>
        </w:rPr>
        <w:t xml:space="preserve"> relevant field</w:t>
      </w:r>
      <w:r>
        <w:rPr>
          <w:rFonts w:ascii="Arial" w:hAnsi="Arial" w:cs="Arial"/>
          <w:i/>
          <w:sz w:val="18"/>
          <w:szCs w:val="20"/>
        </w:rPr>
        <w:t xml:space="preserve"> </w:t>
      </w:r>
    </w:p>
    <w:p w14:paraId="51489255" w14:textId="77777777" w:rsidR="003052E2" w:rsidRPr="003C71C1" w:rsidRDefault="003052E2" w:rsidP="003C71C1">
      <w:pPr>
        <w:spacing w:after="0"/>
        <w:rPr>
          <w:rFonts w:ascii="Arial" w:hAnsi="Arial" w:cs="Arial"/>
          <w:i/>
          <w:sz w:val="18"/>
          <w:szCs w:val="20"/>
        </w:rPr>
      </w:pPr>
    </w:p>
    <w:p w14:paraId="6822ADC1" w14:textId="77777777" w:rsidR="007D1771" w:rsidRPr="008C55ED" w:rsidRDefault="007D1771" w:rsidP="007D1771">
      <w:pPr>
        <w:spacing w:after="0"/>
        <w:rPr>
          <w:rFonts w:ascii="Arial" w:hAnsi="Arial" w:cs="Arial"/>
          <w:color w:val="A6A6A6" w:themeColor="background1" w:themeShade="A6"/>
          <w:sz w:val="18"/>
          <w:szCs w:val="20"/>
        </w:rPr>
      </w:pPr>
      <w:r>
        <w:rPr>
          <w:rFonts w:ascii="Arial" w:hAnsi="Arial" w:cs="Arial"/>
          <w:color w:val="A6A6A6" w:themeColor="background1" w:themeShade="A6"/>
          <w:sz w:val="18"/>
          <w:szCs w:val="20"/>
        </w:rPr>
        <w:t xml:space="preserve">(Field(s) of Education marked with an asterisk* are essential) </w:t>
      </w:r>
    </w:p>
    <w:p w14:paraId="1570AE04" w14:textId="77777777" w:rsidR="004D7815" w:rsidRPr="00497E21" w:rsidRDefault="00943EEB" w:rsidP="00A06AE7">
      <w:pPr>
        <w:spacing w:after="0" w:line="240" w:lineRule="auto"/>
        <w:rPr>
          <w:rFonts w:ascii="Arial" w:hAnsi="Arial" w:cs="Arial"/>
          <w:color w:val="A6A6A6" w:themeColor="background1" w:themeShade="A6"/>
          <w:sz w:val="18"/>
          <w:szCs w:val="20"/>
        </w:rPr>
      </w:pPr>
      <w:r w:rsidRPr="008C55ED">
        <w:rPr>
          <w:rFonts w:ascii="Arial" w:hAnsi="Arial" w:cs="Arial"/>
          <w:noProof/>
          <w:sz w:val="20"/>
          <w:szCs w:val="20"/>
          <w:lang w:eastAsia="en-GB"/>
        </w:rPr>
        <mc:AlternateContent>
          <mc:Choice Requires="wps">
            <w:drawing>
              <wp:anchor distT="0" distB="0" distL="114300" distR="114300" simplePos="0" relativeHeight="251785216" behindDoc="0" locked="0" layoutInCell="1" allowOverlap="1" wp14:anchorId="687ACA26" wp14:editId="49AA0B3D">
                <wp:simplePos x="0" y="0"/>
                <wp:positionH relativeFrom="margin">
                  <wp:posOffset>-152400</wp:posOffset>
                </wp:positionH>
                <wp:positionV relativeFrom="paragraph">
                  <wp:posOffset>131445</wp:posOffset>
                </wp:positionV>
                <wp:extent cx="6941130" cy="0"/>
                <wp:effectExtent l="0" t="0" r="0" b="19050"/>
                <wp:wrapNone/>
                <wp:docPr id="28" name="Straight Connector 28"/>
                <wp:cNvGraphicFramePr/>
                <a:graphic xmlns:a="http://schemas.openxmlformats.org/drawingml/2006/main">
                  <a:graphicData uri="http://schemas.microsoft.com/office/word/2010/wordprocessingShape">
                    <wps:wsp>
                      <wps:cNvCnPr/>
                      <wps:spPr>
                        <a:xfrm>
                          <a:off x="0" y="0"/>
                          <a:ext cx="6941130" cy="0"/>
                        </a:xfrm>
                        <a:prstGeom prst="line">
                          <a:avLst/>
                        </a:prstGeom>
                        <a:ln w="19050">
                          <a:solidFill>
                            <a:schemeClr val="accent1">
                              <a:lumMod val="60000"/>
                              <a:lumOff val="40000"/>
                            </a:schemeClr>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12721B9" id="Straight Connector 28" o:spid="_x0000_s1026" style="position:absolute;z-index:251785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2pt,10.35pt" to="534.55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" strokecolor="#9cc2e5 [1940]" strokeweight="1.5pt">
                <v:stroke dashstyle="1 1" joinstyle="miter"/>
                <w10:wrap anchorx="margin"/>
              </v:line>
            </w:pict>
          </mc:Fallback>
        </mc:AlternateContent>
      </w:r>
    </w:p>
    <w:p w14:paraId="026540C3" w14:textId="77777777" w:rsidR="0007744E" w:rsidRDefault="0007744E" w:rsidP="004F3AAA">
      <w:pPr>
        <w:spacing w:after="0"/>
        <w:rPr>
          <w:rFonts w:ascii="Arial" w:hAnsi="Arial" w:cs="Arial"/>
          <w:b/>
          <w:sz w:val="18"/>
          <w:szCs w:val="20"/>
          <w:u w:val="single"/>
        </w:rPr>
      </w:pPr>
    </w:p>
    <w:p w14:paraId="41F0A27A" w14:textId="45F27AFE" w:rsidR="004F3AAA" w:rsidRDefault="004F3AAA" w:rsidP="004F3AAA">
      <w:pPr>
        <w:spacing w:after="0"/>
        <w:rPr>
          <w:rFonts w:ascii="Arial" w:hAnsi="Arial" w:cs="Arial"/>
          <w:b/>
          <w:sz w:val="18"/>
          <w:szCs w:val="20"/>
        </w:rPr>
      </w:pPr>
      <w:r w:rsidRPr="00023219">
        <w:rPr>
          <w:rFonts w:ascii="Arial" w:hAnsi="Arial" w:cs="Arial"/>
          <w:b/>
          <w:sz w:val="18"/>
          <w:szCs w:val="20"/>
          <w:u w:val="single"/>
        </w:rPr>
        <w:t xml:space="preserve">Certificates and/or </w:t>
      </w:r>
      <w:r w:rsidRPr="00AF75D0">
        <w:rPr>
          <w:rFonts w:ascii="Arial" w:hAnsi="Arial" w:cs="Arial"/>
          <w:b/>
          <w:sz w:val="18"/>
          <w:szCs w:val="20"/>
          <w:u w:val="single"/>
        </w:rPr>
        <w:t>Licenses</w:t>
      </w:r>
      <w:r w:rsidRPr="00AF75D0">
        <w:rPr>
          <w:rFonts w:ascii="Arial" w:hAnsi="Arial" w:cs="Arial"/>
          <w:b/>
          <w:sz w:val="18"/>
          <w:szCs w:val="20"/>
        </w:rPr>
        <w:t xml:space="preserve"> </w:t>
      </w:r>
    </w:p>
    <w:p w14:paraId="4795EF1F" w14:textId="77777777" w:rsidR="001F39C4" w:rsidRPr="001F39C4" w:rsidRDefault="001F39C4" w:rsidP="004F3AAA">
      <w:pPr>
        <w:spacing w:after="0"/>
        <w:rPr>
          <w:rFonts w:ascii="Arial" w:hAnsi="Arial" w:cs="Arial"/>
          <w:sz w:val="18"/>
          <w:szCs w:val="20"/>
          <w:u w:val="single"/>
        </w:rPr>
      </w:pPr>
    </w:p>
    <w:p w14:paraId="5E035911" w14:textId="01722E31" w:rsidR="004E77DD" w:rsidRDefault="004E77DD" w:rsidP="004E77DD">
      <w:pPr>
        <w:spacing w:after="0" w:line="240" w:lineRule="auto"/>
        <w:rPr>
          <w:rFonts w:ascii="Arial" w:hAnsi="Arial" w:cs="Arial"/>
          <w:i/>
          <w:sz w:val="18"/>
          <w:szCs w:val="20"/>
        </w:rPr>
      </w:pPr>
      <w:r w:rsidRPr="008C4117">
        <w:rPr>
          <w:rFonts w:ascii="Arial" w:hAnsi="Arial" w:cs="Arial"/>
          <w:i/>
          <w:sz w:val="18"/>
          <w:szCs w:val="20"/>
        </w:rPr>
        <w:t xml:space="preserve">Protection Learning </w:t>
      </w:r>
      <w:proofErr w:type="gramStart"/>
      <w:r w:rsidRPr="008C4117">
        <w:rPr>
          <w:rFonts w:ascii="Arial" w:hAnsi="Arial" w:cs="Arial"/>
          <w:i/>
          <w:sz w:val="18"/>
          <w:szCs w:val="20"/>
        </w:rPr>
        <w:t>Programme</w:t>
      </w:r>
      <w:r w:rsidR="0007744E">
        <w:rPr>
          <w:rFonts w:ascii="Arial" w:hAnsi="Arial" w:cs="Arial"/>
          <w:i/>
          <w:sz w:val="18"/>
          <w:szCs w:val="20"/>
        </w:rPr>
        <w:t>;</w:t>
      </w:r>
      <w:proofErr w:type="gramEnd"/>
    </w:p>
    <w:p w14:paraId="417CD517" w14:textId="77777777" w:rsidR="00C401CB" w:rsidRDefault="00C401CB" w:rsidP="00546A44">
      <w:pPr>
        <w:spacing w:after="0"/>
        <w:rPr>
          <w:rFonts w:ascii="Arial" w:hAnsi="Arial" w:cs="Arial"/>
          <w:i/>
          <w:sz w:val="18"/>
          <w:szCs w:val="20"/>
        </w:rPr>
      </w:pPr>
    </w:p>
    <w:p w14:paraId="6D07AD1E" w14:textId="77777777" w:rsidR="007D1771" w:rsidRPr="008C55ED" w:rsidRDefault="007D1771" w:rsidP="007D1771">
      <w:pPr>
        <w:spacing w:after="0"/>
        <w:rPr>
          <w:rFonts w:ascii="Arial" w:hAnsi="Arial" w:cs="Arial"/>
          <w:color w:val="A6A6A6" w:themeColor="background1" w:themeShade="A6"/>
          <w:sz w:val="18"/>
          <w:szCs w:val="20"/>
        </w:rPr>
      </w:pPr>
      <w:r>
        <w:rPr>
          <w:rFonts w:ascii="Arial" w:hAnsi="Arial" w:cs="Arial"/>
          <w:color w:val="A6A6A6" w:themeColor="background1" w:themeShade="A6"/>
          <w:sz w:val="18"/>
          <w:szCs w:val="20"/>
        </w:rPr>
        <w:t xml:space="preserve">(Certificates and Licenses marked with an asterisk* are essential) </w:t>
      </w:r>
    </w:p>
    <w:p w14:paraId="5A8948F7" w14:textId="77777777" w:rsidR="004F3AAA" w:rsidRDefault="00A06AE7" w:rsidP="00A06AE7">
      <w:pPr>
        <w:spacing w:after="0" w:line="240" w:lineRule="auto"/>
        <w:rPr>
          <w:rFonts w:ascii="Arial" w:hAnsi="Arial" w:cs="Arial"/>
          <w:color w:val="808080" w:themeColor="background1" w:themeShade="80"/>
          <w:sz w:val="18"/>
          <w:szCs w:val="20"/>
        </w:rPr>
      </w:pPr>
      <w:r>
        <w:rPr>
          <w:rFonts w:ascii="Arial" w:hAnsi="Arial" w:cs="Arial"/>
          <w:noProof/>
          <w:sz w:val="20"/>
          <w:szCs w:val="20"/>
          <w:lang w:eastAsia="en-GB"/>
        </w:rPr>
        <mc:AlternateContent>
          <mc:Choice Requires="wps">
            <w:drawing>
              <wp:anchor distT="0" distB="0" distL="114300" distR="114300" simplePos="0" relativeHeight="251766784" behindDoc="0" locked="0" layoutInCell="1" allowOverlap="1" wp14:anchorId="1B7E1188" wp14:editId="4E73573C">
                <wp:simplePos x="0" y="0"/>
                <wp:positionH relativeFrom="margin">
                  <wp:posOffset>-127635</wp:posOffset>
                </wp:positionH>
                <wp:positionV relativeFrom="paragraph">
                  <wp:posOffset>130810</wp:posOffset>
                </wp:positionV>
                <wp:extent cx="6941130" cy="0"/>
                <wp:effectExtent l="0" t="0" r="0" b="19050"/>
                <wp:wrapNone/>
                <wp:docPr id="34" name="Straight Connector 34"/>
                <wp:cNvGraphicFramePr/>
                <a:graphic xmlns:a="http://schemas.openxmlformats.org/drawingml/2006/main">
                  <a:graphicData uri="http://schemas.microsoft.com/office/word/2010/wordprocessingShape">
                    <wps:wsp>
                      <wps:cNvCnPr/>
                      <wps:spPr>
                        <a:xfrm>
                          <a:off x="0" y="0"/>
                          <a:ext cx="6941130" cy="0"/>
                        </a:xfrm>
                        <a:prstGeom prst="line">
                          <a:avLst/>
                        </a:prstGeom>
                        <a:ln w="19050">
                          <a:solidFill>
                            <a:schemeClr val="accent1">
                              <a:lumMod val="60000"/>
                              <a:lumOff val="40000"/>
                            </a:schemeClr>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A370CF" id="Straight Connector 34" o:spid="_x0000_s1026" style="position:absolute;z-index:2517667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0.05pt,10.3pt" to="536.5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" strokecolor="#9cc2e5 [1940]" strokeweight="1.5pt">
                <v:stroke dashstyle="1 1" joinstyle="miter"/>
                <w10:wrap anchorx="margin"/>
              </v:line>
            </w:pict>
          </mc:Fallback>
        </mc:AlternateContent>
      </w:r>
    </w:p>
    <w:p w14:paraId="5FC10950" w14:textId="2981E2EE" w:rsidR="00A06AE7" w:rsidRPr="00AF75D0" w:rsidRDefault="00A06AE7" w:rsidP="00A06AE7">
      <w:pPr>
        <w:spacing w:after="0" w:line="240" w:lineRule="auto"/>
        <w:rPr>
          <w:rFonts w:ascii="Arial" w:hAnsi="Arial" w:cs="Arial"/>
          <w:color w:val="808080" w:themeColor="background1" w:themeShade="80"/>
          <w:sz w:val="18"/>
          <w:szCs w:val="20"/>
        </w:rPr>
      </w:pPr>
    </w:p>
    <w:p w14:paraId="0B8F3D40" w14:textId="1E8EB57D" w:rsidR="001F39C4" w:rsidRDefault="004D7815" w:rsidP="004D7815">
      <w:pPr>
        <w:spacing w:after="0"/>
        <w:rPr>
          <w:rFonts w:ascii="Arial" w:hAnsi="Arial" w:cs="Arial"/>
          <w:b/>
          <w:sz w:val="18"/>
          <w:szCs w:val="20"/>
          <w:u w:val="single"/>
        </w:rPr>
      </w:pPr>
      <w:r w:rsidRPr="00023219">
        <w:rPr>
          <w:rFonts w:ascii="Arial" w:hAnsi="Arial" w:cs="Arial"/>
          <w:b/>
          <w:sz w:val="18"/>
          <w:szCs w:val="20"/>
          <w:u w:val="single"/>
        </w:rPr>
        <w:t>Relevant Job Experience</w:t>
      </w:r>
    </w:p>
    <w:p w14:paraId="112D650B" w14:textId="77777777" w:rsidR="001F39C4" w:rsidRDefault="001F39C4" w:rsidP="00CF26B0">
      <w:pPr>
        <w:spacing w:after="0"/>
        <w:rPr>
          <w:rFonts w:ascii="Arial" w:hAnsi="Arial" w:cs="Arial"/>
          <w:b/>
          <w:sz w:val="18"/>
          <w:szCs w:val="20"/>
          <w:u w:val="single"/>
        </w:rPr>
      </w:pPr>
    </w:p>
    <w:p w14:paraId="158A1198" w14:textId="73FE6CEC" w:rsidR="00F37FA2" w:rsidRPr="00E62904" w:rsidRDefault="00E34E07" w:rsidP="00CF26B0">
      <w:pPr>
        <w:spacing w:after="0"/>
        <w:rPr>
          <w:rFonts w:ascii="Arial" w:hAnsi="Arial" w:cs="Arial"/>
          <w:b/>
          <w:i/>
          <w:sz w:val="18"/>
          <w:szCs w:val="20"/>
        </w:rPr>
      </w:pPr>
      <w:r w:rsidRPr="00E62904">
        <w:rPr>
          <w:rFonts w:ascii="Arial" w:hAnsi="Arial" w:cs="Arial"/>
          <w:b/>
          <w:i/>
          <w:sz w:val="18"/>
          <w:szCs w:val="20"/>
        </w:rPr>
        <w:t>Essential</w:t>
      </w:r>
    </w:p>
    <w:p w14:paraId="6CD1A957" w14:textId="77777777" w:rsidR="004E77DD" w:rsidRPr="0018198D" w:rsidRDefault="004E77DD" w:rsidP="004E77DD">
      <w:pPr>
        <w:spacing w:after="0"/>
        <w:jc w:val="both"/>
        <w:rPr>
          <w:rFonts w:ascii="Arial" w:hAnsi="Arial" w:cs="Arial"/>
          <w:sz w:val="18"/>
          <w:szCs w:val="20"/>
        </w:rPr>
      </w:pPr>
      <w:r w:rsidRPr="0018198D">
        <w:rPr>
          <w:rFonts w:ascii="Arial" w:hAnsi="Arial" w:cs="Arial"/>
          <w:noProof/>
          <w:sz w:val="18"/>
          <w:szCs w:val="20"/>
        </w:rPr>
        <w:t>Professional</w:t>
      </w:r>
      <w:r w:rsidRPr="0018198D">
        <w:rPr>
          <w:rFonts w:ascii="Arial" w:hAnsi="Arial" w:cs="Arial"/>
          <w:sz w:val="18"/>
          <w:szCs w:val="20"/>
        </w:rPr>
        <w:t xml:space="preserve"> experience </w:t>
      </w:r>
      <w:proofErr w:type="gramStart"/>
      <w:r w:rsidRPr="0018198D">
        <w:rPr>
          <w:rFonts w:ascii="Arial" w:hAnsi="Arial" w:cs="Arial"/>
          <w:sz w:val="18"/>
          <w:szCs w:val="20"/>
        </w:rPr>
        <w:t>in the area of</w:t>
      </w:r>
      <w:proofErr w:type="gramEnd"/>
      <w:r w:rsidRPr="0018198D">
        <w:rPr>
          <w:rFonts w:ascii="Arial" w:hAnsi="Arial" w:cs="Arial"/>
          <w:sz w:val="18"/>
          <w:szCs w:val="20"/>
        </w:rPr>
        <w:t xml:space="preserve"> refugee protection, internal displacement, human rights or </w:t>
      </w:r>
      <w:r>
        <w:rPr>
          <w:rFonts w:ascii="Arial" w:hAnsi="Arial" w:cs="Arial"/>
          <w:sz w:val="18"/>
          <w:szCs w:val="20"/>
        </w:rPr>
        <w:t xml:space="preserve">international humanitarian law. </w:t>
      </w:r>
      <w:r w:rsidRPr="0018198D">
        <w:rPr>
          <w:rFonts w:ascii="Arial" w:hAnsi="Arial" w:cs="Arial"/>
          <w:sz w:val="18"/>
          <w:szCs w:val="20"/>
        </w:rPr>
        <w:t>Good knowledge of International Refugee and Human Rights Law and ability to apply the relevant legal principles.</w:t>
      </w:r>
    </w:p>
    <w:p w14:paraId="425A667E" w14:textId="77777777" w:rsidR="001F39C4" w:rsidRPr="00E64A61" w:rsidRDefault="001F39C4" w:rsidP="00E64A61">
      <w:pPr>
        <w:spacing w:after="0"/>
        <w:jc w:val="both"/>
        <w:rPr>
          <w:rFonts w:ascii="Arial" w:hAnsi="Arial" w:cs="Arial"/>
          <w:noProof/>
          <w:sz w:val="18"/>
          <w:szCs w:val="20"/>
        </w:rPr>
      </w:pPr>
    </w:p>
    <w:p w14:paraId="211ABB3A" w14:textId="02A5875C" w:rsidR="00F37FA2" w:rsidRPr="00E62904" w:rsidRDefault="00CF26B0" w:rsidP="00122170">
      <w:pPr>
        <w:spacing w:after="0"/>
        <w:rPr>
          <w:rFonts w:ascii="Arial" w:hAnsi="Arial" w:cs="Arial"/>
          <w:b/>
          <w:i/>
          <w:sz w:val="18"/>
          <w:szCs w:val="20"/>
        </w:rPr>
      </w:pPr>
      <w:r w:rsidRPr="00E62904">
        <w:rPr>
          <w:rFonts w:ascii="Arial" w:hAnsi="Arial" w:cs="Arial"/>
          <w:b/>
          <w:i/>
          <w:sz w:val="18"/>
          <w:szCs w:val="20"/>
        </w:rPr>
        <w:t>Desirable</w:t>
      </w:r>
    </w:p>
    <w:p w14:paraId="198D768A" w14:textId="77777777" w:rsidR="004E77DD" w:rsidRPr="0018198D" w:rsidRDefault="004E77DD" w:rsidP="004E77DD">
      <w:pPr>
        <w:spacing w:after="0"/>
        <w:jc w:val="both"/>
        <w:rPr>
          <w:rFonts w:ascii="Arial" w:hAnsi="Arial" w:cs="Arial"/>
          <w:noProof/>
          <w:sz w:val="18"/>
          <w:szCs w:val="20"/>
        </w:rPr>
      </w:pPr>
      <w:r>
        <w:rPr>
          <w:rFonts w:ascii="Arial" w:hAnsi="Arial" w:cs="Arial"/>
          <w:noProof/>
          <w:sz w:val="18"/>
          <w:szCs w:val="20"/>
        </w:rPr>
        <w:t>F</w:t>
      </w:r>
      <w:r w:rsidRPr="0018198D">
        <w:rPr>
          <w:rFonts w:ascii="Arial" w:hAnsi="Arial" w:cs="Arial"/>
          <w:noProof/>
          <w:sz w:val="18"/>
          <w:szCs w:val="20"/>
        </w:rPr>
        <w:t>ield experience</w:t>
      </w:r>
      <w:r>
        <w:rPr>
          <w:rFonts w:ascii="Arial" w:hAnsi="Arial" w:cs="Arial"/>
          <w:noProof/>
          <w:sz w:val="18"/>
          <w:szCs w:val="20"/>
        </w:rPr>
        <w:t xml:space="preserve">, </w:t>
      </w:r>
      <w:r w:rsidRPr="00601BA1">
        <w:rPr>
          <w:rFonts w:ascii="Arial" w:hAnsi="Arial" w:cs="Arial"/>
          <w:noProof/>
          <w:sz w:val="18"/>
          <w:szCs w:val="20"/>
        </w:rPr>
        <w:t xml:space="preserve">including in working directly with communities. </w:t>
      </w:r>
      <w:r w:rsidRPr="0018198D">
        <w:rPr>
          <w:rFonts w:ascii="Arial" w:hAnsi="Arial" w:cs="Arial"/>
          <w:noProof/>
          <w:sz w:val="18"/>
          <w:szCs w:val="20"/>
        </w:rPr>
        <w:t>Good IT skills including database management skills.</w:t>
      </w:r>
    </w:p>
    <w:p w14:paraId="63095722" w14:textId="77777777" w:rsidR="00193CDC" w:rsidRPr="00DC1016" w:rsidRDefault="004E77DD" w:rsidP="00DC1016">
      <w:pPr>
        <w:spacing w:after="0"/>
        <w:jc w:val="both"/>
        <w:rPr>
          <w:rFonts w:ascii="Arial" w:hAnsi="Arial" w:cs="Arial"/>
          <w:sz w:val="18"/>
          <w:szCs w:val="20"/>
        </w:rPr>
      </w:pPr>
      <w:r w:rsidRPr="008C55ED">
        <w:rPr>
          <w:rFonts w:ascii="Arial" w:hAnsi="Arial" w:cs="Arial"/>
          <w:noProof/>
          <w:sz w:val="20"/>
          <w:szCs w:val="20"/>
          <w:lang w:eastAsia="en-GB"/>
        </w:rPr>
        <mc:AlternateContent>
          <mc:Choice Requires="wps">
            <w:drawing>
              <wp:anchor distT="0" distB="0" distL="114300" distR="114300" simplePos="0" relativeHeight="251781120" behindDoc="0" locked="0" layoutInCell="1" allowOverlap="1" wp14:anchorId="39E687EB" wp14:editId="5BF90428">
                <wp:simplePos x="0" y="0"/>
                <wp:positionH relativeFrom="margin">
                  <wp:posOffset>-133350</wp:posOffset>
                </wp:positionH>
                <wp:positionV relativeFrom="paragraph">
                  <wp:posOffset>139700</wp:posOffset>
                </wp:positionV>
                <wp:extent cx="6941130" cy="0"/>
                <wp:effectExtent l="0" t="0" r="0" b="19050"/>
                <wp:wrapNone/>
                <wp:docPr id="26" name="Straight Connector 26"/>
                <wp:cNvGraphicFramePr/>
                <a:graphic xmlns:a="http://schemas.openxmlformats.org/drawingml/2006/main">
                  <a:graphicData uri="http://schemas.microsoft.com/office/word/2010/wordprocessingShape">
                    <wps:wsp>
                      <wps:cNvCnPr/>
                      <wps:spPr>
                        <a:xfrm>
                          <a:off x="0" y="0"/>
                          <a:ext cx="6941130" cy="0"/>
                        </a:xfrm>
                        <a:prstGeom prst="line">
                          <a:avLst/>
                        </a:prstGeom>
                        <a:ln w="19050">
                          <a:solidFill>
                            <a:schemeClr val="accent1">
                              <a:lumMod val="60000"/>
                              <a:lumOff val="40000"/>
                            </a:schemeClr>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A374710" id="Straight Connector 26" o:spid="_x0000_s1026" style="position:absolute;z-index:251781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0.5pt,11pt" to="536.0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" strokecolor="#9cc2e5 [1940]" strokeweight="1.5pt">
                <v:stroke dashstyle="1 1" joinstyle="miter"/>
                <w10:wrap anchorx="margin"/>
              </v:line>
            </w:pict>
          </mc:Fallback>
        </mc:AlternateContent>
      </w:r>
    </w:p>
    <w:p w14:paraId="7860ACBB" w14:textId="77777777" w:rsidR="004E77DD" w:rsidRDefault="004E77DD" w:rsidP="004E77DD">
      <w:pPr>
        <w:spacing w:after="0"/>
        <w:jc w:val="both"/>
        <w:rPr>
          <w:rFonts w:ascii="Arial" w:hAnsi="Arial" w:cs="Arial"/>
          <w:b/>
          <w:sz w:val="18"/>
          <w:szCs w:val="20"/>
          <w:u w:val="single"/>
        </w:rPr>
      </w:pPr>
    </w:p>
    <w:p w14:paraId="2FCF8C07" w14:textId="77777777" w:rsidR="00325C15" w:rsidRDefault="00325C15" w:rsidP="004E77DD">
      <w:pPr>
        <w:spacing w:after="0"/>
        <w:jc w:val="both"/>
        <w:rPr>
          <w:rFonts w:ascii="Arial" w:hAnsi="Arial" w:cs="Arial"/>
          <w:b/>
          <w:sz w:val="18"/>
          <w:szCs w:val="20"/>
        </w:rPr>
      </w:pPr>
      <w:r w:rsidRPr="00023219">
        <w:rPr>
          <w:rFonts w:ascii="Arial" w:hAnsi="Arial" w:cs="Arial"/>
          <w:b/>
          <w:sz w:val="18"/>
          <w:szCs w:val="20"/>
          <w:u w:val="single"/>
        </w:rPr>
        <w:t>Functional Skills</w:t>
      </w:r>
      <w:r w:rsidRPr="00023219">
        <w:rPr>
          <w:rFonts w:ascii="Arial" w:hAnsi="Arial" w:cs="Arial"/>
          <w:b/>
          <w:sz w:val="18"/>
          <w:szCs w:val="20"/>
        </w:rPr>
        <w:t xml:space="preserve"> </w:t>
      </w:r>
    </w:p>
    <w:p w14:paraId="483BB964" w14:textId="77777777" w:rsidR="001F39C4" w:rsidRPr="00B15552" w:rsidRDefault="001F39C4" w:rsidP="00325C15">
      <w:pPr>
        <w:spacing w:after="0"/>
        <w:rPr>
          <w:rFonts w:ascii="Arial" w:hAnsi="Arial" w:cs="Arial"/>
          <w:sz w:val="18"/>
          <w:szCs w:val="20"/>
        </w:rPr>
      </w:pPr>
    </w:p>
    <w:p w14:paraId="36440ACB" w14:textId="77777777" w:rsidR="004E77DD" w:rsidRPr="0018198D" w:rsidRDefault="004E77DD" w:rsidP="004E77DD">
      <w:pPr>
        <w:spacing w:after="0"/>
        <w:rPr>
          <w:rFonts w:ascii="Arial" w:hAnsi="Arial" w:cs="Arial"/>
          <w:i/>
          <w:sz w:val="18"/>
          <w:szCs w:val="20"/>
        </w:rPr>
      </w:pPr>
      <w:r w:rsidRPr="0018198D">
        <w:rPr>
          <w:rFonts w:ascii="Arial" w:hAnsi="Arial" w:cs="Arial"/>
          <w:i/>
          <w:sz w:val="18"/>
          <w:szCs w:val="20"/>
        </w:rPr>
        <w:t>*</w:t>
      </w:r>
      <w:r w:rsidR="004F047C">
        <w:rPr>
          <w:rFonts w:ascii="Arial" w:hAnsi="Arial" w:cs="Arial"/>
          <w:i/>
          <w:sz w:val="18"/>
          <w:szCs w:val="20"/>
        </w:rPr>
        <w:t>PR-</w:t>
      </w:r>
      <w:r w:rsidRPr="0018198D">
        <w:rPr>
          <w:rFonts w:ascii="Arial" w:hAnsi="Arial" w:cs="Arial"/>
          <w:i/>
          <w:sz w:val="18"/>
          <w:szCs w:val="20"/>
        </w:rPr>
        <w:t xml:space="preserve">Protection-related guidelines, </w:t>
      </w:r>
      <w:proofErr w:type="gramStart"/>
      <w:r w:rsidRPr="0018198D">
        <w:rPr>
          <w:rFonts w:ascii="Arial" w:hAnsi="Arial" w:cs="Arial"/>
          <w:i/>
          <w:sz w:val="18"/>
          <w:szCs w:val="20"/>
        </w:rPr>
        <w:t>standards</w:t>
      </w:r>
      <w:proofErr w:type="gramEnd"/>
      <w:r w:rsidRPr="0018198D">
        <w:rPr>
          <w:rFonts w:ascii="Arial" w:hAnsi="Arial" w:cs="Arial"/>
          <w:i/>
          <w:sz w:val="18"/>
          <w:szCs w:val="20"/>
        </w:rPr>
        <w:t xml:space="preserve"> and indicators</w:t>
      </w:r>
    </w:p>
    <w:p w14:paraId="6B5EE2F0" w14:textId="77777777" w:rsidR="004E77DD" w:rsidRPr="0018198D" w:rsidRDefault="004E77DD" w:rsidP="004E77DD">
      <w:pPr>
        <w:spacing w:after="0"/>
        <w:rPr>
          <w:rFonts w:ascii="Arial" w:hAnsi="Arial" w:cs="Arial"/>
          <w:i/>
          <w:sz w:val="18"/>
          <w:szCs w:val="20"/>
        </w:rPr>
      </w:pPr>
      <w:r w:rsidRPr="0018198D">
        <w:rPr>
          <w:rFonts w:ascii="Arial" w:hAnsi="Arial" w:cs="Arial"/>
          <w:i/>
          <w:sz w:val="18"/>
          <w:szCs w:val="20"/>
        </w:rPr>
        <w:t>*</w:t>
      </w:r>
      <w:r w:rsidR="004F047C">
        <w:rPr>
          <w:rFonts w:ascii="Arial" w:hAnsi="Arial" w:cs="Arial"/>
          <w:i/>
          <w:sz w:val="18"/>
          <w:szCs w:val="20"/>
        </w:rPr>
        <w:t>LE-I</w:t>
      </w:r>
      <w:r w:rsidRPr="0018198D">
        <w:rPr>
          <w:rFonts w:ascii="Arial" w:hAnsi="Arial" w:cs="Arial"/>
          <w:i/>
          <w:sz w:val="18"/>
          <w:szCs w:val="20"/>
        </w:rPr>
        <w:t>nternational Refugee Law</w:t>
      </w:r>
    </w:p>
    <w:p w14:paraId="3234FF2F" w14:textId="77777777" w:rsidR="004E77DD" w:rsidRPr="0018198D" w:rsidRDefault="004E77DD" w:rsidP="004E77DD">
      <w:pPr>
        <w:spacing w:after="0"/>
        <w:rPr>
          <w:rFonts w:ascii="Arial" w:hAnsi="Arial" w:cs="Arial"/>
          <w:i/>
          <w:sz w:val="18"/>
          <w:szCs w:val="20"/>
        </w:rPr>
      </w:pPr>
      <w:r w:rsidRPr="0018198D">
        <w:rPr>
          <w:rFonts w:ascii="Arial" w:hAnsi="Arial" w:cs="Arial"/>
          <w:i/>
          <w:sz w:val="18"/>
          <w:szCs w:val="20"/>
        </w:rPr>
        <w:t>*</w:t>
      </w:r>
      <w:r w:rsidR="004F047C">
        <w:rPr>
          <w:rFonts w:ascii="Arial" w:hAnsi="Arial" w:cs="Arial"/>
          <w:i/>
          <w:sz w:val="18"/>
          <w:szCs w:val="20"/>
        </w:rPr>
        <w:t>PR-</w:t>
      </w:r>
      <w:r w:rsidRPr="0018198D">
        <w:rPr>
          <w:rFonts w:ascii="Arial" w:hAnsi="Arial" w:cs="Arial"/>
          <w:i/>
          <w:sz w:val="18"/>
          <w:szCs w:val="20"/>
        </w:rPr>
        <w:t>Age, Gender and Diversity (AGD)</w:t>
      </w:r>
    </w:p>
    <w:p w14:paraId="63A8290A" w14:textId="77777777" w:rsidR="002807FD" w:rsidRDefault="002807FD" w:rsidP="002807FD">
      <w:pPr>
        <w:spacing w:after="0"/>
        <w:rPr>
          <w:rFonts w:ascii="Arial" w:hAnsi="Arial" w:cs="Arial"/>
          <w:i/>
          <w:sz w:val="18"/>
          <w:szCs w:val="20"/>
        </w:rPr>
      </w:pPr>
      <w:r w:rsidRPr="00C72BFD">
        <w:rPr>
          <w:rFonts w:ascii="Arial" w:hAnsi="Arial" w:cs="Arial"/>
          <w:i/>
          <w:sz w:val="18"/>
          <w:szCs w:val="20"/>
        </w:rPr>
        <w:t>PR-Gender Based Violence (GBV) Coordination</w:t>
      </w:r>
    </w:p>
    <w:p w14:paraId="301B84F6" w14:textId="77777777" w:rsidR="004E77DD" w:rsidRPr="0018198D" w:rsidRDefault="004F047C" w:rsidP="004E77DD">
      <w:pPr>
        <w:spacing w:after="0"/>
        <w:rPr>
          <w:rFonts w:ascii="Arial" w:hAnsi="Arial" w:cs="Arial"/>
          <w:i/>
          <w:sz w:val="18"/>
          <w:szCs w:val="20"/>
        </w:rPr>
      </w:pPr>
      <w:r>
        <w:rPr>
          <w:rFonts w:ascii="Arial" w:hAnsi="Arial" w:cs="Arial"/>
          <w:i/>
          <w:sz w:val="18"/>
          <w:szCs w:val="20"/>
        </w:rPr>
        <w:t>MG-</w:t>
      </w:r>
      <w:r w:rsidR="004E77DD" w:rsidRPr="0018198D">
        <w:rPr>
          <w:rFonts w:ascii="Arial" w:hAnsi="Arial" w:cs="Arial"/>
          <w:i/>
          <w:sz w:val="18"/>
          <w:szCs w:val="20"/>
        </w:rPr>
        <w:t>Projects management</w:t>
      </w:r>
    </w:p>
    <w:p w14:paraId="2AC89148" w14:textId="77777777" w:rsidR="004E77DD" w:rsidRPr="0018198D" w:rsidRDefault="005A7B11" w:rsidP="004E77DD">
      <w:pPr>
        <w:spacing w:after="0"/>
        <w:rPr>
          <w:rFonts w:ascii="Arial" w:hAnsi="Arial" w:cs="Arial"/>
          <w:i/>
          <w:sz w:val="18"/>
          <w:szCs w:val="20"/>
        </w:rPr>
      </w:pPr>
      <w:r>
        <w:rPr>
          <w:rFonts w:ascii="Arial" w:hAnsi="Arial" w:cs="Arial"/>
          <w:i/>
          <w:sz w:val="18"/>
          <w:szCs w:val="20"/>
        </w:rPr>
        <w:t>PR-PR-</w:t>
      </w:r>
      <w:r w:rsidR="004E77DD" w:rsidRPr="0018198D">
        <w:rPr>
          <w:rFonts w:ascii="Arial" w:hAnsi="Arial" w:cs="Arial"/>
          <w:i/>
          <w:sz w:val="18"/>
          <w:szCs w:val="20"/>
        </w:rPr>
        <w:t>Human Rights Doctrine/Standards</w:t>
      </w:r>
    </w:p>
    <w:p w14:paraId="6B7A4EAC" w14:textId="77777777" w:rsidR="004E77DD" w:rsidRPr="0018198D" w:rsidRDefault="005A7B11" w:rsidP="004E77DD">
      <w:pPr>
        <w:spacing w:after="0"/>
        <w:rPr>
          <w:rFonts w:ascii="Arial" w:hAnsi="Arial" w:cs="Arial"/>
          <w:i/>
          <w:sz w:val="18"/>
          <w:szCs w:val="20"/>
        </w:rPr>
      </w:pPr>
      <w:r>
        <w:rPr>
          <w:rFonts w:ascii="Arial" w:hAnsi="Arial" w:cs="Arial"/>
          <w:i/>
          <w:sz w:val="18"/>
          <w:szCs w:val="20"/>
        </w:rPr>
        <w:t>PR-</w:t>
      </w:r>
      <w:r w:rsidR="004E77DD" w:rsidRPr="0018198D">
        <w:rPr>
          <w:rFonts w:ascii="Arial" w:hAnsi="Arial" w:cs="Arial"/>
          <w:i/>
          <w:sz w:val="18"/>
          <w:szCs w:val="20"/>
        </w:rPr>
        <w:t>International Humanitarian Law</w:t>
      </w:r>
    </w:p>
    <w:p w14:paraId="4E28FC51" w14:textId="77777777" w:rsidR="004E77DD" w:rsidRPr="0018198D" w:rsidRDefault="005A7B11" w:rsidP="004E77DD">
      <w:pPr>
        <w:spacing w:after="0"/>
        <w:rPr>
          <w:rFonts w:ascii="Arial" w:hAnsi="Arial" w:cs="Arial"/>
          <w:i/>
          <w:sz w:val="18"/>
          <w:szCs w:val="20"/>
        </w:rPr>
      </w:pPr>
      <w:r>
        <w:rPr>
          <w:rFonts w:ascii="Arial" w:hAnsi="Arial" w:cs="Arial"/>
          <w:i/>
          <w:sz w:val="18"/>
          <w:szCs w:val="20"/>
        </w:rPr>
        <w:t>PR-</w:t>
      </w:r>
      <w:r w:rsidR="004E77DD" w:rsidRPr="0018198D">
        <w:rPr>
          <w:rFonts w:ascii="Arial" w:hAnsi="Arial" w:cs="Arial"/>
          <w:i/>
          <w:sz w:val="18"/>
          <w:szCs w:val="20"/>
        </w:rPr>
        <w:t>Protection and mixed-movements</w:t>
      </w:r>
    </w:p>
    <w:p w14:paraId="1564958E" w14:textId="77777777" w:rsidR="005A7B11" w:rsidRPr="005A7B11" w:rsidRDefault="005A7B11" w:rsidP="005A7B11">
      <w:pPr>
        <w:spacing w:after="0"/>
        <w:rPr>
          <w:rFonts w:ascii="Arial" w:hAnsi="Arial" w:cs="Arial"/>
          <w:i/>
          <w:sz w:val="18"/>
          <w:szCs w:val="20"/>
        </w:rPr>
      </w:pPr>
      <w:r w:rsidRPr="005A7B11">
        <w:rPr>
          <w:rFonts w:ascii="Arial" w:hAnsi="Arial" w:cs="Arial"/>
          <w:i/>
          <w:sz w:val="18"/>
          <w:szCs w:val="20"/>
        </w:rPr>
        <w:t>PR-Internally Displaced Persons (IDP) Operations &amp; IDPs Status/Rights/Obligation</w:t>
      </w:r>
    </w:p>
    <w:p w14:paraId="4ECA322A" w14:textId="77777777" w:rsidR="004E77DD" w:rsidRPr="0018198D" w:rsidRDefault="005A7B11" w:rsidP="004E77DD">
      <w:pPr>
        <w:spacing w:after="0"/>
        <w:rPr>
          <w:rFonts w:ascii="Arial" w:hAnsi="Arial" w:cs="Arial"/>
          <w:i/>
          <w:sz w:val="18"/>
          <w:szCs w:val="20"/>
        </w:rPr>
      </w:pPr>
      <w:r>
        <w:rPr>
          <w:rFonts w:ascii="Arial" w:hAnsi="Arial" w:cs="Arial"/>
          <w:i/>
          <w:sz w:val="18"/>
          <w:szCs w:val="20"/>
        </w:rPr>
        <w:t>PR-</w:t>
      </w:r>
      <w:r w:rsidR="004E77DD" w:rsidRPr="0018198D">
        <w:rPr>
          <w:rFonts w:ascii="Arial" w:hAnsi="Arial" w:cs="Arial"/>
          <w:i/>
          <w:sz w:val="18"/>
          <w:szCs w:val="20"/>
        </w:rPr>
        <w:t>Climate change and disaster</w:t>
      </w:r>
      <w:r>
        <w:rPr>
          <w:rFonts w:ascii="Arial" w:hAnsi="Arial" w:cs="Arial"/>
          <w:i/>
          <w:sz w:val="18"/>
          <w:szCs w:val="20"/>
        </w:rPr>
        <w:t xml:space="preserve"> </w:t>
      </w:r>
      <w:r w:rsidR="004E77DD" w:rsidRPr="0018198D">
        <w:rPr>
          <w:rFonts w:ascii="Arial" w:hAnsi="Arial" w:cs="Arial"/>
          <w:i/>
          <w:sz w:val="18"/>
          <w:szCs w:val="20"/>
        </w:rPr>
        <w:t>related displacement</w:t>
      </w:r>
    </w:p>
    <w:p w14:paraId="3DF35D55" w14:textId="77777777" w:rsidR="004E77DD" w:rsidRDefault="005A7B11" w:rsidP="004E77DD">
      <w:pPr>
        <w:spacing w:after="0"/>
        <w:rPr>
          <w:rFonts w:ascii="Arial" w:hAnsi="Arial" w:cs="Arial"/>
          <w:i/>
          <w:sz w:val="18"/>
          <w:szCs w:val="20"/>
        </w:rPr>
      </w:pPr>
      <w:r>
        <w:rPr>
          <w:rFonts w:ascii="Arial" w:hAnsi="Arial" w:cs="Arial"/>
          <w:i/>
          <w:sz w:val="18"/>
          <w:szCs w:val="20"/>
        </w:rPr>
        <w:t>PR-</w:t>
      </w:r>
      <w:r w:rsidR="004E77DD" w:rsidRPr="0018198D">
        <w:rPr>
          <w:rFonts w:ascii="Arial" w:hAnsi="Arial" w:cs="Arial"/>
          <w:i/>
          <w:sz w:val="18"/>
          <w:szCs w:val="20"/>
        </w:rPr>
        <w:t>Community-based Protection</w:t>
      </w:r>
    </w:p>
    <w:p w14:paraId="3C506B2F" w14:textId="77777777" w:rsidR="004E77DD" w:rsidRPr="0018198D" w:rsidRDefault="004E77DD" w:rsidP="004E77DD">
      <w:pPr>
        <w:spacing w:after="0"/>
        <w:rPr>
          <w:rFonts w:ascii="Arial" w:hAnsi="Arial" w:cs="Arial"/>
          <w:i/>
          <w:sz w:val="18"/>
          <w:szCs w:val="20"/>
        </w:rPr>
      </w:pPr>
      <w:r w:rsidRPr="007E5278">
        <w:rPr>
          <w:rFonts w:ascii="Arial" w:hAnsi="Arial" w:cs="Arial"/>
          <w:i/>
          <w:sz w:val="18"/>
          <w:szCs w:val="20"/>
        </w:rPr>
        <w:t>MS-Drafting, Documentation, Data Presentation</w:t>
      </w:r>
    </w:p>
    <w:p w14:paraId="742CB3BA" w14:textId="77777777" w:rsidR="00C401CB" w:rsidRDefault="00C401CB" w:rsidP="00546A44">
      <w:pPr>
        <w:spacing w:after="0"/>
        <w:rPr>
          <w:rFonts w:ascii="Arial" w:hAnsi="Arial" w:cs="Arial"/>
          <w:i/>
          <w:sz w:val="18"/>
          <w:szCs w:val="20"/>
        </w:rPr>
      </w:pPr>
    </w:p>
    <w:p w14:paraId="71F7D59D" w14:textId="77777777" w:rsidR="007D1771" w:rsidRPr="008C55ED" w:rsidRDefault="007D1771" w:rsidP="007D1771">
      <w:pPr>
        <w:spacing w:after="0"/>
        <w:rPr>
          <w:rFonts w:ascii="Arial" w:hAnsi="Arial" w:cs="Arial"/>
          <w:color w:val="A6A6A6" w:themeColor="background1" w:themeShade="A6"/>
          <w:sz w:val="18"/>
          <w:szCs w:val="20"/>
        </w:rPr>
      </w:pPr>
      <w:r>
        <w:rPr>
          <w:rFonts w:ascii="Arial" w:hAnsi="Arial" w:cs="Arial"/>
          <w:color w:val="A6A6A6" w:themeColor="background1" w:themeShade="A6"/>
          <w:sz w:val="18"/>
          <w:szCs w:val="20"/>
        </w:rPr>
        <w:t xml:space="preserve">(Functional Skills marked with an asterisk* are essential) </w:t>
      </w:r>
    </w:p>
    <w:p w14:paraId="4BCAC95E" w14:textId="77777777" w:rsidR="00325C15" w:rsidRDefault="00A06AE7" w:rsidP="00A06AE7">
      <w:pPr>
        <w:spacing w:after="0"/>
        <w:rPr>
          <w:rFonts w:ascii="Arial" w:hAnsi="Arial" w:cs="Arial"/>
          <w:sz w:val="18"/>
          <w:szCs w:val="20"/>
        </w:rPr>
      </w:pPr>
      <w:r>
        <w:rPr>
          <w:rFonts w:ascii="Arial" w:hAnsi="Arial" w:cs="Arial"/>
          <w:noProof/>
          <w:sz w:val="20"/>
          <w:szCs w:val="20"/>
          <w:lang w:eastAsia="en-GB"/>
        </w:rPr>
        <mc:AlternateContent>
          <mc:Choice Requires="wps">
            <w:drawing>
              <wp:anchor distT="0" distB="0" distL="114300" distR="114300" simplePos="0" relativeHeight="251770880" behindDoc="0" locked="0" layoutInCell="1" allowOverlap="1" wp14:anchorId="7B215ECD" wp14:editId="4A3ECA5E">
                <wp:simplePos x="0" y="0"/>
                <wp:positionH relativeFrom="margin">
                  <wp:posOffset>-142875</wp:posOffset>
                </wp:positionH>
                <wp:positionV relativeFrom="paragraph">
                  <wp:posOffset>141605</wp:posOffset>
                </wp:positionV>
                <wp:extent cx="6941130" cy="0"/>
                <wp:effectExtent l="0" t="0" r="0" b="19050"/>
                <wp:wrapNone/>
                <wp:docPr id="36" name="Straight Connector 36"/>
                <wp:cNvGraphicFramePr/>
                <a:graphic xmlns:a="http://schemas.openxmlformats.org/drawingml/2006/main">
                  <a:graphicData uri="http://schemas.microsoft.com/office/word/2010/wordprocessingShape">
                    <wps:wsp>
                      <wps:cNvCnPr/>
                      <wps:spPr>
                        <a:xfrm>
                          <a:off x="0" y="0"/>
                          <a:ext cx="6941130" cy="0"/>
                        </a:xfrm>
                        <a:prstGeom prst="line">
                          <a:avLst/>
                        </a:prstGeom>
                        <a:ln w="19050">
                          <a:solidFill>
                            <a:schemeClr val="accent1">
                              <a:lumMod val="60000"/>
                              <a:lumOff val="40000"/>
                            </a:schemeClr>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E1A3F58" id="Straight Connector 36" o:spid="_x0000_s1026" style="position:absolute;z-index:251770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1.25pt,11.15pt" to="535.3pt,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" strokecolor="#9cc2e5 [1940]" strokeweight="1.5pt">
                <v:stroke dashstyle="1 1" joinstyle="miter"/>
                <w10:wrap anchorx="margin"/>
              </v:line>
            </w:pict>
          </mc:Fallback>
        </mc:AlternateContent>
      </w:r>
    </w:p>
    <w:p w14:paraId="3D9BF331" w14:textId="77777777" w:rsidR="00325C15" w:rsidRPr="004F3AAA" w:rsidRDefault="00325C15" w:rsidP="00A06AE7">
      <w:pPr>
        <w:spacing w:after="0"/>
        <w:rPr>
          <w:rFonts w:ascii="Arial" w:hAnsi="Arial" w:cs="Arial"/>
          <w:sz w:val="18"/>
          <w:szCs w:val="20"/>
        </w:rPr>
      </w:pPr>
    </w:p>
    <w:p w14:paraId="22CD62B0" w14:textId="77777777" w:rsidR="00325C15" w:rsidRPr="00C401CB" w:rsidRDefault="00325C15" w:rsidP="00325C15">
      <w:pPr>
        <w:spacing w:after="0"/>
        <w:rPr>
          <w:rFonts w:ascii="Arial" w:hAnsi="Arial" w:cs="Arial"/>
          <w:b/>
          <w:sz w:val="18"/>
          <w:szCs w:val="20"/>
          <w:u w:val="single"/>
        </w:rPr>
      </w:pPr>
      <w:r w:rsidRPr="00C401CB">
        <w:rPr>
          <w:rFonts w:ascii="Arial" w:hAnsi="Arial" w:cs="Arial"/>
          <w:b/>
          <w:sz w:val="18"/>
          <w:szCs w:val="20"/>
          <w:u w:val="single"/>
        </w:rPr>
        <w:t xml:space="preserve">Language Requirements </w:t>
      </w:r>
    </w:p>
    <w:p w14:paraId="3C4FC325" w14:textId="77777777" w:rsidR="00B15552" w:rsidRPr="00B15552" w:rsidRDefault="00B15552" w:rsidP="00271EA9">
      <w:pPr>
        <w:spacing w:after="0"/>
        <w:ind w:right="-591"/>
        <w:jc w:val="both"/>
        <w:rPr>
          <w:rFonts w:ascii="Arial" w:hAnsi="Arial" w:cs="Arial"/>
          <w:i/>
          <w:sz w:val="18"/>
          <w:szCs w:val="18"/>
        </w:rPr>
      </w:pPr>
    </w:p>
    <w:p w14:paraId="5AFE27AD" w14:textId="77777777" w:rsidR="00CB5FBC" w:rsidRPr="00271EA9" w:rsidRDefault="00CB5FBC" w:rsidP="00271EA9">
      <w:pPr>
        <w:spacing w:after="0"/>
        <w:ind w:right="-591"/>
        <w:jc w:val="both"/>
        <w:rPr>
          <w:rFonts w:ascii="Arial" w:hAnsi="Arial" w:cs="Arial"/>
          <w:i/>
          <w:sz w:val="17"/>
          <w:szCs w:val="17"/>
        </w:rPr>
      </w:pPr>
      <w:r w:rsidRPr="00271EA9">
        <w:rPr>
          <w:rFonts w:ascii="Arial" w:hAnsi="Arial" w:cs="Arial"/>
          <w:i/>
          <w:sz w:val="17"/>
          <w:szCs w:val="17"/>
        </w:rPr>
        <w:t xml:space="preserve">For International Professional and Field Service jobs: </w:t>
      </w:r>
      <w:r w:rsidRPr="00271EA9">
        <w:rPr>
          <w:rFonts w:ascii="Arial" w:hAnsi="Arial" w:cs="Arial"/>
          <w:b/>
          <w:i/>
          <w:sz w:val="17"/>
          <w:szCs w:val="17"/>
        </w:rPr>
        <w:t>Knowledge of English and UN working language of the duty station if not English</w:t>
      </w:r>
      <w:r w:rsidRPr="00271EA9">
        <w:rPr>
          <w:rFonts w:ascii="Arial" w:hAnsi="Arial" w:cs="Arial"/>
          <w:i/>
          <w:sz w:val="17"/>
          <w:szCs w:val="17"/>
        </w:rPr>
        <w:t>.</w:t>
      </w:r>
    </w:p>
    <w:p w14:paraId="6344EB64" w14:textId="77777777" w:rsidR="00CB5FBC" w:rsidRPr="00271EA9" w:rsidRDefault="00CB5FBC" w:rsidP="00271EA9">
      <w:pPr>
        <w:spacing w:after="0"/>
        <w:ind w:right="-591"/>
        <w:jc w:val="both"/>
        <w:rPr>
          <w:rFonts w:ascii="Arial" w:hAnsi="Arial" w:cs="Arial"/>
          <w:i/>
          <w:sz w:val="17"/>
          <w:szCs w:val="17"/>
        </w:rPr>
      </w:pPr>
      <w:r w:rsidRPr="00271EA9">
        <w:rPr>
          <w:rFonts w:ascii="Arial" w:hAnsi="Arial" w:cs="Arial"/>
          <w:i/>
          <w:sz w:val="17"/>
          <w:szCs w:val="17"/>
        </w:rPr>
        <w:t xml:space="preserve">For National Professional jobs: </w:t>
      </w:r>
      <w:r w:rsidRPr="00271EA9">
        <w:rPr>
          <w:rFonts w:ascii="Arial" w:hAnsi="Arial" w:cs="Arial"/>
          <w:b/>
          <w:i/>
          <w:sz w:val="17"/>
          <w:szCs w:val="17"/>
        </w:rPr>
        <w:t>Knowledge of English and UN working language of the duty station if not English and local language</w:t>
      </w:r>
      <w:r w:rsidRPr="00271EA9">
        <w:rPr>
          <w:rFonts w:ascii="Arial" w:hAnsi="Arial" w:cs="Arial"/>
          <w:i/>
          <w:sz w:val="17"/>
          <w:szCs w:val="17"/>
        </w:rPr>
        <w:t>.</w:t>
      </w:r>
    </w:p>
    <w:p w14:paraId="66074979" w14:textId="77777777" w:rsidR="00325C15" w:rsidRPr="00271EA9" w:rsidRDefault="00CB5FBC" w:rsidP="00271EA9">
      <w:pPr>
        <w:spacing w:after="0"/>
        <w:ind w:right="-591"/>
        <w:jc w:val="both"/>
        <w:rPr>
          <w:rFonts w:ascii="Arial" w:hAnsi="Arial" w:cs="Arial"/>
          <w:sz w:val="17"/>
          <w:szCs w:val="17"/>
        </w:rPr>
      </w:pPr>
      <w:r w:rsidRPr="00271EA9">
        <w:rPr>
          <w:rFonts w:ascii="Arial" w:hAnsi="Arial" w:cs="Arial"/>
          <w:i/>
          <w:sz w:val="17"/>
          <w:szCs w:val="17"/>
        </w:rPr>
        <w:t xml:space="preserve">For General Service jobs: </w:t>
      </w:r>
      <w:r w:rsidRPr="00271EA9">
        <w:rPr>
          <w:rFonts w:ascii="Arial" w:hAnsi="Arial" w:cs="Arial"/>
          <w:b/>
          <w:i/>
          <w:sz w:val="17"/>
          <w:szCs w:val="17"/>
        </w:rPr>
        <w:t>Knowledge of English and/or UN working language of the duty station if not English</w:t>
      </w:r>
      <w:r w:rsidRPr="00271EA9">
        <w:rPr>
          <w:rFonts w:ascii="Arial" w:hAnsi="Arial" w:cs="Arial"/>
          <w:i/>
          <w:sz w:val="17"/>
          <w:szCs w:val="17"/>
        </w:rPr>
        <w:t>.</w:t>
      </w:r>
    </w:p>
    <w:p w14:paraId="409A813F" w14:textId="20D58BE6" w:rsidR="00A06AE7" w:rsidRDefault="00A06AE7" w:rsidP="002F6152">
      <w:pPr>
        <w:spacing w:after="0"/>
        <w:rPr>
          <w:rFonts w:ascii="Arial" w:hAnsi="Arial" w:cs="Arial"/>
          <w:sz w:val="18"/>
          <w:szCs w:val="20"/>
        </w:rPr>
      </w:pPr>
    </w:p>
    <w:p w14:paraId="3B64B0A0" w14:textId="56BCB101" w:rsidR="0038634E" w:rsidRDefault="0038634E" w:rsidP="002F6152">
      <w:pPr>
        <w:spacing w:after="0"/>
        <w:rPr>
          <w:rFonts w:ascii="Arial" w:hAnsi="Arial" w:cs="Arial"/>
          <w:sz w:val="18"/>
          <w:szCs w:val="20"/>
        </w:rPr>
      </w:pPr>
      <w:r>
        <w:rPr>
          <w:rFonts w:ascii="Arial" w:hAnsi="Arial" w:cs="Arial"/>
          <w:noProof/>
          <w:sz w:val="20"/>
          <w:szCs w:val="20"/>
          <w:lang w:eastAsia="en-GB"/>
        </w:rPr>
        <mc:AlternateContent>
          <mc:Choice Requires="wps">
            <w:drawing>
              <wp:anchor distT="0" distB="0" distL="114300" distR="114300" simplePos="0" relativeHeight="251789312" behindDoc="0" locked="0" layoutInCell="1" allowOverlap="1" wp14:anchorId="0E2CD608" wp14:editId="3987D79A">
                <wp:simplePos x="0" y="0"/>
                <wp:positionH relativeFrom="margin">
                  <wp:posOffset>-139065</wp:posOffset>
                </wp:positionH>
                <wp:positionV relativeFrom="paragraph">
                  <wp:posOffset>150495</wp:posOffset>
                </wp:positionV>
                <wp:extent cx="6941130" cy="0"/>
                <wp:effectExtent l="0" t="19050" r="31750" b="19050"/>
                <wp:wrapNone/>
                <wp:docPr id="37" name="Straight Connector 37"/>
                <wp:cNvGraphicFramePr/>
                <a:graphic xmlns:a="http://schemas.openxmlformats.org/drawingml/2006/main">
                  <a:graphicData uri="http://schemas.microsoft.com/office/word/2010/wordprocessingShape">
                    <wps:wsp>
                      <wps:cNvCnPr/>
                      <wps:spPr>
                        <a:xfrm>
                          <a:off x="0" y="0"/>
                          <a:ext cx="6941130" cy="0"/>
                        </a:xfrm>
                        <a:prstGeom prst="line">
                          <a:avLst/>
                        </a:prstGeom>
                        <a:ln w="28575">
                          <a:solidFill>
                            <a:schemeClr val="accent1">
                              <a:lumMod val="60000"/>
                              <a:lumOff val="40000"/>
                            </a:schemeClr>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BD6B84E" id="Straight Connector 37" o:spid="_x0000_s1026" style="position:absolute;z-index:251789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0.95pt,11.85pt" to="535.6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" strokecolor="#9cc2e5 [1940]" strokeweight="2.25pt">
                <v:stroke joinstyle="miter"/>
                <w10:wrap anchorx="margin"/>
              </v:line>
            </w:pict>
          </mc:Fallback>
        </mc:AlternateContent>
      </w:r>
    </w:p>
    <w:p w14:paraId="35925B89" w14:textId="5EF09FE7" w:rsidR="0038634E" w:rsidRDefault="0038634E" w:rsidP="002F6152">
      <w:pPr>
        <w:spacing w:after="0"/>
        <w:rPr>
          <w:rFonts w:ascii="Arial" w:hAnsi="Arial" w:cs="Arial"/>
          <w:sz w:val="18"/>
          <w:szCs w:val="20"/>
        </w:rPr>
      </w:pPr>
    </w:p>
    <w:p w14:paraId="19BF00CE" w14:textId="58A6A743" w:rsidR="00C401CB" w:rsidRPr="008C55ED" w:rsidRDefault="00C401CB" w:rsidP="0038634E">
      <w:pPr>
        <w:rPr>
          <w:rFonts w:ascii="Arial" w:hAnsi="Arial" w:cs="Arial"/>
          <w:sz w:val="18"/>
          <w:szCs w:val="18"/>
        </w:rPr>
      </w:pPr>
    </w:p>
    <w:p w14:paraId="4F8EAC76" w14:textId="77777777" w:rsidR="002F6152" w:rsidRPr="0078694B" w:rsidRDefault="002F6152" w:rsidP="00325C15">
      <w:pPr>
        <w:pStyle w:val="ListParagraph"/>
        <w:numPr>
          <w:ilvl w:val="0"/>
          <w:numId w:val="21"/>
        </w:numPr>
        <w:spacing w:after="0"/>
        <w:rPr>
          <w:rFonts w:ascii="Arial" w:hAnsi="Arial" w:cs="Arial"/>
          <w:b/>
          <w:color w:val="0072BC"/>
          <w:szCs w:val="20"/>
        </w:rPr>
      </w:pPr>
      <w:r w:rsidRPr="0078694B">
        <w:rPr>
          <w:rFonts w:ascii="Arial" w:hAnsi="Arial" w:cs="Arial"/>
          <w:b/>
          <w:color w:val="0072BC"/>
          <w:szCs w:val="20"/>
        </w:rPr>
        <w:t xml:space="preserve">Competency </w:t>
      </w:r>
      <w:r w:rsidR="003A40BE" w:rsidRPr="0078694B">
        <w:rPr>
          <w:rFonts w:ascii="Arial" w:hAnsi="Arial" w:cs="Arial"/>
          <w:b/>
          <w:color w:val="0072BC"/>
          <w:szCs w:val="20"/>
        </w:rPr>
        <w:t>R</w:t>
      </w:r>
      <w:r w:rsidRPr="0078694B">
        <w:rPr>
          <w:rFonts w:ascii="Arial" w:hAnsi="Arial" w:cs="Arial"/>
          <w:b/>
          <w:color w:val="0072BC"/>
          <w:szCs w:val="20"/>
        </w:rPr>
        <w:t>equirements</w:t>
      </w:r>
    </w:p>
    <w:p w14:paraId="2F7B0B9A" w14:textId="77777777" w:rsidR="007350FC" w:rsidRPr="007350FC" w:rsidRDefault="007350FC" w:rsidP="002F6152">
      <w:pPr>
        <w:spacing w:after="0"/>
        <w:rPr>
          <w:rFonts w:ascii="Arial" w:hAnsi="Arial" w:cs="Arial"/>
          <w:color w:val="A6A6A6" w:themeColor="background1" w:themeShade="A6"/>
          <w:sz w:val="18"/>
          <w:szCs w:val="18"/>
        </w:rPr>
      </w:pPr>
    </w:p>
    <w:p w14:paraId="1E78D988" w14:textId="77777777" w:rsidR="007350FC" w:rsidRPr="007350FC" w:rsidRDefault="007350FC" w:rsidP="007350FC">
      <w:pPr>
        <w:spacing w:after="0"/>
        <w:jc w:val="both"/>
        <w:rPr>
          <w:rFonts w:ascii="Arial" w:hAnsi="Arial" w:cs="Arial"/>
          <w:color w:val="A6A6A6" w:themeColor="background1" w:themeShade="A6"/>
          <w:sz w:val="18"/>
          <w:szCs w:val="18"/>
        </w:rPr>
      </w:pPr>
      <w:r w:rsidRPr="007350FC">
        <w:rPr>
          <w:rFonts w:ascii="Arial" w:hAnsi="Arial" w:cs="Arial"/>
          <w:color w:val="A6A6A6" w:themeColor="background1" w:themeShade="A6"/>
          <w:sz w:val="18"/>
          <w:szCs w:val="18"/>
        </w:rPr>
        <w:t>All jobs at UNHCR require six core competencies and may also require managerial competencies and/or cross-functional competencies. The six core competencies are listed below.</w:t>
      </w:r>
    </w:p>
    <w:p w14:paraId="1D3DEDEE" w14:textId="77777777" w:rsidR="007350FC" w:rsidRPr="007350FC" w:rsidRDefault="007350FC" w:rsidP="007350FC">
      <w:pPr>
        <w:spacing w:after="0"/>
        <w:jc w:val="both"/>
        <w:rPr>
          <w:rFonts w:ascii="Arial" w:hAnsi="Arial" w:cs="Arial"/>
          <w:color w:val="A6A6A6" w:themeColor="background1" w:themeShade="A6"/>
          <w:sz w:val="18"/>
          <w:szCs w:val="18"/>
        </w:rPr>
      </w:pPr>
    </w:p>
    <w:p w14:paraId="6BDD8DCA" w14:textId="77777777" w:rsidR="002F6152" w:rsidRPr="00C401CB" w:rsidRDefault="002F6152" w:rsidP="002F6152">
      <w:pPr>
        <w:spacing w:after="0"/>
        <w:rPr>
          <w:rFonts w:ascii="Arial" w:hAnsi="Arial" w:cs="Arial"/>
          <w:b/>
          <w:sz w:val="18"/>
          <w:szCs w:val="20"/>
          <w:u w:val="single"/>
        </w:rPr>
      </w:pPr>
      <w:r w:rsidRPr="00C401CB">
        <w:rPr>
          <w:rFonts w:ascii="Arial" w:hAnsi="Arial" w:cs="Arial"/>
          <w:b/>
          <w:sz w:val="18"/>
          <w:szCs w:val="20"/>
          <w:u w:val="single"/>
        </w:rPr>
        <w:t xml:space="preserve">Core Competencies: </w:t>
      </w:r>
    </w:p>
    <w:p w14:paraId="2D955F6B" w14:textId="77777777" w:rsidR="002F6152" w:rsidRPr="002F6152" w:rsidRDefault="002F6152" w:rsidP="002F6152">
      <w:pPr>
        <w:spacing w:after="0"/>
        <w:rPr>
          <w:rFonts w:ascii="Arial" w:hAnsi="Arial" w:cs="Arial"/>
          <w:i/>
          <w:sz w:val="18"/>
          <w:szCs w:val="20"/>
        </w:rPr>
      </w:pPr>
      <w:r w:rsidRPr="002F6152">
        <w:rPr>
          <w:rFonts w:ascii="Arial" w:hAnsi="Arial" w:cs="Arial"/>
          <w:i/>
          <w:sz w:val="18"/>
          <w:szCs w:val="20"/>
        </w:rPr>
        <w:t>Accountability</w:t>
      </w:r>
    </w:p>
    <w:p w14:paraId="567A480A" w14:textId="77777777" w:rsidR="002F6152" w:rsidRPr="002F6152" w:rsidRDefault="002F6152" w:rsidP="002F6152">
      <w:pPr>
        <w:spacing w:after="0"/>
        <w:rPr>
          <w:rFonts w:ascii="Arial" w:hAnsi="Arial" w:cs="Arial"/>
          <w:i/>
          <w:sz w:val="18"/>
          <w:szCs w:val="20"/>
        </w:rPr>
      </w:pPr>
      <w:r w:rsidRPr="002F6152">
        <w:rPr>
          <w:rFonts w:ascii="Arial" w:hAnsi="Arial" w:cs="Arial"/>
          <w:i/>
          <w:sz w:val="18"/>
          <w:szCs w:val="20"/>
        </w:rPr>
        <w:t>Communication</w:t>
      </w:r>
    </w:p>
    <w:p w14:paraId="2C2A7C01" w14:textId="77777777" w:rsidR="002F6152" w:rsidRPr="002F6152" w:rsidRDefault="002F6152" w:rsidP="002F6152">
      <w:pPr>
        <w:spacing w:after="0"/>
        <w:rPr>
          <w:rFonts w:ascii="Arial" w:hAnsi="Arial" w:cs="Arial"/>
          <w:i/>
          <w:sz w:val="18"/>
          <w:szCs w:val="20"/>
        </w:rPr>
      </w:pPr>
      <w:r w:rsidRPr="002F6152">
        <w:rPr>
          <w:rFonts w:ascii="Arial" w:hAnsi="Arial" w:cs="Arial"/>
          <w:i/>
          <w:sz w:val="18"/>
          <w:szCs w:val="20"/>
        </w:rPr>
        <w:t>Organizational Awareness</w:t>
      </w:r>
    </w:p>
    <w:p w14:paraId="74E3FA11" w14:textId="77777777" w:rsidR="002F6152" w:rsidRPr="002F6152" w:rsidRDefault="002F6152" w:rsidP="002F6152">
      <w:pPr>
        <w:spacing w:after="0"/>
        <w:rPr>
          <w:rFonts w:ascii="Arial" w:hAnsi="Arial" w:cs="Arial"/>
          <w:i/>
          <w:sz w:val="18"/>
          <w:szCs w:val="20"/>
        </w:rPr>
      </w:pPr>
      <w:r w:rsidRPr="002F6152">
        <w:rPr>
          <w:rFonts w:ascii="Arial" w:hAnsi="Arial" w:cs="Arial"/>
          <w:i/>
          <w:sz w:val="18"/>
          <w:szCs w:val="20"/>
        </w:rPr>
        <w:t>Teamwork &amp; Collaboration</w:t>
      </w:r>
    </w:p>
    <w:p w14:paraId="68FD57DB" w14:textId="77777777" w:rsidR="002F6152" w:rsidRPr="002F6152" w:rsidRDefault="002F6152" w:rsidP="002F6152">
      <w:pPr>
        <w:spacing w:after="0"/>
        <w:rPr>
          <w:rFonts w:ascii="Arial" w:hAnsi="Arial" w:cs="Arial"/>
          <w:i/>
          <w:sz w:val="18"/>
          <w:szCs w:val="20"/>
        </w:rPr>
      </w:pPr>
      <w:r w:rsidRPr="002F6152">
        <w:rPr>
          <w:rFonts w:ascii="Arial" w:hAnsi="Arial" w:cs="Arial"/>
          <w:i/>
          <w:sz w:val="18"/>
          <w:szCs w:val="20"/>
        </w:rPr>
        <w:t>Commitment to Continuous Learning</w:t>
      </w:r>
      <w:r w:rsidR="00C575DB">
        <w:rPr>
          <w:rFonts w:ascii="Arial" w:hAnsi="Arial" w:cs="Arial"/>
          <w:i/>
          <w:sz w:val="18"/>
          <w:szCs w:val="20"/>
        </w:rPr>
        <w:t xml:space="preserve"> </w:t>
      </w:r>
    </w:p>
    <w:p w14:paraId="5A206C29" w14:textId="77777777" w:rsidR="002F6152" w:rsidRDefault="002F6152" w:rsidP="002F6152">
      <w:pPr>
        <w:spacing w:after="0"/>
        <w:rPr>
          <w:rFonts w:ascii="Arial" w:hAnsi="Arial" w:cs="Arial"/>
          <w:i/>
          <w:sz w:val="18"/>
          <w:szCs w:val="20"/>
        </w:rPr>
      </w:pPr>
      <w:r w:rsidRPr="002F6152">
        <w:rPr>
          <w:rFonts w:ascii="Arial" w:hAnsi="Arial" w:cs="Arial"/>
          <w:i/>
          <w:sz w:val="18"/>
          <w:szCs w:val="20"/>
        </w:rPr>
        <w:t>Client &amp; Result Orientation</w:t>
      </w:r>
    </w:p>
    <w:p w14:paraId="28E2478C" w14:textId="76EB9DB3" w:rsidR="00271EA9" w:rsidRDefault="00271EA9" w:rsidP="002F6152">
      <w:pPr>
        <w:spacing w:after="0"/>
        <w:rPr>
          <w:rFonts w:ascii="Arial" w:hAnsi="Arial" w:cs="Arial"/>
          <w:sz w:val="10"/>
          <w:szCs w:val="20"/>
          <w:u w:val="single"/>
        </w:rPr>
      </w:pPr>
    </w:p>
    <w:p w14:paraId="480DC2AE" w14:textId="52F2615B" w:rsidR="005218BC" w:rsidRDefault="005218BC" w:rsidP="002F6152">
      <w:pPr>
        <w:spacing w:after="0"/>
        <w:rPr>
          <w:rFonts w:ascii="Arial" w:hAnsi="Arial" w:cs="Arial"/>
          <w:sz w:val="10"/>
          <w:szCs w:val="20"/>
          <w:u w:val="single"/>
        </w:rPr>
      </w:pPr>
    </w:p>
    <w:p w14:paraId="378DB939" w14:textId="77777777" w:rsidR="005218BC" w:rsidRPr="00C90F14" w:rsidRDefault="005218BC" w:rsidP="002F6152">
      <w:pPr>
        <w:spacing w:after="0"/>
        <w:rPr>
          <w:rFonts w:ascii="Arial" w:hAnsi="Arial" w:cs="Arial"/>
          <w:sz w:val="10"/>
          <w:szCs w:val="20"/>
          <w:u w:val="single"/>
        </w:rPr>
      </w:pPr>
    </w:p>
    <w:p w14:paraId="0BDF99DC" w14:textId="77777777" w:rsidR="002F6152" w:rsidRPr="00023219" w:rsidRDefault="002F6152" w:rsidP="002F6152">
      <w:pPr>
        <w:spacing w:after="0"/>
        <w:rPr>
          <w:rFonts w:ascii="Arial" w:hAnsi="Arial" w:cs="Arial"/>
          <w:b/>
          <w:sz w:val="18"/>
          <w:szCs w:val="20"/>
          <w:u w:val="single"/>
        </w:rPr>
      </w:pPr>
      <w:r w:rsidRPr="00023219">
        <w:rPr>
          <w:rFonts w:ascii="Arial" w:hAnsi="Arial" w:cs="Arial"/>
          <w:b/>
          <w:sz w:val="18"/>
          <w:szCs w:val="20"/>
          <w:u w:val="single"/>
        </w:rPr>
        <w:lastRenderedPageBreak/>
        <w:t xml:space="preserve">Managerial Competencies: </w:t>
      </w:r>
    </w:p>
    <w:p w14:paraId="1C1E31CA" w14:textId="77777777" w:rsidR="004E77DD" w:rsidRPr="004940F9" w:rsidRDefault="003B340E" w:rsidP="004E77DD">
      <w:pPr>
        <w:spacing w:after="0"/>
        <w:rPr>
          <w:rFonts w:ascii="Arial" w:hAnsi="Arial" w:cs="Arial"/>
          <w:i/>
          <w:sz w:val="18"/>
          <w:szCs w:val="18"/>
        </w:rPr>
      </w:pPr>
      <w:sdt>
        <w:sdtPr>
          <w:rPr>
            <w:rFonts w:ascii="Arial" w:hAnsi="Arial" w:cs="Arial"/>
            <w:i/>
            <w:sz w:val="18"/>
            <w:szCs w:val="18"/>
          </w:rPr>
          <w:id w:val="1369487118"/>
          <w:placeholder>
            <w:docPart w:val="E8F529F93D044606834AFCE00094CB83"/>
          </w:placeholder>
          <w15:color w:val="0072BC"/>
          <w:dropDownList>
            <w:listItem w:displayText="choose an item" w:value="choose an item"/>
            <w:listItem w:displayText="Empowering and Building Trust" w:value="Empowering and Building Trust"/>
            <w:listItem w:displayText="Judgement and Decision Making" w:value="Judgement and Decision Making"/>
            <w:listItem w:displayText="Leadership" w:value="Leadership"/>
            <w:listItem w:displayText="Managing Performance" w:value="Managing Performance"/>
            <w:listItem w:displayText="Managing Resources" w:value="Managing Resources"/>
            <w:listItem w:displayText="Strategic Planning and Vision" w:value="Strategic Planning and Vision"/>
          </w:dropDownList>
        </w:sdtPr>
        <w:sdtEndPr/>
        <w:sdtContent>
          <w:r w:rsidR="004E77DD">
            <w:rPr>
              <w:rFonts w:ascii="Arial" w:hAnsi="Arial" w:cs="Arial"/>
              <w:i/>
              <w:sz w:val="18"/>
              <w:szCs w:val="18"/>
            </w:rPr>
            <w:t>Judgement and Decision Making</w:t>
          </w:r>
        </w:sdtContent>
      </w:sdt>
    </w:p>
    <w:p w14:paraId="4D68D3F2" w14:textId="77777777" w:rsidR="004E77DD" w:rsidRDefault="003B340E" w:rsidP="004E77DD">
      <w:pPr>
        <w:spacing w:after="0"/>
        <w:rPr>
          <w:rFonts w:ascii="Arial" w:hAnsi="Arial" w:cs="Arial"/>
          <w:i/>
          <w:sz w:val="18"/>
          <w:szCs w:val="18"/>
        </w:rPr>
      </w:pPr>
      <w:sdt>
        <w:sdtPr>
          <w:rPr>
            <w:rFonts w:ascii="Arial" w:hAnsi="Arial" w:cs="Arial"/>
            <w:i/>
            <w:sz w:val="18"/>
            <w:szCs w:val="18"/>
          </w:rPr>
          <w:id w:val="1340429678"/>
          <w:placeholder>
            <w:docPart w:val="3E875AB70BB848D991F5817EC97BEC4D"/>
          </w:placeholder>
          <w15:color w:val="0072BC"/>
          <w:dropDownList>
            <w:listItem w:displayText="choose an item" w:value="choose an item"/>
            <w:listItem w:displayText="Empowering and Building Trust" w:value="Empowering and Building Trust"/>
            <w:listItem w:displayText="Judgement and Decision Making" w:value="Judgement and Decision Making"/>
            <w:listItem w:displayText="Leadership" w:value="Leadership"/>
            <w:listItem w:displayText="Managing Performance" w:value="Managing Performance"/>
            <w:listItem w:displayText="Managing Resources" w:value="Managing Resources"/>
            <w:listItem w:displayText="Strategic Planning and Vision" w:value="Strategic Planning and Vision"/>
          </w:dropDownList>
        </w:sdtPr>
        <w:sdtEndPr/>
        <w:sdtContent>
          <w:r w:rsidR="004E77DD">
            <w:rPr>
              <w:rFonts w:ascii="Arial" w:hAnsi="Arial" w:cs="Arial"/>
              <w:i/>
              <w:sz w:val="18"/>
              <w:szCs w:val="18"/>
            </w:rPr>
            <w:t>Empowering and Building Trust</w:t>
          </w:r>
        </w:sdtContent>
      </w:sdt>
    </w:p>
    <w:p w14:paraId="4997C248" w14:textId="77777777" w:rsidR="00271EA9" w:rsidRPr="00271EA9" w:rsidRDefault="00271EA9" w:rsidP="002F6152">
      <w:pPr>
        <w:spacing w:after="0"/>
        <w:rPr>
          <w:rFonts w:ascii="Arial" w:hAnsi="Arial" w:cs="Arial"/>
          <w:sz w:val="10"/>
          <w:szCs w:val="20"/>
          <w:u w:val="single"/>
        </w:rPr>
      </w:pPr>
    </w:p>
    <w:p w14:paraId="5E05160D" w14:textId="77777777" w:rsidR="002F6152" w:rsidRPr="00023219" w:rsidRDefault="002F6152" w:rsidP="002F6152">
      <w:pPr>
        <w:spacing w:after="0"/>
        <w:rPr>
          <w:rFonts w:ascii="Arial" w:hAnsi="Arial" w:cs="Arial"/>
          <w:b/>
          <w:sz w:val="18"/>
          <w:szCs w:val="20"/>
          <w:u w:val="single"/>
        </w:rPr>
      </w:pPr>
      <w:r w:rsidRPr="00023219">
        <w:rPr>
          <w:rFonts w:ascii="Arial" w:hAnsi="Arial" w:cs="Arial"/>
          <w:b/>
          <w:sz w:val="18"/>
          <w:szCs w:val="20"/>
          <w:u w:val="single"/>
        </w:rPr>
        <w:t xml:space="preserve">Cross-Functional Competencies: </w:t>
      </w:r>
    </w:p>
    <w:p w14:paraId="042BDF05" w14:textId="77777777" w:rsidR="004E77DD" w:rsidRDefault="003B340E" w:rsidP="004E77DD">
      <w:pPr>
        <w:spacing w:after="0"/>
        <w:rPr>
          <w:rFonts w:ascii="Arial" w:hAnsi="Arial" w:cs="Arial"/>
          <w:i/>
          <w:sz w:val="18"/>
          <w:szCs w:val="18"/>
        </w:rPr>
      </w:pPr>
      <w:sdt>
        <w:sdtPr>
          <w:rPr>
            <w:rFonts w:ascii="Arial" w:hAnsi="Arial" w:cs="Arial"/>
            <w:i/>
            <w:sz w:val="18"/>
            <w:szCs w:val="18"/>
          </w:rPr>
          <w:id w:val="-1403521618"/>
          <w:placeholder>
            <w:docPart w:val="46CB8D965E9147F2A31238C6B722E68E"/>
          </w:placeholder>
          <w15:color w:val="0072BC"/>
          <w:dropDownList>
            <w:listItem w:displayText="choose an item" w:value="choose an item"/>
            <w:listItem w:displayText="Analytical Thinking" w:value="Analytical Thinking"/>
            <w:listItem w:displayText="Change Capability and Adaptability" w:value="Change Capability and Adaptability"/>
            <w:listItem w:displayText="Innovation and Creativity" w:value="Innovation and Creativity"/>
            <w:listItem w:displayText="Negotiation and Conflict Resolution" w:value="Negotiation and Conflict Resolution"/>
            <w:listItem w:displayText="Planning and Organizing" w:value="Planning and Organizing"/>
            <w:listItem w:displayText="Policy Development and Research" w:value="Policy Development and Research"/>
            <w:listItem w:displayText="Political Awareness" w:value="Political Awareness"/>
            <w:listItem w:displayText="Stakeholder Management" w:value="Stakeholder Management"/>
            <w:listItem w:displayText="Technological Awareness" w:value="Technological Awareness"/>
          </w:dropDownList>
        </w:sdtPr>
        <w:sdtEndPr/>
        <w:sdtContent>
          <w:r w:rsidR="004E77DD">
            <w:rPr>
              <w:rFonts w:ascii="Arial" w:hAnsi="Arial" w:cs="Arial"/>
              <w:i/>
              <w:sz w:val="18"/>
              <w:szCs w:val="18"/>
            </w:rPr>
            <w:t>Analytical Thinking</w:t>
          </w:r>
        </w:sdtContent>
      </w:sdt>
    </w:p>
    <w:p w14:paraId="221784AE" w14:textId="77777777" w:rsidR="004E77DD" w:rsidRDefault="003B340E" w:rsidP="004E77DD">
      <w:pPr>
        <w:spacing w:after="0"/>
        <w:rPr>
          <w:rFonts w:ascii="Arial" w:hAnsi="Arial" w:cs="Arial"/>
          <w:i/>
          <w:sz w:val="18"/>
          <w:szCs w:val="18"/>
        </w:rPr>
      </w:pPr>
      <w:sdt>
        <w:sdtPr>
          <w:rPr>
            <w:rFonts w:ascii="Arial" w:hAnsi="Arial" w:cs="Arial"/>
            <w:i/>
            <w:sz w:val="18"/>
            <w:szCs w:val="18"/>
          </w:rPr>
          <w:id w:val="-678662031"/>
          <w:placeholder>
            <w:docPart w:val="F0DE7E4CE83C430B8F27A25724B2926B"/>
          </w:placeholder>
          <w15:color w:val="0072BC"/>
          <w:dropDownList>
            <w:listItem w:displayText="choose an item" w:value="choose an item"/>
            <w:listItem w:displayText="Analytical Thinking" w:value="Analytical Thinking"/>
            <w:listItem w:displayText="Change Capability and Adaptability" w:value="Change Capability and Adaptability"/>
            <w:listItem w:displayText="Innovation and Creativity" w:value="Innovation and Creativity"/>
            <w:listItem w:displayText="Negotiation and Conflict Resolution" w:value="Negotiation and Conflict Resolution"/>
            <w:listItem w:displayText="Planning and Organizing" w:value="Planning and Organizing"/>
            <w:listItem w:displayText="Policy Development and Research" w:value="Policy Development and Research"/>
            <w:listItem w:displayText="Political Awareness" w:value="Political Awareness"/>
            <w:listItem w:displayText="Stakeholder Management" w:value="Stakeholder Management"/>
            <w:listItem w:displayText="Technological Awareness" w:value="Technological Awareness"/>
          </w:dropDownList>
        </w:sdtPr>
        <w:sdtEndPr/>
        <w:sdtContent>
          <w:r w:rsidR="004E77DD">
            <w:rPr>
              <w:rFonts w:ascii="Arial" w:hAnsi="Arial" w:cs="Arial"/>
              <w:i/>
              <w:sz w:val="18"/>
              <w:szCs w:val="18"/>
            </w:rPr>
            <w:t>Negotiation and Conflict Resolution</w:t>
          </w:r>
        </w:sdtContent>
      </w:sdt>
    </w:p>
    <w:p w14:paraId="7B49D416" w14:textId="77777777" w:rsidR="004E77DD" w:rsidRDefault="003B340E" w:rsidP="004E77DD">
      <w:pPr>
        <w:spacing w:after="0"/>
        <w:rPr>
          <w:rFonts w:ascii="Arial" w:hAnsi="Arial" w:cs="Arial"/>
          <w:sz w:val="18"/>
          <w:szCs w:val="20"/>
        </w:rPr>
      </w:pPr>
      <w:sdt>
        <w:sdtPr>
          <w:rPr>
            <w:rFonts w:ascii="Arial" w:hAnsi="Arial" w:cs="Arial"/>
            <w:i/>
            <w:sz w:val="18"/>
            <w:szCs w:val="18"/>
          </w:rPr>
          <w:id w:val="-1652756030"/>
          <w:placeholder>
            <w:docPart w:val="81F553EE06B1460D91EEE88E099484AF"/>
          </w:placeholder>
          <w15:color w:val="0072BC"/>
          <w:dropDownList>
            <w:listItem w:displayText="choose an item" w:value="choose an item"/>
            <w:listItem w:displayText="Analytical Thinking" w:value="Analytical Thinking"/>
            <w:listItem w:displayText="Change Capability and Adaptability" w:value="Change Capability and Adaptability"/>
            <w:listItem w:displayText="Innovation and Creativity" w:value="Innovation and Creativity"/>
            <w:listItem w:displayText="Negotiation and Conflict Resolution" w:value="Negotiation and Conflict Resolution"/>
            <w:listItem w:displayText="Planning and Organizing" w:value="Planning and Organizing"/>
            <w:listItem w:displayText="Policy Development and Research" w:value="Policy Development and Research"/>
            <w:listItem w:displayText="Political Awareness" w:value="Political Awareness"/>
            <w:listItem w:displayText="Stakeholder Management" w:value="Stakeholder Management"/>
            <w:listItem w:displayText="Technological Awareness" w:value="Technological Awareness"/>
          </w:dropDownList>
        </w:sdtPr>
        <w:sdtEndPr/>
        <w:sdtContent>
          <w:r w:rsidR="004E77DD">
            <w:rPr>
              <w:rFonts w:ascii="Arial" w:hAnsi="Arial" w:cs="Arial"/>
              <w:i/>
              <w:sz w:val="18"/>
              <w:szCs w:val="18"/>
            </w:rPr>
            <w:t>Political Awareness</w:t>
          </w:r>
        </w:sdtContent>
      </w:sdt>
    </w:p>
    <w:p w14:paraId="186E8635" w14:textId="77777777" w:rsidR="0038634E" w:rsidRDefault="0038634E" w:rsidP="004E77DD">
      <w:pPr>
        <w:spacing w:after="0"/>
        <w:rPr>
          <w:rFonts w:ascii="Arial" w:hAnsi="Arial" w:cs="Arial"/>
          <w:sz w:val="18"/>
          <w:szCs w:val="20"/>
        </w:rPr>
      </w:pPr>
    </w:p>
    <w:p w14:paraId="5A5A37C4" w14:textId="0C6BA390" w:rsidR="0077130F" w:rsidRDefault="002F359C" w:rsidP="004E77DD">
      <w:pPr>
        <w:spacing w:after="0"/>
        <w:rPr>
          <w:rFonts w:ascii="Arial" w:hAnsi="Arial" w:cs="Arial"/>
          <w:sz w:val="18"/>
          <w:szCs w:val="20"/>
        </w:rPr>
      </w:pPr>
      <w:r>
        <w:rPr>
          <w:rFonts w:ascii="Arial" w:hAnsi="Arial" w:cs="Arial"/>
          <w:noProof/>
          <w:sz w:val="20"/>
          <w:szCs w:val="20"/>
          <w:lang w:eastAsia="en-GB"/>
        </w:rPr>
        <mc:AlternateContent>
          <mc:Choice Requires="wps">
            <w:drawing>
              <wp:anchor distT="0" distB="0" distL="114300" distR="114300" simplePos="0" relativeHeight="251750400" behindDoc="0" locked="0" layoutInCell="1" allowOverlap="1" wp14:anchorId="676C5384" wp14:editId="41CCED48">
                <wp:simplePos x="0" y="0"/>
                <wp:positionH relativeFrom="margin">
                  <wp:posOffset>-163195</wp:posOffset>
                </wp:positionH>
                <wp:positionV relativeFrom="paragraph">
                  <wp:posOffset>141605</wp:posOffset>
                </wp:positionV>
                <wp:extent cx="6941130" cy="0"/>
                <wp:effectExtent l="0" t="19050" r="31750" b="19050"/>
                <wp:wrapNone/>
                <wp:docPr id="6" name="Straight Connector 6"/>
                <wp:cNvGraphicFramePr/>
                <a:graphic xmlns:a="http://schemas.openxmlformats.org/drawingml/2006/main">
                  <a:graphicData uri="http://schemas.microsoft.com/office/word/2010/wordprocessingShape">
                    <wps:wsp>
                      <wps:cNvCnPr/>
                      <wps:spPr>
                        <a:xfrm>
                          <a:off x="0" y="0"/>
                          <a:ext cx="6941130" cy="0"/>
                        </a:xfrm>
                        <a:prstGeom prst="line">
                          <a:avLst/>
                        </a:prstGeom>
                        <a:ln w="28575">
                          <a:solidFill>
                            <a:schemeClr val="accent1">
                              <a:lumMod val="60000"/>
                              <a:lumOff val="40000"/>
                            </a:schemeClr>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6533C9A" id="Straight Connector 6" o:spid="_x0000_s1026" style="position:absolute;z-index:2517504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2.85pt,11.15pt" to="533.7pt,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" strokecolor="#9cc2e5 [1940]" strokeweight="2.25pt">
                <v:stroke joinstyle="miter"/>
                <w10:wrap anchorx="margin"/>
              </v:line>
            </w:pict>
          </mc:Fallback>
        </mc:AlternateContent>
      </w:r>
    </w:p>
    <w:p w14:paraId="521A4A12" w14:textId="77777777" w:rsidR="001F39C4" w:rsidRDefault="001F39C4" w:rsidP="00927EC5">
      <w:pPr>
        <w:spacing w:after="0"/>
        <w:jc w:val="both"/>
        <w:rPr>
          <w:rFonts w:ascii="Arial" w:hAnsi="Arial" w:cs="Arial"/>
          <w:sz w:val="18"/>
          <w:szCs w:val="20"/>
        </w:rPr>
      </w:pPr>
    </w:p>
    <w:p w14:paraId="559875A5" w14:textId="77777777" w:rsidR="000468BC" w:rsidRDefault="000468BC" w:rsidP="00927EC5">
      <w:pPr>
        <w:spacing w:after="0"/>
        <w:jc w:val="both"/>
        <w:rPr>
          <w:rFonts w:ascii="Arial" w:hAnsi="Arial" w:cs="Arial"/>
          <w:sz w:val="18"/>
          <w:szCs w:val="20"/>
        </w:rPr>
      </w:pPr>
    </w:p>
    <w:p w14:paraId="1179442E" w14:textId="77777777" w:rsidR="0007744E" w:rsidRDefault="0007744E" w:rsidP="0007744E">
      <w:pPr>
        <w:jc w:val="both"/>
        <w:rPr>
          <w:rFonts w:ascii="Arial" w:hAnsi="Arial" w:cs="Arial"/>
          <w:sz w:val="18"/>
          <w:szCs w:val="20"/>
        </w:rPr>
      </w:pPr>
      <w:r>
        <w:rPr>
          <w:rFonts w:ascii="Arial" w:hAnsi="Arial" w:cs="Arial"/>
          <w:sz w:val="18"/>
          <w:szCs w:val="20"/>
        </w:rPr>
        <w:t xml:space="preserve">All UNHCR workforce members must individually and collectively, contribute towards a working environment where each person feels safe, and empowered to perform their duties. This includes by demonstrating no tolerance for sexual exploitation and abuse, harassment including sexual harassment, sexism, gender inequality, discrimination, and abuse of power. </w:t>
      </w:r>
    </w:p>
    <w:p w14:paraId="743950E8" w14:textId="77777777" w:rsidR="0007744E" w:rsidRDefault="0007744E" w:rsidP="0007744E">
      <w:pPr>
        <w:spacing w:after="0"/>
        <w:jc w:val="both"/>
        <w:rPr>
          <w:rFonts w:ascii="Arial" w:hAnsi="Arial" w:cs="Arial"/>
          <w:sz w:val="18"/>
          <w:szCs w:val="18"/>
        </w:rPr>
      </w:pPr>
      <w:r>
        <w:rPr>
          <w:rFonts w:ascii="Arial" w:hAnsi="Arial" w:cs="Arial"/>
          <w:sz w:val="18"/>
          <w:szCs w:val="20"/>
        </w:rPr>
        <w:t xml:space="preserve">As individuals and as managers, all must be proactive in preventing and responding to inappropriate conduct, support ongoing dialogue on these matters and speaking up and seeking guidance and support from relevant UNHCR resources when these issues </w:t>
      </w:r>
      <w:r>
        <w:rPr>
          <w:rFonts w:ascii="Arial" w:hAnsi="Arial" w:cs="Arial"/>
          <w:sz w:val="18"/>
          <w:szCs w:val="18"/>
        </w:rPr>
        <w:t>arise.</w:t>
      </w:r>
    </w:p>
    <w:p w14:paraId="55E1B6F6" w14:textId="77777777" w:rsidR="0007744E" w:rsidRDefault="0007744E" w:rsidP="0007744E">
      <w:pPr>
        <w:spacing w:after="0"/>
        <w:jc w:val="both"/>
        <w:rPr>
          <w:rFonts w:ascii="Arial" w:hAnsi="Arial" w:cs="Arial"/>
          <w:sz w:val="18"/>
          <w:szCs w:val="18"/>
        </w:rPr>
      </w:pPr>
    </w:p>
    <w:p w14:paraId="4F34DDBF" w14:textId="2B8C06FD" w:rsidR="0007744E" w:rsidRDefault="0007744E" w:rsidP="0007744E">
      <w:pPr>
        <w:spacing w:after="0"/>
        <w:jc w:val="both"/>
        <w:rPr>
          <w:rFonts w:ascii="Arial" w:hAnsi="Arial" w:cs="Arial"/>
          <w:sz w:val="18"/>
          <w:szCs w:val="18"/>
        </w:rPr>
      </w:pPr>
      <w:r>
        <w:rPr>
          <w:noProof/>
        </w:rPr>
        <mc:AlternateContent>
          <mc:Choice Requires="wps">
            <w:drawing>
              <wp:anchor distT="0" distB="0" distL="114300" distR="114300" simplePos="0" relativeHeight="251793408" behindDoc="0" locked="0" layoutInCell="1" allowOverlap="1" wp14:anchorId="6551E2DE" wp14:editId="24FD7C08">
                <wp:simplePos x="0" y="0"/>
                <wp:positionH relativeFrom="margin">
                  <wp:posOffset>-163195</wp:posOffset>
                </wp:positionH>
                <wp:positionV relativeFrom="paragraph">
                  <wp:posOffset>130810</wp:posOffset>
                </wp:positionV>
                <wp:extent cx="6941185" cy="0"/>
                <wp:effectExtent l="0" t="19050" r="31115" b="19050"/>
                <wp:wrapNone/>
                <wp:docPr id="25" name="Straight Connector 25"/>
                <wp:cNvGraphicFramePr/>
                <a:graphic xmlns:a="http://schemas.openxmlformats.org/drawingml/2006/main">
                  <a:graphicData uri="http://schemas.microsoft.com/office/word/2010/wordprocessingShape">
                    <wps:wsp>
                      <wps:cNvCnPr/>
                      <wps:spPr>
                        <a:xfrm>
                          <a:off x="0" y="0"/>
                          <a:ext cx="6940550" cy="0"/>
                        </a:xfrm>
                        <a:prstGeom prst="line">
                          <a:avLst/>
                        </a:prstGeom>
                        <a:ln w="28575">
                          <a:solidFill>
                            <a:schemeClr val="accent1">
                              <a:lumMod val="60000"/>
                              <a:lumOff val="40000"/>
                            </a:schemeClr>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9200F4A" id="Straight Connector 25" o:spid="_x0000_s1026" style="position:absolute;z-index:251793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2.85pt,10.3pt" to="533.7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" strokecolor="#9cc2e5 [1940]" strokeweight="2.25pt">
                <v:stroke joinstyle="miter"/>
                <w10:wrap anchorx="margin"/>
              </v:line>
            </w:pict>
          </mc:Fallback>
        </mc:AlternateContent>
      </w:r>
    </w:p>
    <w:p w14:paraId="0F69F5C1" w14:textId="77777777" w:rsidR="0007744E" w:rsidRDefault="0007744E" w:rsidP="00927EC5">
      <w:pPr>
        <w:spacing w:after="0"/>
        <w:jc w:val="both"/>
        <w:rPr>
          <w:rFonts w:ascii="Arial" w:hAnsi="Arial" w:cs="Arial"/>
          <w:sz w:val="18"/>
          <w:szCs w:val="20"/>
        </w:rPr>
      </w:pPr>
    </w:p>
    <w:p w14:paraId="4821F92E" w14:textId="77777777" w:rsidR="0007744E" w:rsidRDefault="0007744E" w:rsidP="00927EC5">
      <w:pPr>
        <w:spacing w:after="0"/>
        <w:jc w:val="both"/>
        <w:rPr>
          <w:rFonts w:ascii="Arial" w:hAnsi="Arial" w:cs="Arial"/>
          <w:sz w:val="18"/>
          <w:szCs w:val="20"/>
        </w:rPr>
      </w:pPr>
    </w:p>
    <w:p w14:paraId="54E6245D" w14:textId="6F05AF46" w:rsidR="00DE257A" w:rsidRDefault="002F6152" w:rsidP="00927EC5">
      <w:pPr>
        <w:spacing w:after="0"/>
        <w:jc w:val="both"/>
        <w:rPr>
          <w:rFonts w:ascii="Arial" w:hAnsi="Arial" w:cs="Arial"/>
          <w:sz w:val="18"/>
          <w:szCs w:val="20"/>
        </w:rPr>
      </w:pPr>
      <w:r w:rsidRPr="002F6152">
        <w:rPr>
          <w:rFonts w:ascii="Arial" w:hAnsi="Arial" w:cs="Arial"/>
          <w:sz w:val="18"/>
          <w:szCs w:val="20"/>
        </w:rPr>
        <w:t xml:space="preserve">This is a Standard Job Description for all UNHCR </w:t>
      </w:r>
      <w:r w:rsidR="00C21747">
        <w:rPr>
          <w:rFonts w:ascii="Arial" w:hAnsi="Arial" w:cs="Arial"/>
          <w:sz w:val="18"/>
          <w:szCs w:val="20"/>
        </w:rPr>
        <w:t>jobs</w:t>
      </w:r>
      <w:r w:rsidR="00B7754F">
        <w:rPr>
          <w:rFonts w:ascii="Arial" w:hAnsi="Arial" w:cs="Arial"/>
          <w:sz w:val="18"/>
          <w:szCs w:val="20"/>
        </w:rPr>
        <w:t xml:space="preserve"> with this job title and grade level</w:t>
      </w:r>
      <w:r w:rsidRPr="002F6152">
        <w:rPr>
          <w:rFonts w:ascii="Arial" w:hAnsi="Arial" w:cs="Arial"/>
          <w:sz w:val="18"/>
          <w:szCs w:val="20"/>
        </w:rPr>
        <w:t xml:space="preserve">. The Operational Context may contain additional essential and/or desirable qualifications relating to the specific operation and/or position. Any such requirements are incorporated by reference in this Job Description and will be considered for the screening, </w:t>
      </w:r>
      <w:proofErr w:type="gramStart"/>
      <w:r w:rsidRPr="002F6152">
        <w:rPr>
          <w:rFonts w:ascii="Arial" w:hAnsi="Arial" w:cs="Arial"/>
          <w:sz w:val="18"/>
          <w:szCs w:val="20"/>
        </w:rPr>
        <w:t>shortlisting</w:t>
      </w:r>
      <w:proofErr w:type="gramEnd"/>
      <w:r w:rsidRPr="002F6152">
        <w:rPr>
          <w:rFonts w:ascii="Arial" w:hAnsi="Arial" w:cs="Arial"/>
          <w:sz w:val="18"/>
          <w:szCs w:val="20"/>
        </w:rPr>
        <w:t xml:space="preserve"> and selection of candidates.</w:t>
      </w:r>
    </w:p>
    <w:sectPr w:rsidR="00DE257A" w:rsidSect="002F6152">
      <w:footerReference w:type="default" r:id="rId9"/>
      <w:type w:val="continuous"/>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2A9391" w14:textId="77777777" w:rsidR="003B340E" w:rsidRDefault="003B340E" w:rsidP="0004567E">
      <w:pPr>
        <w:spacing w:after="0" w:line="240" w:lineRule="auto"/>
      </w:pPr>
      <w:r>
        <w:separator/>
      </w:r>
    </w:p>
  </w:endnote>
  <w:endnote w:type="continuationSeparator" w:id="0">
    <w:p w14:paraId="260C610E" w14:textId="77777777" w:rsidR="003B340E" w:rsidRDefault="003B340E" w:rsidP="000456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31438756"/>
      <w:docPartObj>
        <w:docPartGallery w:val="Page Numbers (Bottom of Page)"/>
        <w:docPartUnique/>
      </w:docPartObj>
    </w:sdtPr>
    <w:sdtEndPr/>
    <w:sdtContent>
      <w:sdt>
        <w:sdtPr>
          <w:id w:val="-2005818844"/>
          <w:docPartObj>
            <w:docPartGallery w:val="Page Numbers (Top of Page)"/>
            <w:docPartUnique/>
          </w:docPartObj>
        </w:sdtPr>
        <w:sdtEndPr/>
        <w:sdtContent>
          <w:p w14:paraId="096FE353" w14:textId="77777777" w:rsidR="0072613E" w:rsidRDefault="0072613E">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5A7B11">
              <w:rPr>
                <w:b/>
                <w:bCs/>
                <w:noProof/>
              </w:rPr>
              <w:t>4</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5A7B11">
              <w:rPr>
                <w:b/>
                <w:bCs/>
                <w:noProof/>
              </w:rPr>
              <w:t>4</w:t>
            </w:r>
            <w:r>
              <w:rPr>
                <w:b/>
                <w:bCs/>
                <w:sz w:val="24"/>
                <w:szCs w:val="24"/>
              </w:rPr>
              <w:fldChar w:fldCharType="end"/>
            </w:r>
          </w:p>
        </w:sdtContent>
      </w:sdt>
    </w:sdtContent>
  </w:sdt>
  <w:p w14:paraId="2470A917" w14:textId="77777777" w:rsidR="00107C91" w:rsidRDefault="00107C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E01ADA" w14:textId="77777777" w:rsidR="003B340E" w:rsidRDefault="003B340E" w:rsidP="0004567E">
      <w:pPr>
        <w:spacing w:after="0" w:line="240" w:lineRule="auto"/>
      </w:pPr>
      <w:r>
        <w:separator/>
      </w:r>
    </w:p>
  </w:footnote>
  <w:footnote w:type="continuationSeparator" w:id="0">
    <w:p w14:paraId="3E141394" w14:textId="77777777" w:rsidR="003B340E" w:rsidRDefault="003B340E" w:rsidP="000456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06693"/>
    <w:multiLevelType w:val="hybridMultilevel"/>
    <w:tmpl w:val="E1D09F36"/>
    <w:lvl w:ilvl="0" w:tplc="89B4488E">
      <w:start w:val="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686731"/>
    <w:multiLevelType w:val="hybridMultilevel"/>
    <w:tmpl w:val="9B0218B4"/>
    <w:lvl w:ilvl="0" w:tplc="50CC26EC">
      <w:start w:val="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FB5F8A"/>
    <w:multiLevelType w:val="hybridMultilevel"/>
    <w:tmpl w:val="D8E8C6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DA1159E"/>
    <w:multiLevelType w:val="hybridMultilevel"/>
    <w:tmpl w:val="71B46230"/>
    <w:lvl w:ilvl="0" w:tplc="B87E6E72">
      <w:start w:val="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14E121F"/>
    <w:multiLevelType w:val="hybridMultilevel"/>
    <w:tmpl w:val="05F4A4E6"/>
    <w:lvl w:ilvl="0" w:tplc="4288B988">
      <w:start w:val="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6F71B1"/>
    <w:multiLevelType w:val="hybridMultilevel"/>
    <w:tmpl w:val="72A21F7C"/>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32C242C"/>
    <w:multiLevelType w:val="hybridMultilevel"/>
    <w:tmpl w:val="EE54A1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A3C1669"/>
    <w:multiLevelType w:val="hybridMultilevel"/>
    <w:tmpl w:val="E702BE9C"/>
    <w:lvl w:ilvl="0" w:tplc="0698317A">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3CA300D"/>
    <w:multiLevelType w:val="hybridMultilevel"/>
    <w:tmpl w:val="492445BA"/>
    <w:lvl w:ilvl="0" w:tplc="AB380FD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280922EC"/>
    <w:multiLevelType w:val="hybridMultilevel"/>
    <w:tmpl w:val="A4ACF32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40A2DDD"/>
    <w:multiLevelType w:val="hybridMultilevel"/>
    <w:tmpl w:val="6BBC802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528795C"/>
    <w:multiLevelType w:val="hybridMultilevel"/>
    <w:tmpl w:val="63E00E1C"/>
    <w:lvl w:ilvl="0" w:tplc="AF583A98">
      <w:start w:val="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62C7DC0"/>
    <w:multiLevelType w:val="hybridMultilevel"/>
    <w:tmpl w:val="EC90ED2C"/>
    <w:lvl w:ilvl="0" w:tplc="0214F560">
      <w:start w:val="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8DD252A"/>
    <w:multiLevelType w:val="hybridMultilevel"/>
    <w:tmpl w:val="D36686AC"/>
    <w:lvl w:ilvl="0" w:tplc="0698317A">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9E96C15"/>
    <w:multiLevelType w:val="hybridMultilevel"/>
    <w:tmpl w:val="D2B037D4"/>
    <w:lvl w:ilvl="0" w:tplc="4A54D062">
      <w:start w:val="1"/>
      <w:numFmt w:val="decimal"/>
      <w:lvlText w:val="%1."/>
      <w:lvlJc w:val="left"/>
      <w:pPr>
        <w:ind w:left="1080" w:hanging="360"/>
      </w:pPr>
      <w:rPr>
        <w:rFonts w:hint="default"/>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3A0A618B"/>
    <w:multiLevelType w:val="hybridMultilevel"/>
    <w:tmpl w:val="E7F2C81A"/>
    <w:lvl w:ilvl="0" w:tplc="EE7CA92E">
      <w:start w:val="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D436B05"/>
    <w:multiLevelType w:val="hybridMultilevel"/>
    <w:tmpl w:val="F5D0B8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1F06650"/>
    <w:multiLevelType w:val="hybridMultilevel"/>
    <w:tmpl w:val="8D824740"/>
    <w:lvl w:ilvl="0" w:tplc="5B8EAD52">
      <w:start w:val="3"/>
      <w:numFmt w:val="bullet"/>
      <w:lvlText w:val="-"/>
      <w:lvlJc w:val="left"/>
      <w:pPr>
        <w:ind w:left="360" w:hanging="360"/>
      </w:pPr>
      <w:rPr>
        <w:rFonts w:ascii="Times New Roman" w:eastAsia="Times New Roman" w:hAnsi="Times New Roman" w:cs="Times New Roman" w:hint="default"/>
      </w:rPr>
    </w:lvl>
    <w:lvl w:ilvl="1" w:tplc="20090003" w:tentative="1">
      <w:start w:val="1"/>
      <w:numFmt w:val="bullet"/>
      <w:lvlText w:val="o"/>
      <w:lvlJc w:val="left"/>
      <w:pPr>
        <w:ind w:left="1080" w:hanging="360"/>
      </w:pPr>
      <w:rPr>
        <w:rFonts w:ascii="Courier New" w:hAnsi="Courier New" w:cs="Courier New" w:hint="default"/>
      </w:rPr>
    </w:lvl>
    <w:lvl w:ilvl="2" w:tplc="20090005" w:tentative="1">
      <w:start w:val="1"/>
      <w:numFmt w:val="bullet"/>
      <w:lvlText w:val=""/>
      <w:lvlJc w:val="left"/>
      <w:pPr>
        <w:ind w:left="1800" w:hanging="360"/>
      </w:pPr>
      <w:rPr>
        <w:rFonts w:ascii="Wingdings" w:hAnsi="Wingdings" w:hint="default"/>
      </w:rPr>
    </w:lvl>
    <w:lvl w:ilvl="3" w:tplc="20090001" w:tentative="1">
      <w:start w:val="1"/>
      <w:numFmt w:val="bullet"/>
      <w:lvlText w:val=""/>
      <w:lvlJc w:val="left"/>
      <w:pPr>
        <w:ind w:left="2520" w:hanging="360"/>
      </w:pPr>
      <w:rPr>
        <w:rFonts w:ascii="Symbol" w:hAnsi="Symbol" w:hint="default"/>
      </w:rPr>
    </w:lvl>
    <w:lvl w:ilvl="4" w:tplc="20090003" w:tentative="1">
      <w:start w:val="1"/>
      <w:numFmt w:val="bullet"/>
      <w:lvlText w:val="o"/>
      <w:lvlJc w:val="left"/>
      <w:pPr>
        <w:ind w:left="3240" w:hanging="360"/>
      </w:pPr>
      <w:rPr>
        <w:rFonts w:ascii="Courier New" w:hAnsi="Courier New" w:cs="Courier New" w:hint="default"/>
      </w:rPr>
    </w:lvl>
    <w:lvl w:ilvl="5" w:tplc="20090005" w:tentative="1">
      <w:start w:val="1"/>
      <w:numFmt w:val="bullet"/>
      <w:lvlText w:val=""/>
      <w:lvlJc w:val="left"/>
      <w:pPr>
        <w:ind w:left="3960" w:hanging="360"/>
      </w:pPr>
      <w:rPr>
        <w:rFonts w:ascii="Wingdings" w:hAnsi="Wingdings" w:hint="default"/>
      </w:rPr>
    </w:lvl>
    <w:lvl w:ilvl="6" w:tplc="20090001" w:tentative="1">
      <w:start w:val="1"/>
      <w:numFmt w:val="bullet"/>
      <w:lvlText w:val=""/>
      <w:lvlJc w:val="left"/>
      <w:pPr>
        <w:ind w:left="4680" w:hanging="360"/>
      </w:pPr>
      <w:rPr>
        <w:rFonts w:ascii="Symbol" w:hAnsi="Symbol" w:hint="default"/>
      </w:rPr>
    </w:lvl>
    <w:lvl w:ilvl="7" w:tplc="20090003" w:tentative="1">
      <w:start w:val="1"/>
      <w:numFmt w:val="bullet"/>
      <w:lvlText w:val="o"/>
      <w:lvlJc w:val="left"/>
      <w:pPr>
        <w:ind w:left="5400" w:hanging="360"/>
      </w:pPr>
      <w:rPr>
        <w:rFonts w:ascii="Courier New" w:hAnsi="Courier New" w:cs="Courier New" w:hint="default"/>
      </w:rPr>
    </w:lvl>
    <w:lvl w:ilvl="8" w:tplc="20090005" w:tentative="1">
      <w:start w:val="1"/>
      <w:numFmt w:val="bullet"/>
      <w:lvlText w:val=""/>
      <w:lvlJc w:val="left"/>
      <w:pPr>
        <w:ind w:left="6120" w:hanging="360"/>
      </w:pPr>
      <w:rPr>
        <w:rFonts w:ascii="Wingdings" w:hAnsi="Wingdings" w:hint="default"/>
      </w:rPr>
    </w:lvl>
  </w:abstractNum>
  <w:abstractNum w:abstractNumId="18" w15:restartNumberingAfterBreak="0">
    <w:nsid w:val="4611347A"/>
    <w:multiLevelType w:val="hybridMultilevel"/>
    <w:tmpl w:val="DCEE265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68060C8"/>
    <w:multiLevelType w:val="hybridMultilevel"/>
    <w:tmpl w:val="2A185CDC"/>
    <w:lvl w:ilvl="0" w:tplc="3B1C30D0">
      <w:start w:val="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7F36EF0"/>
    <w:multiLevelType w:val="hybridMultilevel"/>
    <w:tmpl w:val="066A66F8"/>
    <w:lvl w:ilvl="0" w:tplc="E32C9EB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D3E0BA9"/>
    <w:multiLevelType w:val="hybridMultilevel"/>
    <w:tmpl w:val="11D440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84148C0"/>
    <w:multiLevelType w:val="hybridMultilevel"/>
    <w:tmpl w:val="3778734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A382BD2"/>
    <w:multiLevelType w:val="hybridMultilevel"/>
    <w:tmpl w:val="C2A27A74"/>
    <w:lvl w:ilvl="0" w:tplc="0698317A">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FC23997"/>
    <w:multiLevelType w:val="hybridMultilevel"/>
    <w:tmpl w:val="1BBC54C4"/>
    <w:lvl w:ilvl="0" w:tplc="5714F1EA">
      <w:start w:val="1"/>
      <w:numFmt w:val="decimal"/>
      <w:lvlText w:val="%1."/>
      <w:lvlJc w:val="left"/>
      <w:pPr>
        <w:ind w:left="1080" w:hanging="360"/>
      </w:pPr>
      <w:rPr>
        <w:rFonts w:hint="default"/>
        <w:b/>
        <w:color w:val="0072BC"/>
        <w:sz w:val="22"/>
        <w:szCs w:val="22"/>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71923D52"/>
    <w:multiLevelType w:val="hybridMultilevel"/>
    <w:tmpl w:val="7C9E4808"/>
    <w:lvl w:ilvl="0" w:tplc="E32C9EBC">
      <w:numFmt w:val="bullet"/>
      <w:lvlText w:val="-"/>
      <w:lvlJc w:val="left"/>
      <w:pPr>
        <w:ind w:left="720" w:hanging="360"/>
      </w:pPr>
      <w:rPr>
        <w:rFonts w:ascii="Arial" w:eastAsiaTheme="minorHAnsi"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17"/>
  </w:num>
  <w:num w:numId="3">
    <w:abstractNumId w:val="25"/>
  </w:num>
  <w:num w:numId="4">
    <w:abstractNumId w:val="22"/>
  </w:num>
  <w:num w:numId="5">
    <w:abstractNumId w:val="18"/>
  </w:num>
  <w:num w:numId="6">
    <w:abstractNumId w:val="5"/>
  </w:num>
  <w:num w:numId="7">
    <w:abstractNumId w:val="8"/>
  </w:num>
  <w:num w:numId="8">
    <w:abstractNumId w:val="9"/>
  </w:num>
  <w:num w:numId="9">
    <w:abstractNumId w:val="16"/>
  </w:num>
  <w:num w:numId="10">
    <w:abstractNumId w:val="6"/>
  </w:num>
  <w:num w:numId="11">
    <w:abstractNumId w:val="2"/>
  </w:num>
  <w:num w:numId="12">
    <w:abstractNumId w:val="21"/>
  </w:num>
  <w:num w:numId="13">
    <w:abstractNumId w:val="4"/>
  </w:num>
  <w:num w:numId="14">
    <w:abstractNumId w:val="3"/>
  </w:num>
  <w:num w:numId="15">
    <w:abstractNumId w:val="15"/>
  </w:num>
  <w:num w:numId="16">
    <w:abstractNumId w:val="11"/>
  </w:num>
  <w:num w:numId="17">
    <w:abstractNumId w:val="1"/>
  </w:num>
  <w:num w:numId="18">
    <w:abstractNumId w:val="12"/>
  </w:num>
  <w:num w:numId="19">
    <w:abstractNumId w:val="19"/>
  </w:num>
  <w:num w:numId="20">
    <w:abstractNumId w:val="0"/>
  </w:num>
  <w:num w:numId="21">
    <w:abstractNumId w:val="24"/>
  </w:num>
  <w:num w:numId="22">
    <w:abstractNumId w:val="14"/>
  </w:num>
  <w:num w:numId="23">
    <w:abstractNumId w:val="20"/>
  </w:num>
  <w:num w:numId="24">
    <w:abstractNumId w:val="7"/>
  </w:num>
  <w:num w:numId="25">
    <w:abstractNumId w:val="23"/>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7C4F"/>
    <w:rsid w:val="00003E7A"/>
    <w:rsid w:val="000041A1"/>
    <w:rsid w:val="00007462"/>
    <w:rsid w:val="00013E40"/>
    <w:rsid w:val="000141AA"/>
    <w:rsid w:val="000142BB"/>
    <w:rsid w:val="00015F40"/>
    <w:rsid w:val="00023219"/>
    <w:rsid w:val="000236C2"/>
    <w:rsid w:val="00031AB0"/>
    <w:rsid w:val="000326D7"/>
    <w:rsid w:val="0004567E"/>
    <w:rsid w:val="000468BC"/>
    <w:rsid w:val="00046E28"/>
    <w:rsid w:val="000501CC"/>
    <w:rsid w:val="00061C90"/>
    <w:rsid w:val="00072567"/>
    <w:rsid w:val="00074213"/>
    <w:rsid w:val="0007744E"/>
    <w:rsid w:val="0009413A"/>
    <w:rsid w:val="000A304D"/>
    <w:rsid w:val="000A5768"/>
    <w:rsid w:val="000C763C"/>
    <w:rsid w:val="000D75CE"/>
    <w:rsid w:val="000E27B8"/>
    <w:rsid w:val="000E2F9C"/>
    <w:rsid w:val="000E3708"/>
    <w:rsid w:val="000E3A08"/>
    <w:rsid w:val="000E4116"/>
    <w:rsid w:val="000E6395"/>
    <w:rsid w:val="000F10E3"/>
    <w:rsid w:val="000F47F9"/>
    <w:rsid w:val="000F6536"/>
    <w:rsid w:val="00103982"/>
    <w:rsid w:val="00107C91"/>
    <w:rsid w:val="00113033"/>
    <w:rsid w:val="001142C3"/>
    <w:rsid w:val="00122170"/>
    <w:rsid w:val="00122398"/>
    <w:rsid w:val="00122A27"/>
    <w:rsid w:val="00136200"/>
    <w:rsid w:val="00143CEE"/>
    <w:rsid w:val="00145FB9"/>
    <w:rsid w:val="0015225D"/>
    <w:rsid w:val="001555E9"/>
    <w:rsid w:val="00164219"/>
    <w:rsid w:val="0017197B"/>
    <w:rsid w:val="00186D6B"/>
    <w:rsid w:val="00193CDC"/>
    <w:rsid w:val="001A4149"/>
    <w:rsid w:val="001B08BC"/>
    <w:rsid w:val="001B1B24"/>
    <w:rsid w:val="001C4AE1"/>
    <w:rsid w:val="001C7620"/>
    <w:rsid w:val="001D629F"/>
    <w:rsid w:val="001D79D6"/>
    <w:rsid w:val="001E1F39"/>
    <w:rsid w:val="001E5168"/>
    <w:rsid w:val="001F39C4"/>
    <w:rsid w:val="001F3E48"/>
    <w:rsid w:val="001F46AF"/>
    <w:rsid w:val="00202F14"/>
    <w:rsid w:val="00204717"/>
    <w:rsid w:val="002145AF"/>
    <w:rsid w:val="00233671"/>
    <w:rsid w:val="0023375E"/>
    <w:rsid w:val="002376AF"/>
    <w:rsid w:val="00247895"/>
    <w:rsid w:val="00254315"/>
    <w:rsid w:val="0026220C"/>
    <w:rsid w:val="00263114"/>
    <w:rsid w:val="002676DF"/>
    <w:rsid w:val="00271EA9"/>
    <w:rsid w:val="002802AF"/>
    <w:rsid w:val="002807FD"/>
    <w:rsid w:val="00295FE1"/>
    <w:rsid w:val="002A4508"/>
    <w:rsid w:val="002B222C"/>
    <w:rsid w:val="002C55DD"/>
    <w:rsid w:val="002D305F"/>
    <w:rsid w:val="002E0135"/>
    <w:rsid w:val="002E2375"/>
    <w:rsid w:val="002E7BB1"/>
    <w:rsid w:val="002F0E4F"/>
    <w:rsid w:val="002F359C"/>
    <w:rsid w:val="002F6152"/>
    <w:rsid w:val="003027D4"/>
    <w:rsid w:val="00302D87"/>
    <w:rsid w:val="0030373C"/>
    <w:rsid w:val="00303B8D"/>
    <w:rsid w:val="003046FC"/>
    <w:rsid w:val="003052E2"/>
    <w:rsid w:val="00307393"/>
    <w:rsid w:val="0031240D"/>
    <w:rsid w:val="00313358"/>
    <w:rsid w:val="00316BC4"/>
    <w:rsid w:val="00316D9C"/>
    <w:rsid w:val="00317037"/>
    <w:rsid w:val="00321317"/>
    <w:rsid w:val="00325C15"/>
    <w:rsid w:val="00352B76"/>
    <w:rsid w:val="00361584"/>
    <w:rsid w:val="00363B4B"/>
    <w:rsid w:val="00364B1A"/>
    <w:rsid w:val="003721E4"/>
    <w:rsid w:val="0038634E"/>
    <w:rsid w:val="003878B8"/>
    <w:rsid w:val="003A23B4"/>
    <w:rsid w:val="003A40BE"/>
    <w:rsid w:val="003B0826"/>
    <w:rsid w:val="003B340E"/>
    <w:rsid w:val="003B798B"/>
    <w:rsid w:val="003C3B57"/>
    <w:rsid w:val="003C71C1"/>
    <w:rsid w:val="003E0730"/>
    <w:rsid w:val="003E1C28"/>
    <w:rsid w:val="003E22A9"/>
    <w:rsid w:val="003E6472"/>
    <w:rsid w:val="003F66D9"/>
    <w:rsid w:val="00413F27"/>
    <w:rsid w:val="004141E9"/>
    <w:rsid w:val="0041641E"/>
    <w:rsid w:val="00423C26"/>
    <w:rsid w:val="00444155"/>
    <w:rsid w:val="00453F2F"/>
    <w:rsid w:val="0045425A"/>
    <w:rsid w:val="004576D2"/>
    <w:rsid w:val="00476292"/>
    <w:rsid w:val="00477E2F"/>
    <w:rsid w:val="004863DB"/>
    <w:rsid w:val="0049057C"/>
    <w:rsid w:val="004940F9"/>
    <w:rsid w:val="0049418D"/>
    <w:rsid w:val="00496866"/>
    <w:rsid w:val="00497E21"/>
    <w:rsid w:val="004A1D8E"/>
    <w:rsid w:val="004A6E8A"/>
    <w:rsid w:val="004B5021"/>
    <w:rsid w:val="004D37F4"/>
    <w:rsid w:val="004D5813"/>
    <w:rsid w:val="004D7133"/>
    <w:rsid w:val="004D7815"/>
    <w:rsid w:val="004E1AF8"/>
    <w:rsid w:val="004E3423"/>
    <w:rsid w:val="004E77DD"/>
    <w:rsid w:val="004F047C"/>
    <w:rsid w:val="004F0734"/>
    <w:rsid w:val="004F3AAA"/>
    <w:rsid w:val="004F4345"/>
    <w:rsid w:val="004F6A00"/>
    <w:rsid w:val="00505561"/>
    <w:rsid w:val="00511AC4"/>
    <w:rsid w:val="005120AD"/>
    <w:rsid w:val="005218BC"/>
    <w:rsid w:val="00521F99"/>
    <w:rsid w:val="00531A5A"/>
    <w:rsid w:val="00546A44"/>
    <w:rsid w:val="00565537"/>
    <w:rsid w:val="00570E4E"/>
    <w:rsid w:val="005745B4"/>
    <w:rsid w:val="00581590"/>
    <w:rsid w:val="005920B8"/>
    <w:rsid w:val="00596E76"/>
    <w:rsid w:val="005A7B11"/>
    <w:rsid w:val="005B1B7D"/>
    <w:rsid w:val="005B1F39"/>
    <w:rsid w:val="005B4635"/>
    <w:rsid w:val="005C2972"/>
    <w:rsid w:val="005C4854"/>
    <w:rsid w:val="005D0D4A"/>
    <w:rsid w:val="005D2AFE"/>
    <w:rsid w:val="005D6038"/>
    <w:rsid w:val="005E3AD8"/>
    <w:rsid w:val="005F121F"/>
    <w:rsid w:val="00600F65"/>
    <w:rsid w:val="00603C3A"/>
    <w:rsid w:val="0061267D"/>
    <w:rsid w:val="00616895"/>
    <w:rsid w:val="00621CB7"/>
    <w:rsid w:val="006248EA"/>
    <w:rsid w:val="0063185E"/>
    <w:rsid w:val="0063559F"/>
    <w:rsid w:val="00635E7F"/>
    <w:rsid w:val="00653A86"/>
    <w:rsid w:val="00656960"/>
    <w:rsid w:val="00664B3D"/>
    <w:rsid w:val="00675EB5"/>
    <w:rsid w:val="006837C2"/>
    <w:rsid w:val="00693BE6"/>
    <w:rsid w:val="006A0099"/>
    <w:rsid w:val="006A68A2"/>
    <w:rsid w:val="006B151D"/>
    <w:rsid w:val="006B4E2A"/>
    <w:rsid w:val="006C2D0F"/>
    <w:rsid w:val="006D3F29"/>
    <w:rsid w:val="006D4D0F"/>
    <w:rsid w:val="006E241D"/>
    <w:rsid w:val="006E3E15"/>
    <w:rsid w:val="00701315"/>
    <w:rsid w:val="00707157"/>
    <w:rsid w:val="00713541"/>
    <w:rsid w:val="0071411B"/>
    <w:rsid w:val="0071448E"/>
    <w:rsid w:val="00720934"/>
    <w:rsid w:val="00725BB4"/>
    <w:rsid w:val="0072613E"/>
    <w:rsid w:val="00727357"/>
    <w:rsid w:val="00733977"/>
    <w:rsid w:val="007350FC"/>
    <w:rsid w:val="00735128"/>
    <w:rsid w:val="007355C0"/>
    <w:rsid w:val="00737D0C"/>
    <w:rsid w:val="00740618"/>
    <w:rsid w:val="00741AD5"/>
    <w:rsid w:val="0074411D"/>
    <w:rsid w:val="00744575"/>
    <w:rsid w:val="00747930"/>
    <w:rsid w:val="007517AD"/>
    <w:rsid w:val="00760CF3"/>
    <w:rsid w:val="00762D8B"/>
    <w:rsid w:val="00766E34"/>
    <w:rsid w:val="007677C0"/>
    <w:rsid w:val="0077130F"/>
    <w:rsid w:val="00781CFE"/>
    <w:rsid w:val="0078694B"/>
    <w:rsid w:val="00794CC2"/>
    <w:rsid w:val="007A1B44"/>
    <w:rsid w:val="007A5BC1"/>
    <w:rsid w:val="007B1D18"/>
    <w:rsid w:val="007B4BCA"/>
    <w:rsid w:val="007C4959"/>
    <w:rsid w:val="007C5648"/>
    <w:rsid w:val="007C7322"/>
    <w:rsid w:val="007D1771"/>
    <w:rsid w:val="007E5F3B"/>
    <w:rsid w:val="007E76EC"/>
    <w:rsid w:val="007F35D7"/>
    <w:rsid w:val="007F628A"/>
    <w:rsid w:val="00805CA0"/>
    <w:rsid w:val="008113D0"/>
    <w:rsid w:val="00814EDC"/>
    <w:rsid w:val="00825278"/>
    <w:rsid w:val="00827D52"/>
    <w:rsid w:val="00831BBF"/>
    <w:rsid w:val="0083450E"/>
    <w:rsid w:val="0084407C"/>
    <w:rsid w:val="00846BE3"/>
    <w:rsid w:val="00852566"/>
    <w:rsid w:val="00854490"/>
    <w:rsid w:val="00863DA8"/>
    <w:rsid w:val="00873EE3"/>
    <w:rsid w:val="00876230"/>
    <w:rsid w:val="00880C3F"/>
    <w:rsid w:val="00881833"/>
    <w:rsid w:val="008852F1"/>
    <w:rsid w:val="00897AA0"/>
    <w:rsid w:val="008B59AA"/>
    <w:rsid w:val="008C55ED"/>
    <w:rsid w:val="008E337F"/>
    <w:rsid w:val="008F0B26"/>
    <w:rsid w:val="009053B9"/>
    <w:rsid w:val="0090567D"/>
    <w:rsid w:val="00914072"/>
    <w:rsid w:val="009147A9"/>
    <w:rsid w:val="0091603F"/>
    <w:rsid w:val="00927EC5"/>
    <w:rsid w:val="0093017B"/>
    <w:rsid w:val="00943EEB"/>
    <w:rsid w:val="009522F6"/>
    <w:rsid w:val="009609BA"/>
    <w:rsid w:val="00967A36"/>
    <w:rsid w:val="00971311"/>
    <w:rsid w:val="00973F6B"/>
    <w:rsid w:val="00977486"/>
    <w:rsid w:val="00980743"/>
    <w:rsid w:val="00990A81"/>
    <w:rsid w:val="009A4112"/>
    <w:rsid w:val="009A7D6B"/>
    <w:rsid w:val="009B06E2"/>
    <w:rsid w:val="009B4599"/>
    <w:rsid w:val="009C0B6D"/>
    <w:rsid w:val="009C1D2F"/>
    <w:rsid w:val="009C4D52"/>
    <w:rsid w:val="009C6808"/>
    <w:rsid w:val="009D0DA3"/>
    <w:rsid w:val="009D21C4"/>
    <w:rsid w:val="009E563A"/>
    <w:rsid w:val="009E58A1"/>
    <w:rsid w:val="009E75CA"/>
    <w:rsid w:val="00A06AE7"/>
    <w:rsid w:val="00A07338"/>
    <w:rsid w:val="00A10C27"/>
    <w:rsid w:val="00A32D27"/>
    <w:rsid w:val="00A51BC0"/>
    <w:rsid w:val="00A54F70"/>
    <w:rsid w:val="00A55193"/>
    <w:rsid w:val="00A61C63"/>
    <w:rsid w:val="00A708F5"/>
    <w:rsid w:val="00A91BCE"/>
    <w:rsid w:val="00A95013"/>
    <w:rsid w:val="00A965A8"/>
    <w:rsid w:val="00AA5D47"/>
    <w:rsid w:val="00AB0498"/>
    <w:rsid w:val="00AB4953"/>
    <w:rsid w:val="00AB59B4"/>
    <w:rsid w:val="00AB7978"/>
    <w:rsid w:val="00AC786D"/>
    <w:rsid w:val="00AE35DC"/>
    <w:rsid w:val="00AE4AF8"/>
    <w:rsid w:val="00AF2C3A"/>
    <w:rsid w:val="00AF75D0"/>
    <w:rsid w:val="00B01073"/>
    <w:rsid w:val="00B05437"/>
    <w:rsid w:val="00B15552"/>
    <w:rsid w:val="00B2650F"/>
    <w:rsid w:val="00B36A3E"/>
    <w:rsid w:val="00B4700C"/>
    <w:rsid w:val="00B551FF"/>
    <w:rsid w:val="00B6162D"/>
    <w:rsid w:val="00B6680F"/>
    <w:rsid w:val="00B76C12"/>
    <w:rsid w:val="00B7754F"/>
    <w:rsid w:val="00B83605"/>
    <w:rsid w:val="00BA0F23"/>
    <w:rsid w:val="00BB1CD9"/>
    <w:rsid w:val="00BB2B2C"/>
    <w:rsid w:val="00BB327B"/>
    <w:rsid w:val="00BB328B"/>
    <w:rsid w:val="00BC16A1"/>
    <w:rsid w:val="00BC6E36"/>
    <w:rsid w:val="00BD16A7"/>
    <w:rsid w:val="00BD250C"/>
    <w:rsid w:val="00BD7C4F"/>
    <w:rsid w:val="00BE3784"/>
    <w:rsid w:val="00BF64F3"/>
    <w:rsid w:val="00C006F4"/>
    <w:rsid w:val="00C10C21"/>
    <w:rsid w:val="00C163C4"/>
    <w:rsid w:val="00C21747"/>
    <w:rsid w:val="00C30881"/>
    <w:rsid w:val="00C401CB"/>
    <w:rsid w:val="00C44436"/>
    <w:rsid w:val="00C467DD"/>
    <w:rsid w:val="00C518B1"/>
    <w:rsid w:val="00C530B2"/>
    <w:rsid w:val="00C575DB"/>
    <w:rsid w:val="00C6047F"/>
    <w:rsid w:val="00C616C1"/>
    <w:rsid w:val="00C63D52"/>
    <w:rsid w:val="00C63EB1"/>
    <w:rsid w:val="00C65CD4"/>
    <w:rsid w:val="00C77716"/>
    <w:rsid w:val="00C77DCE"/>
    <w:rsid w:val="00C90E62"/>
    <w:rsid w:val="00C90F14"/>
    <w:rsid w:val="00C9115C"/>
    <w:rsid w:val="00C917E3"/>
    <w:rsid w:val="00C96A01"/>
    <w:rsid w:val="00CA116D"/>
    <w:rsid w:val="00CA1D4B"/>
    <w:rsid w:val="00CA2892"/>
    <w:rsid w:val="00CB3300"/>
    <w:rsid w:val="00CB482B"/>
    <w:rsid w:val="00CB4932"/>
    <w:rsid w:val="00CB5540"/>
    <w:rsid w:val="00CB5FBC"/>
    <w:rsid w:val="00CC1FC4"/>
    <w:rsid w:val="00CC7C28"/>
    <w:rsid w:val="00CD0BD6"/>
    <w:rsid w:val="00CD571D"/>
    <w:rsid w:val="00CE61A6"/>
    <w:rsid w:val="00CE6970"/>
    <w:rsid w:val="00CF26B0"/>
    <w:rsid w:val="00D012EC"/>
    <w:rsid w:val="00D05C14"/>
    <w:rsid w:val="00D14877"/>
    <w:rsid w:val="00D22E84"/>
    <w:rsid w:val="00D33D94"/>
    <w:rsid w:val="00D43041"/>
    <w:rsid w:val="00D539E6"/>
    <w:rsid w:val="00D60A59"/>
    <w:rsid w:val="00D709F8"/>
    <w:rsid w:val="00D754B2"/>
    <w:rsid w:val="00D75B4B"/>
    <w:rsid w:val="00D97047"/>
    <w:rsid w:val="00DA7167"/>
    <w:rsid w:val="00DC0096"/>
    <w:rsid w:val="00DC1016"/>
    <w:rsid w:val="00DC1D5D"/>
    <w:rsid w:val="00DC6345"/>
    <w:rsid w:val="00DC69EA"/>
    <w:rsid w:val="00DC6EA3"/>
    <w:rsid w:val="00DC7897"/>
    <w:rsid w:val="00DE257A"/>
    <w:rsid w:val="00DE4758"/>
    <w:rsid w:val="00DE4C42"/>
    <w:rsid w:val="00DF5CA9"/>
    <w:rsid w:val="00E151E7"/>
    <w:rsid w:val="00E16669"/>
    <w:rsid w:val="00E21F63"/>
    <w:rsid w:val="00E2621F"/>
    <w:rsid w:val="00E2792C"/>
    <w:rsid w:val="00E3030B"/>
    <w:rsid w:val="00E34E07"/>
    <w:rsid w:val="00E36F50"/>
    <w:rsid w:val="00E4229F"/>
    <w:rsid w:val="00E440D3"/>
    <w:rsid w:val="00E5240C"/>
    <w:rsid w:val="00E5330A"/>
    <w:rsid w:val="00E55F65"/>
    <w:rsid w:val="00E5600A"/>
    <w:rsid w:val="00E62904"/>
    <w:rsid w:val="00E64A61"/>
    <w:rsid w:val="00E74342"/>
    <w:rsid w:val="00E74646"/>
    <w:rsid w:val="00E75760"/>
    <w:rsid w:val="00E803F9"/>
    <w:rsid w:val="00E80CFF"/>
    <w:rsid w:val="00E84948"/>
    <w:rsid w:val="00E8755A"/>
    <w:rsid w:val="00E915D6"/>
    <w:rsid w:val="00E9792E"/>
    <w:rsid w:val="00EB0D1C"/>
    <w:rsid w:val="00EB3E38"/>
    <w:rsid w:val="00EC1670"/>
    <w:rsid w:val="00ED6911"/>
    <w:rsid w:val="00EE4EC6"/>
    <w:rsid w:val="00EF70F8"/>
    <w:rsid w:val="00F01F45"/>
    <w:rsid w:val="00F0310B"/>
    <w:rsid w:val="00F07521"/>
    <w:rsid w:val="00F1150F"/>
    <w:rsid w:val="00F22681"/>
    <w:rsid w:val="00F2676C"/>
    <w:rsid w:val="00F26A3A"/>
    <w:rsid w:val="00F309D1"/>
    <w:rsid w:val="00F3224C"/>
    <w:rsid w:val="00F37FA2"/>
    <w:rsid w:val="00F42079"/>
    <w:rsid w:val="00F45C73"/>
    <w:rsid w:val="00F70B4C"/>
    <w:rsid w:val="00F73364"/>
    <w:rsid w:val="00F82423"/>
    <w:rsid w:val="00F826CF"/>
    <w:rsid w:val="00F8725D"/>
    <w:rsid w:val="00F90238"/>
    <w:rsid w:val="00F90B23"/>
    <w:rsid w:val="00F94814"/>
    <w:rsid w:val="00F96A76"/>
    <w:rsid w:val="00FA041F"/>
    <w:rsid w:val="00FA2D76"/>
    <w:rsid w:val="00FA6A73"/>
    <w:rsid w:val="00FB4C13"/>
    <w:rsid w:val="00FC37BC"/>
    <w:rsid w:val="00FC552D"/>
    <w:rsid w:val="00FC70F5"/>
    <w:rsid w:val="00FE1033"/>
    <w:rsid w:val="00FE231E"/>
    <w:rsid w:val="00FE5604"/>
    <w:rsid w:val="00FE5D76"/>
    <w:rsid w:val="00FF621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5DD0F1"/>
  <w15:chartTrackingRefBased/>
  <w15:docId w15:val="{102696D1-6405-4A3D-B508-7C14C14F4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93C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E697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6970"/>
    <w:rPr>
      <w:rFonts w:ascii="Segoe UI" w:hAnsi="Segoe UI" w:cs="Segoe UI"/>
      <w:sz w:val="18"/>
      <w:szCs w:val="18"/>
    </w:rPr>
  </w:style>
  <w:style w:type="paragraph" w:styleId="ListParagraph">
    <w:name w:val="List Paragraph"/>
    <w:basedOn w:val="Normal"/>
    <w:uiPriority w:val="34"/>
    <w:qFormat/>
    <w:rsid w:val="005D0D4A"/>
    <w:pPr>
      <w:ind w:left="720"/>
      <w:contextualSpacing/>
    </w:pPr>
  </w:style>
  <w:style w:type="character" w:styleId="CommentReference">
    <w:name w:val="annotation reference"/>
    <w:basedOn w:val="DefaultParagraphFont"/>
    <w:uiPriority w:val="99"/>
    <w:semiHidden/>
    <w:unhideWhenUsed/>
    <w:rsid w:val="00FA6A73"/>
    <w:rPr>
      <w:sz w:val="16"/>
      <w:szCs w:val="16"/>
    </w:rPr>
  </w:style>
  <w:style w:type="paragraph" w:styleId="CommentText">
    <w:name w:val="annotation text"/>
    <w:basedOn w:val="Normal"/>
    <w:link w:val="CommentTextChar"/>
    <w:uiPriority w:val="99"/>
    <w:unhideWhenUsed/>
    <w:rsid w:val="00FA6A73"/>
    <w:pPr>
      <w:spacing w:line="240" w:lineRule="auto"/>
    </w:pPr>
    <w:rPr>
      <w:sz w:val="20"/>
      <w:szCs w:val="20"/>
    </w:rPr>
  </w:style>
  <w:style w:type="character" w:customStyle="1" w:styleId="CommentTextChar">
    <w:name w:val="Comment Text Char"/>
    <w:basedOn w:val="DefaultParagraphFont"/>
    <w:link w:val="CommentText"/>
    <w:uiPriority w:val="99"/>
    <w:rsid w:val="00FA6A73"/>
    <w:rPr>
      <w:sz w:val="20"/>
      <w:szCs w:val="20"/>
    </w:rPr>
  </w:style>
  <w:style w:type="paragraph" w:styleId="CommentSubject">
    <w:name w:val="annotation subject"/>
    <w:basedOn w:val="CommentText"/>
    <w:next w:val="CommentText"/>
    <w:link w:val="CommentSubjectChar"/>
    <w:uiPriority w:val="99"/>
    <w:semiHidden/>
    <w:unhideWhenUsed/>
    <w:rsid w:val="00FA6A73"/>
    <w:rPr>
      <w:b/>
      <w:bCs/>
    </w:rPr>
  </w:style>
  <w:style w:type="character" w:customStyle="1" w:styleId="CommentSubjectChar">
    <w:name w:val="Comment Subject Char"/>
    <w:basedOn w:val="CommentTextChar"/>
    <w:link w:val="CommentSubject"/>
    <w:uiPriority w:val="99"/>
    <w:semiHidden/>
    <w:rsid w:val="00FA6A73"/>
    <w:rPr>
      <w:b/>
      <w:bCs/>
      <w:sz w:val="20"/>
      <w:szCs w:val="20"/>
    </w:rPr>
  </w:style>
  <w:style w:type="paragraph" w:styleId="Header">
    <w:name w:val="header"/>
    <w:basedOn w:val="Normal"/>
    <w:link w:val="HeaderChar"/>
    <w:uiPriority w:val="99"/>
    <w:unhideWhenUsed/>
    <w:rsid w:val="0004567E"/>
    <w:pPr>
      <w:tabs>
        <w:tab w:val="center" w:pos="4513"/>
        <w:tab w:val="right" w:pos="9026"/>
      </w:tabs>
      <w:spacing w:after="0" w:line="240" w:lineRule="auto"/>
    </w:pPr>
  </w:style>
  <w:style w:type="character" w:customStyle="1" w:styleId="HeaderChar">
    <w:name w:val="Header Char"/>
    <w:basedOn w:val="DefaultParagraphFont"/>
    <w:link w:val="Header"/>
    <w:uiPriority w:val="99"/>
    <w:rsid w:val="0004567E"/>
  </w:style>
  <w:style w:type="paragraph" w:styleId="Footer">
    <w:name w:val="footer"/>
    <w:basedOn w:val="Normal"/>
    <w:link w:val="FooterChar"/>
    <w:uiPriority w:val="99"/>
    <w:unhideWhenUsed/>
    <w:rsid w:val="0004567E"/>
    <w:pPr>
      <w:tabs>
        <w:tab w:val="center" w:pos="4513"/>
        <w:tab w:val="right" w:pos="9026"/>
      </w:tabs>
      <w:spacing w:after="0" w:line="240" w:lineRule="auto"/>
    </w:pPr>
  </w:style>
  <w:style w:type="character" w:customStyle="1" w:styleId="FooterChar">
    <w:name w:val="Footer Char"/>
    <w:basedOn w:val="DefaultParagraphFont"/>
    <w:link w:val="Footer"/>
    <w:uiPriority w:val="99"/>
    <w:rsid w:val="0004567E"/>
  </w:style>
  <w:style w:type="character" w:customStyle="1" w:styleId="pseditboxdisponly1">
    <w:name w:val="pseditbox_disponly1"/>
    <w:basedOn w:val="DefaultParagraphFont"/>
    <w:rsid w:val="002E0135"/>
    <w:rPr>
      <w:rFonts w:ascii="Arial" w:hAnsi="Arial" w:cs="Arial" w:hint="default"/>
      <w:b w:val="0"/>
      <w:bCs w:val="0"/>
      <w:i w:val="0"/>
      <w:iCs w:val="0"/>
      <w:color w:val="515151"/>
      <w:sz w:val="18"/>
      <w:szCs w:val="18"/>
      <w:bdr w:val="none" w:sz="0" w:space="0" w:color="auto" w:frame="1"/>
    </w:rPr>
  </w:style>
  <w:style w:type="paragraph" w:styleId="Revision">
    <w:name w:val="Revision"/>
    <w:hidden/>
    <w:uiPriority w:val="99"/>
    <w:semiHidden/>
    <w:rsid w:val="00C9115C"/>
    <w:pPr>
      <w:spacing w:after="0" w:line="240" w:lineRule="auto"/>
    </w:pPr>
  </w:style>
  <w:style w:type="character" w:styleId="PlaceholderText">
    <w:name w:val="Placeholder Text"/>
    <w:basedOn w:val="DefaultParagraphFont"/>
    <w:uiPriority w:val="99"/>
    <w:semiHidden/>
    <w:rsid w:val="00DF5CA9"/>
    <w:rPr>
      <w:color w:val="808080"/>
    </w:rPr>
  </w:style>
  <w:style w:type="character" w:styleId="Hyperlink">
    <w:name w:val="Hyperlink"/>
    <w:basedOn w:val="DefaultParagraphFont"/>
    <w:uiPriority w:val="99"/>
    <w:unhideWhenUsed/>
    <w:rsid w:val="00015F40"/>
    <w:rPr>
      <w:color w:val="0563C1" w:themeColor="hyperlink"/>
      <w:u w:val="single"/>
    </w:rPr>
  </w:style>
  <w:style w:type="character" w:customStyle="1" w:styleId="pseditboxdisponly">
    <w:name w:val="pseditbox_disponly"/>
    <w:basedOn w:val="DefaultParagraphFont"/>
    <w:rsid w:val="005A7B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4024810">
      <w:bodyDiv w:val="1"/>
      <w:marLeft w:val="0"/>
      <w:marRight w:val="0"/>
      <w:marTop w:val="0"/>
      <w:marBottom w:val="0"/>
      <w:divBdr>
        <w:top w:val="none" w:sz="0" w:space="0" w:color="auto"/>
        <w:left w:val="none" w:sz="0" w:space="0" w:color="auto"/>
        <w:bottom w:val="none" w:sz="0" w:space="0" w:color="auto"/>
        <w:right w:val="none" w:sz="0" w:space="0" w:color="auto"/>
      </w:divBdr>
    </w:div>
    <w:div w:id="1118451045">
      <w:bodyDiv w:val="1"/>
      <w:marLeft w:val="0"/>
      <w:marRight w:val="0"/>
      <w:marTop w:val="0"/>
      <w:marBottom w:val="0"/>
      <w:divBdr>
        <w:top w:val="none" w:sz="0" w:space="0" w:color="auto"/>
        <w:left w:val="none" w:sz="0" w:space="0" w:color="auto"/>
        <w:bottom w:val="none" w:sz="0" w:space="0" w:color="auto"/>
        <w:right w:val="none" w:sz="0" w:space="0" w:color="auto"/>
      </w:divBdr>
      <w:divsChild>
        <w:div w:id="1634293057">
          <w:marLeft w:val="0"/>
          <w:marRight w:val="0"/>
          <w:marTop w:val="0"/>
          <w:marBottom w:val="0"/>
          <w:divBdr>
            <w:top w:val="none" w:sz="0" w:space="0" w:color="auto"/>
            <w:left w:val="none" w:sz="0" w:space="0" w:color="auto"/>
            <w:bottom w:val="none" w:sz="0" w:space="0" w:color="auto"/>
            <w:right w:val="none" w:sz="0" w:space="0" w:color="auto"/>
          </w:divBdr>
        </w:div>
      </w:divsChild>
    </w:div>
    <w:div w:id="1476222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FDE1D9E676364BAD909ACECA5C256B8D"/>
        <w:category>
          <w:name w:val="General"/>
          <w:gallery w:val="placeholder"/>
        </w:category>
        <w:types>
          <w:type w:val="bbPlcHdr"/>
        </w:types>
        <w:behaviors>
          <w:behavior w:val="content"/>
        </w:behaviors>
        <w:guid w:val="{4A10B8A1-B865-4F72-89CB-D76FC95AFAA1}"/>
      </w:docPartPr>
      <w:docPartBody>
        <w:p w:rsidR="007E432B" w:rsidRDefault="007E432B" w:rsidP="007E432B">
          <w:pPr>
            <w:pStyle w:val="FDE1D9E676364BAD909ACECA5C256B8D2"/>
          </w:pPr>
          <w:r w:rsidRPr="0005296D">
            <w:rPr>
              <w:rStyle w:val="PlaceholderText"/>
            </w:rPr>
            <w:t>Choose an item.</w:t>
          </w:r>
        </w:p>
      </w:docPartBody>
    </w:docPart>
    <w:docPart>
      <w:docPartPr>
        <w:name w:val="2B4074FAD33C49AA85F40A11355415D4"/>
        <w:category>
          <w:name w:val="General"/>
          <w:gallery w:val="placeholder"/>
        </w:category>
        <w:types>
          <w:type w:val="bbPlcHdr"/>
        </w:types>
        <w:behaviors>
          <w:behavior w:val="content"/>
        </w:behaviors>
        <w:guid w:val="{F98B2475-72BA-44B5-AD98-5F0E7B5C7F0F}"/>
      </w:docPartPr>
      <w:docPartBody>
        <w:p w:rsidR="000D18C5" w:rsidRDefault="002E7DCD" w:rsidP="002E7DCD">
          <w:pPr>
            <w:pStyle w:val="2B4074FAD33C49AA85F40A11355415D4"/>
          </w:pPr>
          <w:r w:rsidRPr="0005296D">
            <w:rPr>
              <w:rStyle w:val="PlaceholderText"/>
            </w:rPr>
            <w:t>Choose an item.</w:t>
          </w:r>
        </w:p>
      </w:docPartBody>
    </w:docPart>
    <w:docPart>
      <w:docPartPr>
        <w:name w:val="64C9B454D7844AF3BA03008E88B1A54E"/>
        <w:category>
          <w:name w:val="General"/>
          <w:gallery w:val="placeholder"/>
        </w:category>
        <w:types>
          <w:type w:val="bbPlcHdr"/>
        </w:types>
        <w:behaviors>
          <w:behavior w:val="content"/>
        </w:behaviors>
        <w:guid w:val="{5991F8C6-B532-4186-A382-8B6EAB822A50}"/>
      </w:docPartPr>
      <w:docPartBody>
        <w:p w:rsidR="00725A49" w:rsidRDefault="00EE7C11" w:rsidP="00EE7C11">
          <w:pPr>
            <w:pStyle w:val="64C9B454D7844AF3BA03008E88B1A54E"/>
          </w:pPr>
          <w:r w:rsidRPr="0005296D">
            <w:rPr>
              <w:rStyle w:val="PlaceholderText"/>
            </w:rPr>
            <w:t>Choose an item.</w:t>
          </w:r>
        </w:p>
      </w:docPartBody>
    </w:docPart>
    <w:docPart>
      <w:docPartPr>
        <w:name w:val="45C88A10C8124983AAB5BB1CE30DB3F7"/>
        <w:category>
          <w:name w:val="General"/>
          <w:gallery w:val="placeholder"/>
        </w:category>
        <w:types>
          <w:type w:val="bbPlcHdr"/>
        </w:types>
        <w:behaviors>
          <w:behavior w:val="content"/>
        </w:behaviors>
        <w:guid w:val="{31A646FB-CA6E-4237-8C83-466D6CF4F4C2}"/>
      </w:docPartPr>
      <w:docPartBody>
        <w:p w:rsidR="00725A49" w:rsidRDefault="00EE7C11" w:rsidP="00EE7C11">
          <w:pPr>
            <w:pStyle w:val="45C88A10C8124983AAB5BB1CE30DB3F7"/>
          </w:pPr>
          <w:r w:rsidRPr="0005296D">
            <w:rPr>
              <w:rStyle w:val="PlaceholderText"/>
            </w:rPr>
            <w:t>Choose an item.</w:t>
          </w:r>
        </w:p>
      </w:docPartBody>
    </w:docPart>
    <w:docPart>
      <w:docPartPr>
        <w:name w:val="E8F529F93D044606834AFCE00094CB83"/>
        <w:category>
          <w:name w:val="General"/>
          <w:gallery w:val="placeholder"/>
        </w:category>
        <w:types>
          <w:type w:val="bbPlcHdr"/>
        </w:types>
        <w:behaviors>
          <w:behavior w:val="content"/>
        </w:behaviors>
        <w:guid w:val="{313E3DC1-6E7E-4814-8645-0F2CCB48A347}"/>
      </w:docPartPr>
      <w:docPartBody>
        <w:p w:rsidR="00FC0CC5" w:rsidRDefault="00CB32DC" w:rsidP="00CB32DC">
          <w:pPr>
            <w:pStyle w:val="E8F529F93D044606834AFCE00094CB83"/>
          </w:pPr>
          <w:r w:rsidRPr="0005296D">
            <w:rPr>
              <w:rStyle w:val="PlaceholderText"/>
            </w:rPr>
            <w:t>Choose an item.</w:t>
          </w:r>
        </w:p>
      </w:docPartBody>
    </w:docPart>
    <w:docPart>
      <w:docPartPr>
        <w:name w:val="3E875AB70BB848D991F5817EC97BEC4D"/>
        <w:category>
          <w:name w:val="General"/>
          <w:gallery w:val="placeholder"/>
        </w:category>
        <w:types>
          <w:type w:val="bbPlcHdr"/>
        </w:types>
        <w:behaviors>
          <w:behavior w:val="content"/>
        </w:behaviors>
        <w:guid w:val="{C0B06466-43CC-469D-BF25-AF930FD36ABF}"/>
      </w:docPartPr>
      <w:docPartBody>
        <w:p w:rsidR="00FC0CC5" w:rsidRDefault="00CB32DC" w:rsidP="00CB32DC">
          <w:pPr>
            <w:pStyle w:val="3E875AB70BB848D991F5817EC97BEC4D"/>
          </w:pPr>
          <w:r w:rsidRPr="0005296D">
            <w:rPr>
              <w:rStyle w:val="PlaceholderText"/>
            </w:rPr>
            <w:t>Choose an item.</w:t>
          </w:r>
        </w:p>
      </w:docPartBody>
    </w:docPart>
    <w:docPart>
      <w:docPartPr>
        <w:name w:val="46CB8D965E9147F2A31238C6B722E68E"/>
        <w:category>
          <w:name w:val="General"/>
          <w:gallery w:val="placeholder"/>
        </w:category>
        <w:types>
          <w:type w:val="bbPlcHdr"/>
        </w:types>
        <w:behaviors>
          <w:behavior w:val="content"/>
        </w:behaviors>
        <w:guid w:val="{60905EB9-7BED-4BE5-85D6-DE1E1E481687}"/>
      </w:docPartPr>
      <w:docPartBody>
        <w:p w:rsidR="00FC0CC5" w:rsidRDefault="00CB32DC" w:rsidP="00CB32DC">
          <w:pPr>
            <w:pStyle w:val="46CB8D965E9147F2A31238C6B722E68E"/>
          </w:pPr>
          <w:r w:rsidRPr="0005296D">
            <w:rPr>
              <w:rStyle w:val="PlaceholderText"/>
            </w:rPr>
            <w:t>Choose an item.</w:t>
          </w:r>
        </w:p>
      </w:docPartBody>
    </w:docPart>
    <w:docPart>
      <w:docPartPr>
        <w:name w:val="F0DE7E4CE83C430B8F27A25724B2926B"/>
        <w:category>
          <w:name w:val="General"/>
          <w:gallery w:val="placeholder"/>
        </w:category>
        <w:types>
          <w:type w:val="bbPlcHdr"/>
        </w:types>
        <w:behaviors>
          <w:behavior w:val="content"/>
        </w:behaviors>
        <w:guid w:val="{51B81905-B14A-4D70-8C12-DA59BC6538CB}"/>
      </w:docPartPr>
      <w:docPartBody>
        <w:p w:rsidR="00FC0CC5" w:rsidRDefault="00CB32DC" w:rsidP="00CB32DC">
          <w:pPr>
            <w:pStyle w:val="F0DE7E4CE83C430B8F27A25724B2926B"/>
          </w:pPr>
          <w:r w:rsidRPr="0005296D">
            <w:rPr>
              <w:rStyle w:val="PlaceholderText"/>
            </w:rPr>
            <w:t>Choose an item.</w:t>
          </w:r>
        </w:p>
      </w:docPartBody>
    </w:docPart>
    <w:docPart>
      <w:docPartPr>
        <w:name w:val="81F553EE06B1460D91EEE88E099484AF"/>
        <w:category>
          <w:name w:val="General"/>
          <w:gallery w:val="placeholder"/>
        </w:category>
        <w:types>
          <w:type w:val="bbPlcHdr"/>
        </w:types>
        <w:behaviors>
          <w:behavior w:val="content"/>
        </w:behaviors>
        <w:guid w:val="{32BF36A2-6A04-4E7C-848D-BE51C623D16F}"/>
      </w:docPartPr>
      <w:docPartBody>
        <w:p w:rsidR="00FC0CC5" w:rsidRDefault="00CB32DC" w:rsidP="00CB32DC">
          <w:pPr>
            <w:pStyle w:val="81F553EE06B1460D91EEE88E099484AF"/>
          </w:pPr>
          <w:r w:rsidRPr="0005296D">
            <w:rPr>
              <w:rStyle w:val="PlaceholderText"/>
            </w:rPr>
            <w:t>Choose an item.</w:t>
          </w:r>
        </w:p>
      </w:docPartBody>
    </w:docPart>
    <w:docPart>
      <w:docPartPr>
        <w:name w:val="C25189D9DAE64D9286317773D2EEFB8E"/>
        <w:category>
          <w:name w:val="General"/>
          <w:gallery w:val="placeholder"/>
        </w:category>
        <w:types>
          <w:type w:val="bbPlcHdr"/>
        </w:types>
        <w:behaviors>
          <w:behavior w:val="content"/>
        </w:behaviors>
        <w:guid w:val="{17BAE878-64B9-4200-B90A-938789FCA8C3}"/>
      </w:docPartPr>
      <w:docPartBody>
        <w:p w:rsidR="00C27C00" w:rsidRDefault="00181C5C" w:rsidP="00181C5C">
          <w:pPr>
            <w:pStyle w:val="C25189D9DAE64D9286317773D2EEFB8E"/>
          </w:pPr>
          <w:r w:rsidRPr="0005296D">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432B"/>
    <w:rsid w:val="000A37B7"/>
    <w:rsid w:val="000B6B53"/>
    <w:rsid w:val="000C2089"/>
    <w:rsid w:val="000D18C5"/>
    <w:rsid w:val="00104B23"/>
    <w:rsid w:val="00140208"/>
    <w:rsid w:val="00164206"/>
    <w:rsid w:val="001770DC"/>
    <w:rsid w:val="0017768B"/>
    <w:rsid w:val="00181C5C"/>
    <w:rsid w:val="001F703D"/>
    <w:rsid w:val="0020644E"/>
    <w:rsid w:val="00235096"/>
    <w:rsid w:val="002A369C"/>
    <w:rsid w:val="002E593C"/>
    <w:rsid w:val="002E7DCD"/>
    <w:rsid w:val="003257A6"/>
    <w:rsid w:val="00337157"/>
    <w:rsid w:val="003D7E2D"/>
    <w:rsid w:val="00414237"/>
    <w:rsid w:val="00446BB7"/>
    <w:rsid w:val="004710FA"/>
    <w:rsid w:val="004C422B"/>
    <w:rsid w:val="00507F7D"/>
    <w:rsid w:val="0051590B"/>
    <w:rsid w:val="00541CD8"/>
    <w:rsid w:val="005640E5"/>
    <w:rsid w:val="00565B30"/>
    <w:rsid w:val="005806E6"/>
    <w:rsid w:val="005A4AB0"/>
    <w:rsid w:val="005C5FFD"/>
    <w:rsid w:val="005C778C"/>
    <w:rsid w:val="005D2136"/>
    <w:rsid w:val="00640712"/>
    <w:rsid w:val="0064262B"/>
    <w:rsid w:val="006C2D42"/>
    <w:rsid w:val="006C4260"/>
    <w:rsid w:val="006D0A68"/>
    <w:rsid w:val="006E0D9A"/>
    <w:rsid w:val="006F0092"/>
    <w:rsid w:val="006F1CCA"/>
    <w:rsid w:val="00725A49"/>
    <w:rsid w:val="00796140"/>
    <w:rsid w:val="007B2C38"/>
    <w:rsid w:val="007B419E"/>
    <w:rsid w:val="007E432B"/>
    <w:rsid w:val="007F3257"/>
    <w:rsid w:val="00875383"/>
    <w:rsid w:val="00876A09"/>
    <w:rsid w:val="00876E1B"/>
    <w:rsid w:val="008B6694"/>
    <w:rsid w:val="008D12C9"/>
    <w:rsid w:val="00940591"/>
    <w:rsid w:val="00960B48"/>
    <w:rsid w:val="00971740"/>
    <w:rsid w:val="009A4A4C"/>
    <w:rsid w:val="009D29A6"/>
    <w:rsid w:val="009D2CF8"/>
    <w:rsid w:val="009F2D98"/>
    <w:rsid w:val="009F6D21"/>
    <w:rsid w:val="00A250D7"/>
    <w:rsid w:val="00A82F3C"/>
    <w:rsid w:val="00A8432D"/>
    <w:rsid w:val="00A87A5F"/>
    <w:rsid w:val="00A91393"/>
    <w:rsid w:val="00B357DE"/>
    <w:rsid w:val="00B452D6"/>
    <w:rsid w:val="00B9518E"/>
    <w:rsid w:val="00B978E8"/>
    <w:rsid w:val="00BA1EE3"/>
    <w:rsid w:val="00BC0E6D"/>
    <w:rsid w:val="00BC3A42"/>
    <w:rsid w:val="00BC4BAD"/>
    <w:rsid w:val="00BD5C53"/>
    <w:rsid w:val="00BE60DC"/>
    <w:rsid w:val="00BF567E"/>
    <w:rsid w:val="00BF58D9"/>
    <w:rsid w:val="00C21F78"/>
    <w:rsid w:val="00C27C00"/>
    <w:rsid w:val="00C41B28"/>
    <w:rsid w:val="00C433BB"/>
    <w:rsid w:val="00C7175B"/>
    <w:rsid w:val="00CB32DC"/>
    <w:rsid w:val="00CB5417"/>
    <w:rsid w:val="00CC266F"/>
    <w:rsid w:val="00CF0570"/>
    <w:rsid w:val="00D82DD3"/>
    <w:rsid w:val="00D837F2"/>
    <w:rsid w:val="00DA1DE3"/>
    <w:rsid w:val="00E96877"/>
    <w:rsid w:val="00EA46D9"/>
    <w:rsid w:val="00EA759A"/>
    <w:rsid w:val="00EC6121"/>
    <w:rsid w:val="00EE1FAC"/>
    <w:rsid w:val="00EE7C11"/>
    <w:rsid w:val="00F223AC"/>
    <w:rsid w:val="00F52901"/>
    <w:rsid w:val="00F710D0"/>
    <w:rsid w:val="00FB5266"/>
    <w:rsid w:val="00FC0CC5"/>
    <w:rsid w:val="00FE25F2"/>
    <w:rsid w:val="00FF68C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81C5C"/>
    <w:rPr>
      <w:color w:val="808080"/>
    </w:rPr>
  </w:style>
  <w:style w:type="paragraph" w:customStyle="1" w:styleId="FDE1D9E676364BAD909ACECA5C256B8D">
    <w:name w:val="FDE1D9E676364BAD909ACECA5C256B8D"/>
    <w:rsid w:val="007E432B"/>
    <w:rPr>
      <w:rFonts w:eastAsiaTheme="minorHAnsi"/>
      <w:lang w:eastAsia="en-US"/>
    </w:rPr>
  </w:style>
  <w:style w:type="paragraph" w:customStyle="1" w:styleId="FDE1D9E676364BAD909ACECA5C256B8D1">
    <w:name w:val="FDE1D9E676364BAD909ACECA5C256B8D1"/>
    <w:rsid w:val="007E432B"/>
    <w:rPr>
      <w:rFonts w:eastAsiaTheme="minorHAnsi"/>
      <w:lang w:eastAsia="en-US"/>
    </w:rPr>
  </w:style>
  <w:style w:type="paragraph" w:customStyle="1" w:styleId="FDE1D9E676364BAD909ACECA5C256B8D2">
    <w:name w:val="FDE1D9E676364BAD909ACECA5C256B8D2"/>
    <w:rsid w:val="007E432B"/>
    <w:rPr>
      <w:rFonts w:eastAsiaTheme="minorHAnsi"/>
      <w:lang w:eastAsia="en-US"/>
    </w:rPr>
  </w:style>
  <w:style w:type="paragraph" w:customStyle="1" w:styleId="BF5CA087C4804B1C91835E3BDF7E08CB">
    <w:name w:val="BF5CA087C4804B1C91835E3BDF7E08CB"/>
    <w:rsid w:val="000B6B53"/>
    <w:rPr>
      <w:rFonts w:eastAsiaTheme="minorHAnsi"/>
      <w:lang w:eastAsia="en-US"/>
    </w:rPr>
  </w:style>
  <w:style w:type="paragraph" w:customStyle="1" w:styleId="F1DCB24F52294B6F891D9181D016C6B3">
    <w:name w:val="F1DCB24F52294B6F891D9181D016C6B3"/>
    <w:rsid w:val="000B6B53"/>
  </w:style>
  <w:style w:type="paragraph" w:customStyle="1" w:styleId="BF747DF2BF9A4678953E330687EA16F1">
    <w:name w:val="BF747DF2BF9A4678953E330687EA16F1"/>
    <w:rsid w:val="000B6B53"/>
  </w:style>
  <w:style w:type="paragraph" w:customStyle="1" w:styleId="44469099ACF64854A6B79F89C9DA7A57">
    <w:name w:val="44469099ACF64854A6B79F89C9DA7A57"/>
    <w:rsid w:val="000B6B53"/>
  </w:style>
  <w:style w:type="paragraph" w:customStyle="1" w:styleId="BDBE27574372489AAEB954EBC8CEF189">
    <w:name w:val="BDBE27574372489AAEB954EBC8CEF189"/>
    <w:rsid w:val="000B6B53"/>
  </w:style>
  <w:style w:type="paragraph" w:customStyle="1" w:styleId="194B75CC05C241AAAB1124FF19C13B14">
    <w:name w:val="194B75CC05C241AAAB1124FF19C13B14"/>
    <w:rsid w:val="000B6B53"/>
  </w:style>
  <w:style w:type="paragraph" w:customStyle="1" w:styleId="33F4CD7B9ACB4CA0B52C8615BBF4595B">
    <w:name w:val="33F4CD7B9ACB4CA0B52C8615BBF4595B"/>
    <w:rsid w:val="000B6B53"/>
  </w:style>
  <w:style w:type="paragraph" w:customStyle="1" w:styleId="4AF50CC2F13A43839BE29A0D17DA518C">
    <w:name w:val="4AF50CC2F13A43839BE29A0D17DA518C"/>
    <w:rsid w:val="000B6B53"/>
  </w:style>
  <w:style w:type="paragraph" w:customStyle="1" w:styleId="5BE03D93883246719F2C6DA96691E2F5">
    <w:name w:val="5BE03D93883246719F2C6DA96691E2F5"/>
    <w:rsid w:val="000B6B53"/>
  </w:style>
  <w:style w:type="paragraph" w:customStyle="1" w:styleId="68C1A36DFA934432A54BEEDB04A521E8">
    <w:name w:val="68C1A36DFA934432A54BEEDB04A521E8"/>
    <w:rsid w:val="000B6B53"/>
  </w:style>
  <w:style w:type="paragraph" w:customStyle="1" w:styleId="8236AFC6E5DA4357AA3D6AF84BE150A7">
    <w:name w:val="8236AFC6E5DA4357AA3D6AF84BE150A7"/>
    <w:rsid w:val="000B6B53"/>
  </w:style>
  <w:style w:type="paragraph" w:customStyle="1" w:styleId="40D2CBC1B41241959AC7AC6471A4655A">
    <w:name w:val="40D2CBC1B41241959AC7AC6471A4655A"/>
    <w:rsid w:val="000B6B53"/>
  </w:style>
  <w:style w:type="paragraph" w:customStyle="1" w:styleId="7FEFF05250334D0EBE43FA828F8FF5A9">
    <w:name w:val="7FEFF05250334D0EBE43FA828F8FF5A9"/>
    <w:rsid w:val="000B6B53"/>
  </w:style>
  <w:style w:type="paragraph" w:customStyle="1" w:styleId="5E91F473B0F645A4B828C2B3B26A5D95">
    <w:name w:val="5E91F473B0F645A4B828C2B3B26A5D95"/>
    <w:rsid w:val="000B6B53"/>
  </w:style>
  <w:style w:type="paragraph" w:customStyle="1" w:styleId="1DD2A7B9B8334C35BD1C35940C6358A7">
    <w:name w:val="1DD2A7B9B8334C35BD1C35940C6358A7"/>
    <w:rsid w:val="000B6B53"/>
  </w:style>
  <w:style w:type="paragraph" w:customStyle="1" w:styleId="06B94950DC7B476FB19F49A2DFDFADE9">
    <w:name w:val="06B94950DC7B476FB19F49A2DFDFADE9"/>
    <w:rsid w:val="002E7DCD"/>
  </w:style>
  <w:style w:type="paragraph" w:customStyle="1" w:styleId="46C4A3FF04BF4E04A633DBD4BB26A9AF">
    <w:name w:val="46C4A3FF04BF4E04A633DBD4BB26A9AF"/>
    <w:rsid w:val="002E7DCD"/>
  </w:style>
  <w:style w:type="paragraph" w:customStyle="1" w:styleId="964A7E3067BA401FA1B606302DA6D21D">
    <w:name w:val="964A7E3067BA401FA1B606302DA6D21D"/>
    <w:rsid w:val="002E7DCD"/>
  </w:style>
  <w:style w:type="paragraph" w:customStyle="1" w:styleId="2B4074FAD33C49AA85F40A11355415D4">
    <w:name w:val="2B4074FAD33C49AA85F40A11355415D4"/>
    <w:rsid w:val="002E7DCD"/>
  </w:style>
  <w:style w:type="paragraph" w:customStyle="1" w:styleId="89DBD6E1E5684D6187267816598F548E">
    <w:name w:val="89DBD6E1E5684D6187267816598F548E"/>
    <w:rsid w:val="00D82DD3"/>
  </w:style>
  <w:style w:type="paragraph" w:customStyle="1" w:styleId="DB6AF2C0FF794206A9782BE9E0E5E905">
    <w:name w:val="DB6AF2C0FF794206A9782BE9E0E5E905"/>
    <w:rsid w:val="00DA1DE3"/>
  </w:style>
  <w:style w:type="paragraph" w:customStyle="1" w:styleId="BCD367D278DB44BBB33B936989247B88">
    <w:name w:val="BCD367D278DB44BBB33B936989247B88"/>
    <w:rsid w:val="00DA1DE3"/>
  </w:style>
  <w:style w:type="paragraph" w:customStyle="1" w:styleId="4851C417D7AE4213A2047F782C813724">
    <w:name w:val="4851C417D7AE4213A2047F782C813724"/>
    <w:rsid w:val="00DA1DE3"/>
  </w:style>
  <w:style w:type="paragraph" w:customStyle="1" w:styleId="C042979F3753471A9A4C4B041CF108F0">
    <w:name w:val="C042979F3753471A9A4C4B041CF108F0"/>
    <w:rsid w:val="00DA1DE3"/>
  </w:style>
  <w:style w:type="paragraph" w:customStyle="1" w:styleId="6D338217815A4763A89BF8AC1407D79E">
    <w:name w:val="6D338217815A4763A89BF8AC1407D79E"/>
    <w:rsid w:val="00DA1DE3"/>
  </w:style>
  <w:style w:type="paragraph" w:customStyle="1" w:styleId="51060F6639664B5997103E483634C15D">
    <w:name w:val="51060F6639664B5997103E483634C15D"/>
    <w:rsid w:val="00DA1DE3"/>
  </w:style>
  <w:style w:type="paragraph" w:customStyle="1" w:styleId="8E2B8594D15C4035ACDB365BE8F50477">
    <w:name w:val="8E2B8594D15C4035ACDB365BE8F50477"/>
    <w:rsid w:val="00DA1DE3"/>
  </w:style>
  <w:style w:type="paragraph" w:customStyle="1" w:styleId="F401E1C3110648E88DE9E80CBBCFF7DA">
    <w:name w:val="F401E1C3110648E88DE9E80CBBCFF7DA"/>
    <w:rsid w:val="00DA1DE3"/>
  </w:style>
  <w:style w:type="paragraph" w:customStyle="1" w:styleId="2310BED706664A87BF1135FF84FB1D11">
    <w:name w:val="2310BED706664A87BF1135FF84FB1D11"/>
    <w:rsid w:val="00FF68C3"/>
  </w:style>
  <w:style w:type="paragraph" w:customStyle="1" w:styleId="CBCFBD54D6AB4307B3CE73D5C471BC86">
    <w:name w:val="CBCFBD54D6AB4307B3CE73D5C471BC86"/>
    <w:rsid w:val="0020644E"/>
  </w:style>
  <w:style w:type="paragraph" w:customStyle="1" w:styleId="CA717B9D77C148ED83DA2EE8E758DB7B">
    <w:name w:val="CA717B9D77C148ED83DA2EE8E758DB7B"/>
    <w:rsid w:val="0020644E"/>
  </w:style>
  <w:style w:type="paragraph" w:customStyle="1" w:styleId="A41EB3B89BD245C3B95EFB70197E4ADD">
    <w:name w:val="A41EB3B89BD245C3B95EFB70197E4ADD"/>
    <w:rsid w:val="009F6D21"/>
  </w:style>
  <w:style w:type="paragraph" w:customStyle="1" w:styleId="37C0E22539AC46C6A54346109915AB2A">
    <w:name w:val="37C0E22539AC46C6A54346109915AB2A"/>
    <w:rsid w:val="009F6D21"/>
  </w:style>
  <w:style w:type="paragraph" w:customStyle="1" w:styleId="C90FC979BD214DC181B095061636D16A">
    <w:name w:val="C90FC979BD214DC181B095061636D16A"/>
    <w:rsid w:val="00EE7C11"/>
  </w:style>
  <w:style w:type="paragraph" w:customStyle="1" w:styleId="F6355D60F4E1427BA591C546DC1DF6EF">
    <w:name w:val="F6355D60F4E1427BA591C546DC1DF6EF"/>
    <w:rsid w:val="00EE7C11"/>
  </w:style>
  <w:style w:type="paragraph" w:customStyle="1" w:styleId="072F19E29E8F4AC9A3CE86F28EE288BB">
    <w:name w:val="072F19E29E8F4AC9A3CE86F28EE288BB"/>
    <w:rsid w:val="00EE7C11"/>
  </w:style>
  <w:style w:type="paragraph" w:customStyle="1" w:styleId="3F6A59CA51CF4BECB6C8FEB4F7E8C17A">
    <w:name w:val="3F6A59CA51CF4BECB6C8FEB4F7E8C17A"/>
    <w:rsid w:val="00EE7C11"/>
  </w:style>
  <w:style w:type="paragraph" w:customStyle="1" w:styleId="AD5965BEDDFC4C9FB4A7CEC08FF9A576">
    <w:name w:val="AD5965BEDDFC4C9FB4A7CEC08FF9A576"/>
    <w:rsid w:val="00EE7C11"/>
  </w:style>
  <w:style w:type="paragraph" w:customStyle="1" w:styleId="ACABFDC5231B41CEA158351131E48283">
    <w:name w:val="ACABFDC5231B41CEA158351131E48283"/>
    <w:rsid w:val="00EE7C11"/>
  </w:style>
  <w:style w:type="paragraph" w:customStyle="1" w:styleId="E23DE4AC9F454125B7DFC924A1D96024">
    <w:name w:val="E23DE4AC9F454125B7DFC924A1D96024"/>
    <w:rsid w:val="00EE7C11"/>
  </w:style>
  <w:style w:type="paragraph" w:customStyle="1" w:styleId="C6EAAB0D8263454296575372CE0F98FD">
    <w:name w:val="C6EAAB0D8263454296575372CE0F98FD"/>
    <w:rsid w:val="00EE7C11"/>
  </w:style>
  <w:style w:type="paragraph" w:customStyle="1" w:styleId="1E103A45CA76477EAC1859BBC2313A6C">
    <w:name w:val="1E103A45CA76477EAC1859BBC2313A6C"/>
    <w:rsid w:val="00EE7C11"/>
  </w:style>
  <w:style w:type="paragraph" w:customStyle="1" w:styleId="8AA38ED1E6A7472DB3966B41FAD56982">
    <w:name w:val="8AA38ED1E6A7472DB3966B41FAD56982"/>
    <w:rsid w:val="00EE7C11"/>
  </w:style>
  <w:style w:type="paragraph" w:customStyle="1" w:styleId="CF6692E7F6434ED380CE6923E4602B66">
    <w:name w:val="CF6692E7F6434ED380CE6923E4602B66"/>
    <w:rsid w:val="00EE7C11"/>
  </w:style>
  <w:style w:type="paragraph" w:customStyle="1" w:styleId="64C9B454D7844AF3BA03008E88B1A54E">
    <w:name w:val="64C9B454D7844AF3BA03008E88B1A54E"/>
    <w:rsid w:val="00EE7C11"/>
  </w:style>
  <w:style w:type="paragraph" w:customStyle="1" w:styleId="A3729F445BEE44E1A139D8D9BFA6835E">
    <w:name w:val="A3729F445BEE44E1A139D8D9BFA6835E"/>
    <w:rsid w:val="00EE7C11"/>
  </w:style>
  <w:style w:type="paragraph" w:customStyle="1" w:styleId="3D3F05D8F0FB48C4A26298D4271E031B">
    <w:name w:val="3D3F05D8F0FB48C4A26298D4271E031B"/>
    <w:rsid w:val="00EE7C11"/>
  </w:style>
  <w:style w:type="paragraph" w:customStyle="1" w:styleId="D78ED56BFFFE420B8D5147B8F6D2A2EC">
    <w:name w:val="D78ED56BFFFE420B8D5147B8F6D2A2EC"/>
    <w:rsid w:val="00EE7C11"/>
  </w:style>
  <w:style w:type="paragraph" w:customStyle="1" w:styleId="E3666ACE10E044C490F4D062312A0B3D">
    <w:name w:val="E3666ACE10E044C490F4D062312A0B3D"/>
    <w:rsid w:val="00EE7C11"/>
  </w:style>
  <w:style w:type="paragraph" w:customStyle="1" w:styleId="053CB259784A4058A374C533B8F58609">
    <w:name w:val="053CB259784A4058A374C533B8F58609"/>
    <w:rsid w:val="00EE7C11"/>
  </w:style>
  <w:style w:type="paragraph" w:customStyle="1" w:styleId="45C88A10C8124983AAB5BB1CE30DB3F7">
    <w:name w:val="45C88A10C8124983AAB5BB1CE30DB3F7"/>
    <w:rsid w:val="00EE7C11"/>
  </w:style>
  <w:style w:type="paragraph" w:customStyle="1" w:styleId="BCD367D278DB44BBB33B936989247B881">
    <w:name w:val="BCD367D278DB44BBB33B936989247B881"/>
    <w:rsid w:val="004C422B"/>
    <w:rPr>
      <w:rFonts w:eastAsiaTheme="minorHAnsi"/>
      <w:lang w:eastAsia="en-US"/>
    </w:rPr>
  </w:style>
  <w:style w:type="paragraph" w:customStyle="1" w:styleId="4851C417D7AE4213A2047F782C8137241">
    <w:name w:val="4851C417D7AE4213A2047F782C8137241"/>
    <w:rsid w:val="004C422B"/>
    <w:rPr>
      <w:rFonts w:eastAsiaTheme="minorHAnsi"/>
      <w:lang w:eastAsia="en-US"/>
    </w:rPr>
  </w:style>
  <w:style w:type="paragraph" w:customStyle="1" w:styleId="C042979F3753471A9A4C4B041CF108F01">
    <w:name w:val="C042979F3753471A9A4C4B041CF108F01"/>
    <w:rsid w:val="004C422B"/>
    <w:rPr>
      <w:rFonts w:eastAsiaTheme="minorHAnsi"/>
      <w:lang w:eastAsia="en-US"/>
    </w:rPr>
  </w:style>
  <w:style w:type="paragraph" w:customStyle="1" w:styleId="6D338217815A4763A89BF8AC1407D79E1">
    <w:name w:val="6D338217815A4763A89BF8AC1407D79E1"/>
    <w:rsid w:val="004C422B"/>
    <w:rPr>
      <w:rFonts w:eastAsiaTheme="minorHAnsi"/>
      <w:lang w:eastAsia="en-US"/>
    </w:rPr>
  </w:style>
  <w:style w:type="paragraph" w:customStyle="1" w:styleId="51060F6639664B5997103E483634C15D1">
    <w:name w:val="51060F6639664B5997103E483634C15D1"/>
    <w:rsid w:val="004C422B"/>
    <w:rPr>
      <w:rFonts w:eastAsiaTheme="minorHAnsi"/>
      <w:lang w:eastAsia="en-US"/>
    </w:rPr>
  </w:style>
  <w:style w:type="paragraph" w:customStyle="1" w:styleId="8E2B8594D15C4035ACDB365BE8F504771">
    <w:name w:val="8E2B8594D15C4035ACDB365BE8F504771"/>
    <w:rsid w:val="004C422B"/>
    <w:rPr>
      <w:rFonts w:eastAsiaTheme="minorHAnsi"/>
      <w:lang w:eastAsia="en-US"/>
    </w:rPr>
  </w:style>
  <w:style w:type="paragraph" w:customStyle="1" w:styleId="F401E1C3110648E88DE9E80CBBCFF7DA1">
    <w:name w:val="F401E1C3110648E88DE9E80CBBCFF7DA1"/>
    <w:rsid w:val="004C422B"/>
    <w:rPr>
      <w:rFonts w:eastAsiaTheme="minorHAnsi"/>
      <w:lang w:eastAsia="en-US"/>
    </w:rPr>
  </w:style>
  <w:style w:type="paragraph" w:customStyle="1" w:styleId="4393E562E78D4DC09C2FE18F3DD7086B">
    <w:name w:val="4393E562E78D4DC09C2FE18F3DD7086B"/>
    <w:rsid w:val="004C422B"/>
  </w:style>
  <w:style w:type="paragraph" w:customStyle="1" w:styleId="4393E562E78D4DC09C2FE18F3DD7086B1">
    <w:name w:val="4393E562E78D4DC09C2FE18F3DD7086B1"/>
    <w:rsid w:val="004C422B"/>
    <w:rPr>
      <w:rFonts w:eastAsiaTheme="minorHAnsi"/>
      <w:lang w:eastAsia="en-US"/>
    </w:rPr>
  </w:style>
  <w:style w:type="paragraph" w:customStyle="1" w:styleId="4851C417D7AE4213A2047F782C8137242">
    <w:name w:val="4851C417D7AE4213A2047F782C8137242"/>
    <w:rsid w:val="004C422B"/>
    <w:rPr>
      <w:rFonts w:eastAsiaTheme="minorHAnsi"/>
      <w:lang w:eastAsia="en-US"/>
    </w:rPr>
  </w:style>
  <w:style w:type="paragraph" w:customStyle="1" w:styleId="C042979F3753471A9A4C4B041CF108F02">
    <w:name w:val="C042979F3753471A9A4C4B041CF108F02"/>
    <w:rsid w:val="004C422B"/>
    <w:rPr>
      <w:rFonts w:eastAsiaTheme="minorHAnsi"/>
      <w:lang w:eastAsia="en-US"/>
    </w:rPr>
  </w:style>
  <w:style w:type="paragraph" w:customStyle="1" w:styleId="6D338217815A4763A89BF8AC1407D79E2">
    <w:name w:val="6D338217815A4763A89BF8AC1407D79E2"/>
    <w:rsid w:val="004C422B"/>
    <w:rPr>
      <w:rFonts w:eastAsiaTheme="minorHAnsi"/>
      <w:lang w:eastAsia="en-US"/>
    </w:rPr>
  </w:style>
  <w:style w:type="paragraph" w:customStyle="1" w:styleId="51060F6639664B5997103E483634C15D2">
    <w:name w:val="51060F6639664B5997103E483634C15D2"/>
    <w:rsid w:val="004C422B"/>
    <w:rPr>
      <w:rFonts w:eastAsiaTheme="minorHAnsi"/>
      <w:lang w:eastAsia="en-US"/>
    </w:rPr>
  </w:style>
  <w:style w:type="paragraph" w:customStyle="1" w:styleId="8E2B8594D15C4035ACDB365BE8F504772">
    <w:name w:val="8E2B8594D15C4035ACDB365BE8F504772"/>
    <w:rsid w:val="004C422B"/>
    <w:rPr>
      <w:rFonts w:eastAsiaTheme="minorHAnsi"/>
      <w:lang w:eastAsia="en-US"/>
    </w:rPr>
  </w:style>
  <w:style w:type="paragraph" w:customStyle="1" w:styleId="F401E1C3110648E88DE9E80CBBCFF7DA2">
    <w:name w:val="F401E1C3110648E88DE9E80CBBCFF7DA2"/>
    <w:rsid w:val="004C422B"/>
    <w:rPr>
      <w:rFonts w:eastAsiaTheme="minorHAnsi"/>
      <w:lang w:eastAsia="en-US"/>
    </w:rPr>
  </w:style>
  <w:style w:type="paragraph" w:customStyle="1" w:styleId="4393E562E78D4DC09C2FE18F3DD7086B2">
    <w:name w:val="4393E562E78D4DC09C2FE18F3DD7086B2"/>
    <w:rsid w:val="004C422B"/>
    <w:rPr>
      <w:rFonts w:eastAsiaTheme="minorHAnsi"/>
      <w:lang w:eastAsia="en-US"/>
    </w:rPr>
  </w:style>
  <w:style w:type="paragraph" w:customStyle="1" w:styleId="4851C417D7AE4213A2047F782C8137243">
    <w:name w:val="4851C417D7AE4213A2047F782C8137243"/>
    <w:rsid w:val="004C422B"/>
    <w:rPr>
      <w:rFonts w:eastAsiaTheme="minorHAnsi"/>
      <w:lang w:eastAsia="en-US"/>
    </w:rPr>
  </w:style>
  <w:style w:type="paragraph" w:customStyle="1" w:styleId="C042979F3753471A9A4C4B041CF108F03">
    <w:name w:val="C042979F3753471A9A4C4B041CF108F03"/>
    <w:rsid w:val="004C422B"/>
    <w:rPr>
      <w:rFonts w:eastAsiaTheme="minorHAnsi"/>
      <w:lang w:eastAsia="en-US"/>
    </w:rPr>
  </w:style>
  <w:style w:type="paragraph" w:customStyle="1" w:styleId="6D338217815A4763A89BF8AC1407D79E3">
    <w:name w:val="6D338217815A4763A89BF8AC1407D79E3"/>
    <w:rsid w:val="004C422B"/>
    <w:rPr>
      <w:rFonts w:eastAsiaTheme="minorHAnsi"/>
      <w:lang w:eastAsia="en-US"/>
    </w:rPr>
  </w:style>
  <w:style w:type="paragraph" w:customStyle="1" w:styleId="51060F6639664B5997103E483634C15D3">
    <w:name w:val="51060F6639664B5997103E483634C15D3"/>
    <w:rsid w:val="004C422B"/>
    <w:rPr>
      <w:rFonts w:eastAsiaTheme="minorHAnsi"/>
      <w:lang w:eastAsia="en-US"/>
    </w:rPr>
  </w:style>
  <w:style w:type="paragraph" w:customStyle="1" w:styleId="8E2B8594D15C4035ACDB365BE8F504773">
    <w:name w:val="8E2B8594D15C4035ACDB365BE8F504773"/>
    <w:rsid w:val="004C422B"/>
    <w:rPr>
      <w:rFonts w:eastAsiaTheme="minorHAnsi"/>
      <w:lang w:eastAsia="en-US"/>
    </w:rPr>
  </w:style>
  <w:style w:type="paragraph" w:customStyle="1" w:styleId="F401E1C3110648E88DE9E80CBBCFF7DA3">
    <w:name w:val="F401E1C3110648E88DE9E80CBBCFF7DA3"/>
    <w:rsid w:val="004C422B"/>
    <w:rPr>
      <w:rFonts w:eastAsiaTheme="minorHAnsi"/>
      <w:lang w:eastAsia="en-US"/>
    </w:rPr>
  </w:style>
  <w:style w:type="paragraph" w:customStyle="1" w:styleId="4393E562E78D4DC09C2FE18F3DD7086B3">
    <w:name w:val="4393E562E78D4DC09C2FE18F3DD7086B3"/>
    <w:rsid w:val="004C422B"/>
    <w:rPr>
      <w:rFonts w:eastAsiaTheme="minorHAnsi"/>
      <w:lang w:eastAsia="en-US"/>
    </w:rPr>
  </w:style>
  <w:style w:type="paragraph" w:customStyle="1" w:styleId="4851C417D7AE4213A2047F782C8137244">
    <w:name w:val="4851C417D7AE4213A2047F782C8137244"/>
    <w:rsid w:val="004C422B"/>
    <w:rPr>
      <w:rFonts w:eastAsiaTheme="minorHAnsi"/>
      <w:lang w:eastAsia="en-US"/>
    </w:rPr>
  </w:style>
  <w:style w:type="paragraph" w:customStyle="1" w:styleId="C042979F3753471A9A4C4B041CF108F04">
    <w:name w:val="C042979F3753471A9A4C4B041CF108F04"/>
    <w:rsid w:val="004C422B"/>
    <w:rPr>
      <w:rFonts w:eastAsiaTheme="minorHAnsi"/>
      <w:lang w:eastAsia="en-US"/>
    </w:rPr>
  </w:style>
  <w:style w:type="paragraph" w:customStyle="1" w:styleId="6D338217815A4763A89BF8AC1407D79E4">
    <w:name w:val="6D338217815A4763A89BF8AC1407D79E4"/>
    <w:rsid w:val="004C422B"/>
    <w:rPr>
      <w:rFonts w:eastAsiaTheme="minorHAnsi"/>
      <w:lang w:eastAsia="en-US"/>
    </w:rPr>
  </w:style>
  <w:style w:type="paragraph" w:customStyle="1" w:styleId="51060F6639664B5997103E483634C15D4">
    <w:name w:val="51060F6639664B5997103E483634C15D4"/>
    <w:rsid w:val="004C422B"/>
    <w:rPr>
      <w:rFonts w:eastAsiaTheme="minorHAnsi"/>
      <w:lang w:eastAsia="en-US"/>
    </w:rPr>
  </w:style>
  <w:style w:type="paragraph" w:customStyle="1" w:styleId="8E2B8594D15C4035ACDB365BE8F504774">
    <w:name w:val="8E2B8594D15C4035ACDB365BE8F504774"/>
    <w:rsid w:val="004C422B"/>
    <w:rPr>
      <w:rFonts w:eastAsiaTheme="minorHAnsi"/>
      <w:lang w:eastAsia="en-US"/>
    </w:rPr>
  </w:style>
  <w:style w:type="paragraph" w:customStyle="1" w:styleId="F401E1C3110648E88DE9E80CBBCFF7DA4">
    <w:name w:val="F401E1C3110648E88DE9E80CBBCFF7DA4"/>
    <w:rsid w:val="004C422B"/>
    <w:rPr>
      <w:rFonts w:eastAsiaTheme="minorHAnsi"/>
      <w:lang w:eastAsia="en-US"/>
    </w:rPr>
  </w:style>
  <w:style w:type="paragraph" w:customStyle="1" w:styleId="830487A113F24453B9DB5962BB21F617">
    <w:name w:val="830487A113F24453B9DB5962BB21F617"/>
    <w:rsid w:val="004C422B"/>
  </w:style>
  <w:style w:type="paragraph" w:customStyle="1" w:styleId="0C686A9879D4411D8F584E0DA7C9E8E6">
    <w:name w:val="0C686A9879D4411D8F584E0DA7C9E8E6"/>
    <w:rsid w:val="004C422B"/>
  </w:style>
  <w:style w:type="paragraph" w:customStyle="1" w:styleId="8F914B1CF9354ADA9D4A32401C2ADD91">
    <w:name w:val="8F914B1CF9354ADA9D4A32401C2ADD91"/>
    <w:rsid w:val="004C422B"/>
  </w:style>
  <w:style w:type="paragraph" w:customStyle="1" w:styleId="59445F06EEB146AE812A668D54A246AB">
    <w:name w:val="59445F06EEB146AE812A668D54A246AB"/>
    <w:rsid w:val="004C422B"/>
  </w:style>
  <w:style w:type="paragraph" w:customStyle="1" w:styleId="AD30EFCE23A4402EA72AB6FB955294F3">
    <w:name w:val="AD30EFCE23A4402EA72AB6FB955294F3"/>
    <w:rsid w:val="004C422B"/>
  </w:style>
  <w:style w:type="paragraph" w:customStyle="1" w:styleId="47DF802DF9BA43A6B8EB20E9979A1C78">
    <w:name w:val="47DF802DF9BA43A6B8EB20E9979A1C78"/>
    <w:rsid w:val="004C422B"/>
  </w:style>
  <w:style w:type="paragraph" w:customStyle="1" w:styleId="671FE2A1016A4D23949A8B5356E5CD32">
    <w:name w:val="671FE2A1016A4D23949A8B5356E5CD32"/>
    <w:rsid w:val="004C422B"/>
  </w:style>
  <w:style w:type="paragraph" w:customStyle="1" w:styleId="639AAEDDB11D4F48B3735AE60050B07C">
    <w:name w:val="639AAEDDB11D4F48B3735AE60050B07C"/>
    <w:rsid w:val="005640E5"/>
  </w:style>
  <w:style w:type="paragraph" w:customStyle="1" w:styleId="7A087A66504A470386570BA58D405030">
    <w:name w:val="7A087A66504A470386570BA58D405030"/>
    <w:rsid w:val="00A82F3C"/>
  </w:style>
  <w:style w:type="paragraph" w:customStyle="1" w:styleId="1D5CD2B63DF44E1DAB54EB42B27EC26F">
    <w:name w:val="1D5CD2B63DF44E1DAB54EB42B27EC26F"/>
    <w:rsid w:val="00BF567E"/>
  </w:style>
  <w:style w:type="paragraph" w:customStyle="1" w:styleId="AAD42B4327BE49CD9945CA3B78FC4210">
    <w:name w:val="AAD42B4327BE49CD9945CA3B78FC4210"/>
    <w:rsid w:val="003257A6"/>
  </w:style>
  <w:style w:type="paragraph" w:customStyle="1" w:styleId="E8F529F93D044606834AFCE00094CB83">
    <w:name w:val="E8F529F93D044606834AFCE00094CB83"/>
    <w:rsid w:val="00CB32DC"/>
  </w:style>
  <w:style w:type="paragraph" w:customStyle="1" w:styleId="3E875AB70BB848D991F5817EC97BEC4D">
    <w:name w:val="3E875AB70BB848D991F5817EC97BEC4D"/>
    <w:rsid w:val="00CB32DC"/>
  </w:style>
  <w:style w:type="paragraph" w:customStyle="1" w:styleId="46CB8D965E9147F2A31238C6B722E68E">
    <w:name w:val="46CB8D965E9147F2A31238C6B722E68E"/>
    <w:rsid w:val="00CB32DC"/>
  </w:style>
  <w:style w:type="paragraph" w:customStyle="1" w:styleId="F0DE7E4CE83C430B8F27A25724B2926B">
    <w:name w:val="F0DE7E4CE83C430B8F27A25724B2926B"/>
    <w:rsid w:val="00CB32DC"/>
  </w:style>
  <w:style w:type="paragraph" w:customStyle="1" w:styleId="81F553EE06B1460D91EEE88E099484AF">
    <w:name w:val="81F553EE06B1460D91EEE88E099484AF"/>
    <w:rsid w:val="00CB32DC"/>
  </w:style>
  <w:style w:type="paragraph" w:customStyle="1" w:styleId="C25189D9DAE64D9286317773D2EEFB8E">
    <w:name w:val="C25189D9DAE64D9286317773D2EEFB8E"/>
    <w:rsid w:val="00181C5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6DC4D7-C835-4609-BEF4-2C1D58C2A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4</Pages>
  <Words>1557</Words>
  <Characters>8880</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P2NOB Associate Protection Officer - 000079 - Jul 2019</vt:lpstr>
    </vt:vector>
  </TitlesOfParts>
  <Company>UNHCR</Company>
  <LinksUpToDate>false</LinksUpToDate>
  <CharactersWithSpaces>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P2NOB Associate Protection Officer - 000079 - Jul 2019</dc:title>
  <dc:subject/>
  <dc:creator>hqjeu@unhcr.org</dc:creator>
  <cp:keywords/>
  <dc:description/>
  <cp:lastModifiedBy>Aniko Duka-Zolyomi</cp:lastModifiedBy>
  <cp:revision>25</cp:revision>
  <cp:lastPrinted>2019-05-15T13:22:00Z</cp:lastPrinted>
  <dcterms:created xsi:type="dcterms:W3CDTF">2019-04-10T14:30:00Z</dcterms:created>
  <dcterms:modified xsi:type="dcterms:W3CDTF">2021-07-07T12:50:00Z</dcterms:modified>
</cp:coreProperties>
</file>